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E3A" w:rsidRDefault="00743E3A" w:rsidP="00743E3A">
      <w:pPr>
        <w:sectPr w:rsidR="00743E3A" w:rsidSect="00C60EA0">
          <w:headerReference w:type="default" r:id="rId10"/>
          <w:footerReference w:type="default" r:id="rId11"/>
          <w:headerReference w:type="first" r:id="rId12"/>
          <w:footerReference w:type="first" r:id="rId13"/>
          <w:pgSz w:w="11906" w:h="16838" w:code="9"/>
          <w:pgMar w:top="2053" w:right="1871" w:bottom="1588" w:left="1871" w:header="709" w:footer="800" w:gutter="0"/>
          <w:cols w:space="708"/>
          <w:docGrid w:linePitch="360"/>
        </w:sectPr>
      </w:pPr>
    </w:p>
    <w:p w:rsidR="00231AD2" w:rsidRPr="00231AD2" w:rsidRDefault="00FE6F41" w:rsidP="00231AD2">
      <w:pPr>
        <w:pStyle w:val="notatitel"/>
      </w:pPr>
      <w:sdt>
        <w:sdtPr>
          <w:alias w:val="titel_nota"/>
          <w:tag w:val="titel_nota"/>
          <w:id w:val="11427435"/>
          <w:lock w:val="sdtLocked"/>
          <w:placeholder>
            <w:docPart w:val="5E34A8BDF2EE40768EC28D082B67C655"/>
          </w:placeholder>
          <w:dataBinding w:xpath="/root[1]/titel[1]" w:storeItemID="{F19125C0-07EC-4B24-A92A-408E61F2C014}"/>
          <w:text/>
        </w:sdtPr>
        <w:sdtEndPr/>
        <w:sdtContent>
          <w:r w:rsidR="00A95FB8">
            <w:t>Personeelsvergadering H. Hart</w:t>
          </w:r>
        </w:sdtContent>
      </w:sdt>
    </w:p>
    <w:p w:rsidR="00231AD2" w:rsidRPr="00231AD2" w:rsidRDefault="00FE6F41" w:rsidP="00231AD2">
      <w:pPr>
        <w:pStyle w:val="notasubtitel"/>
      </w:pPr>
      <w:sdt>
        <w:sdtPr>
          <w:alias w:val="subtitel_nota"/>
          <w:tag w:val="subtitel_nota"/>
          <w:id w:val="11427466"/>
          <w:lock w:val="sdtLocked"/>
          <w:placeholder>
            <w:docPart w:val="229B37D8B8AC452CA008EB613B3143DA"/>
          </w:placeholder>
        </w:sdtPr>
        <w:sdtEndPr/>
        <w:sdtContent>
          <w:r w:rsidR="00A95FB8">
            <w:t>Zinvolle openklasmomenten</w:t>
          </w:r>
        </w:sdtContent>
      </w:sdt>
    </w:p>
    <w:p w:rsidR="00764B7B" w:rsidRPr="003841A3" w:rsidRDefault="00FE6F41" w:rsidP="003841A3">
      <w:pPr>
        <w:pStyle w:val="notadatum"/>
      </w:pPr>
      <w:sdt>
        <w:sdtPr>
          <w:alias w:val="datum_klassementscode"/>
          <w:tag w:val="datum_klassementscode"/>
          <w:id w:val="11427500"/>
          <w:lock w:val="sdtLocked"/>
          <w:placeholder>
            <w:docPart w:val="D85DF1F90C594029AA76B89632209B39"/>
          </w:placeholder>
          <w:dataBinding w:xpath="/root[1]/datum[1]" w:storeItemID="{F19125C0-07EC-4B24-A92A-408E61F2C014}"/>
          <w:text/>
        </w:sdtPr>
        <w:sdtEndPr/>
        <w:sdtContent>
          <w:r w:rsidR="00670AA6">
            <w:t>12-12-2013</w:t>
          </w:r>
        </w:sdtContent>
      </w:sdt>
    </w:p>
    <w:p w:rsidR="00997092" w:rsidRDefault="00997092" w:rsidP="00997092">
      <w:pPr>
        <w:jc w:val="both"/>
      </w:pPr>
      <w:r>
        <w:t>Kelly en Niki zijn tegen 16u50 op H. Hart. Het klaarzetten van de ruimte gebeurt ’s middags al. Katrijn maakt de groepsverdeling; die zal klaar liggen op de tafels, zodat iedereen meteen weet waar hij / zij moet gaan zitten.</w:t>
      </w:r>
    </w:p>
    <w:p w:rsidR="00F35B9F" w:rsidRDefault="00F35B9F" w:rsidP="00997092">
      <w:pPr>
        <w:jc w:val="both"/>
      </w:pPr>
    </w:p>
    <w:p w:rsidR="00F35B9F" w:rsidRPr="00927DBE" w:rsidRDefault="00F35B9F" w:rsidP="00F35B9F">
      <w:r>
        <w:t>Aan Bavo is gevraagd om het thema niet op Intranet te zetten.</w:t>
      </w:r>
    </w:p>
    <w:p w:rsidR="00F35B9F" w:rsidRDefault="00F35B9F" w:rsidP="00997092">
      <w:pPr>
        <w:jc w:val="both"/>
      </w:pPr>
    </w:p>
    <w:p w:rsidR="00997092" w:rsidRDefault="00DE47A7" w:rsidP="00DE47A7">
      <w:pPr>
        <w:pStyle w:val="kop1nummer"/>
      </w:pPr>
      <w:r>
        <w:t>inleiding</w:t>
      </w:r>
    </w:p>
    <w:p w:rsidR="00DE47A7" w:rsidRPr="00DE47A7" w:rsidRDefault="00DE47A7" w:rsidP="00DE47A7"/>
    <w:p w:rsidR="00B97508" w:rsidRPr="00F35B9F" w:rsidRDefault="00284996" w:rsidP="00927DBE">
      <w:pPr>
        <w:rPr>
          <w:u w:val="single"/>
        </w:rPr>
      </w:pPr>
      <w:r w:rsidRPr="00F35B9F">
        <w:rPr>
          <w:u w:val="single"/>
        </w:rPr>
        <w:t>16.10 – 16.15</w:t>
      </w:r>
    </w:p>
    <w:p w:rsidR="00B97508" w:rsidRDefault="00B97508" w:rsidP="00927DBE"/>
    <w:p w:rsidR="00E84288" w:rsidRDefault="00F35B9F" w:rsidP="00A95FB8">
      <w:r>
        <w:t>KATRIJN</w:t>
      </w:r>
    </w:p>
    <w:p w:rsidR="00F35B9F" w:rsidRDefault="00F35B9F" w:rsidP="00A95FB8"/>
    <w:p w:rsidR="00C222FE" w:rsidRDefault="00A95FB8" w:rsidP="00C222FE">
      <w:pPr>
        <w:pStyle w:val="lijstopsom1"/>
        <w:jc w:val="both"/>
      </w:pPr>
      <w:r>
        <w:t xml:space="preserve">Vandaag gaan we het hebben over jullie favoriete </w:t>
      </w:r>
      <w:r w:rsidR="00927DBE">
        <w:t xml:space="preserve">onderwerp: openklasmomenten! </w:t>
      </w:r>
    </w:p>
    <w:p w:rsidR="00C222FE" w:rsidRDefault="00C222FE" w:rsidP="00C222FE">
      <w:pPr>
        <w:pStyle w:val="lijstopsom1"/>
        <w:jc w:val="both"/>
      </w:pPr>
      <w:r>
        <w:t>Uit de evaluatie is gebleken dat er nog wel wat weerstand zit wat betreft die openklasmomenten.</w:t>
      </w:r>
    </w:p>
    <w:p w:rsidR="00C222FE" w:rsidRDefault="00C222FE" w:rsidP="00C222FE">
      <w:pPr>
        <w:pStyle w:val="lijstopsom1"/>
        <w:jc w:val="both"/>
      </w:pPr>
      <w:r>
        <w:t>Uit onderzoek blijkt dat dit belangrijk is en een effect heeft, op lange termijn, dus de boodschap is dat we dit moeten volhouden.</w:t>
      </w:r>
    </w:p>
    <w:p w:rsidR="00C222FE" w:rsidRDefault="002C2D58" w:rsidP="00C222FE">
      <w:pPr>
        <w:pStyle w:val="lijstopsom1"/>
        <w:jc w:val="both"/>
      </w:pPr>
      <w:r w:rsidRPr="00E84288">
        <w:t>Voor alle duidelijkheid: we vinden het erg fijn dat jullie dat al doen; het loopt niet altijd in alle scholen zo goed…., zeker niet in het lager. Alvast bedankt daa</w:t>
      </w:r>
      <w:r w:rsidR="002E3DDF" w:rsidRPr="00E84288">
        <w:t>r</w:t>
      </w:r>
      <w:r w:rsidRPr="00E84288">
        <w:t>voor.</w:t>
      </w:r>
      <w:r w:rsidR="00927DBE">
        <w:t xml:space="preserve"> </w:t>
      </w:r>
    </w:p>
    <w:p w:rsidR="00C222FE" w:rsidRDefault="00235A89" w:rsidP="00E84288">
      <w:pPr>
        <w:pStyle w:val="lijstopsom1"/>
        <w:jc w:val="both"/>
      </w:pPr>
      <w:r>
        <w:t>We beseffen dat er ook voor jullie nog wel wat drempels zijn, en misschien zelf wat schrik. V</w:t>
      </w:r>
      <w:r w:rsidR="00C222FE">
        <w:t>andaag willen we tonen hoe we d</w:t>
      </w:r>
      <w:r>
        <w:t>i</w:t>
      </w:r>
      <w:r w:rsidR="00C222FE">
        <w:t>e drempels willen ondervangen, en</w:t>
      </w:r>
      <w:r w:rsidR="000340BB">
        <w:t xml:space="preserve"> jullie</w:t>
      </w:r>
      <w:r w:rsidR="00C222FE">
        <w:t xml:space="preserve"> zo willen ondersteunen.</w:t>
      </w:r>
    </w:p>
    <w:p w:rsidR="00A95FB8" w:rsidRPr="00A95FB8" w:rsidRDefault="00A95FB8" w:rsidP="00A95FB8"/>
    <w:p w:rsidR="003841A3" w:rsidRDefault="00A95FB8" w:rsidP="00A95FB8">
      <w:pPr>
        <w:pStyle w:val="kop1nummer"/>
      </w:pPr>
      <w:r>
        <w:t>zinvolle openklasmomenten</w:t>
      </w:r>
    </w:p>
    <w:p w:rsidR="00AA715E" w:rsidRDefault="00AA715E" w:rsidP="00AA715E">
      <w:pPr>
        <w:rPr>
          <w:u w:val="single"/>
        </w:rPr>
      </w:pPr>
    </w:p>
    <w:p w:rsidR="00AA715E" w:rsidRPr="00AA715E" w:rsidRDefault="00AA715E" w:rsidP="00AA715E">
      <w:pPr>
        <w:rPr>
          <w:u w:val="single"/>
        </w:rPr>
      </w:pPr>
      <w:r w:rsidRPr="00AA715E">
        <w:rPr>
          <w:u w:val="single"/>
        </w:rPr>
        <w:t>16.10 – 16.15</w:t>
      </w:r>
    </w:p>
    <w:p w:rsidR="00AA715E" w:rsidRDefault="00AA715E" w:rsidP="00A95FB8"/>
    <w:p w:rsidR="000B4005" w:rsidRDefault="000B4005" w:rsidP="00A95FB8">
      <w:r>
        <w:t>KATRIJN</w:t>
      </w:r>
    </w:p>
    <w:p w:rsidR="000B4005" w:rsidRDefault="000B4005" w:rsidP="00A95FB8"/>
    <w:p w:rsidR="002E3DDF" w:rsidRPr="00E47EC4" w:rsidRDefault="002E3DDF" w:rsidP="00595AF8">
      <w:pPr>
        <w:jc w:val="both"/>
      </w:pPr>
      <w:r w:rsidRPr="00E47EC4">
        <w:t xml:space="preserve">Ook al beseffen we dat een OKM van jullie een inspanning vraagt, toch is het bewezen dat dit één van de meest efficiënte werkvormen is om ouders te betrekken bij de schoolwerking.  </w:t>
      </w:r>
    </w:p>
    <w:p w:rsidR="00231277" w:rsidRDefault="00231277" w:rsidP="00595AF8">
      <w:pPr>
        <w:jc w:val="both"/>
      </w:pPr>
    </w:p>
    <w:p w:rsidR="00A95FB8" w:rsidRDefault="00774364" w:rsidP="00595AF8">
      <w:pPr>
        <w:jc w:val="both"/>
      </w:pPr>
      <w:r>
        <w:t>Zinvolle openklasmomenten zijn voor ons openklasmomenten waarop:</w:t>
      </w:r>
    </w:p>
    <w:p w:rsidR="00231277" w:rsidRDefault="006C59B7" w:rsidP="00595AF8">
      <w:pPr>
        <w:pStyle w:val="lijstopsom1"/>
        <w:jc w:val="both"/>
      </w:pPr>
      <w:r w:rsidRPr="00E47EC4">
        <w:lastRenderedPageBreak/>
        <w:t xml:space="preserve">Technieken </w:t>
      </w:r>
      <w:r w:rsidR="00774364" w:rsidRPr="00E47EC4">
        <w:t>word</w:t>
      </w:r>
      <w:r w:rsidRPr="00E47EC4">
        <w:t>en</w:t>
      </w:r>
      <w:r w:rsidR="00774364" w:rsidRPr="00E47EC4">
        <w:t xml:space="preserve"> getoond die ouders kunnen gebruiken om hun kind te ondersteunen thuis.</w:t>
      </w:r>
      <w:r w:rsidR="00E51798" w:rsidRPr="00E47EC4">
        <w:t xml:space="preserve"> Hierbij wordt voorrang gegeven aan een onderwer</w:t>
      </w:r>
      <w:r w:rsidR="00231277">
        <w:t>p dat belangrijk is / nieuw is.</w:t>
      </w:r>
    </w:p>
    <w:p w:rsidR="00231277" w:rsidRDefault="00E51798" w:rsidP="00231277">
      <w:pPr>
        <w:pStyle w:val="lijstopsom2"/>
      </w:pPr>
      <w:r w:rsidRPr="00E47EC4">
        <w:t xml:space="preserve">bv.: leren lezen in </w:t>
      </w:r>
      <w:r w:rsidR="00574532" w:rsidRPr="00E47EC4">
        <w:t>het 1</w:t>
      </w:r>
      <w:r w:rsidR="00574532" w:rsidRPr="00E47EC4">
        <w:rPr>
          <w:vertAlign w:val="superscript"/>
        </w:rPr>
        <w:t>ste</w:t>
      </w:r>
      <w:r w:rsidR="00231277">
        <w:t xml:space="preserve"> leerjaar</w:t>
      </w:r>
    </w:p>
    <w:p w:rsidR="00231277" w:rsidRDefault="00E47EC4" w:rsidP="00231277">
      <w:pPr>
        <w:pStyle w:val="lijstopsom2"/>
      </w:pPr>
      <w:r>
        <w:t>het aanleren van de je</w:t>
      </w:r>
      <w:r w:rsidR="00231277">
        <w:t xml:space="preserve"> jas aandoen bij de kleuters</w:t>
      </w:r>
    </w:p>
    <w:p w:rsidR="00E47EC4" w:rsidRDefault="00E47EC4" w:rsidP="00231277">
      <w:pPr>
        <w:pStyle w:val="lijstopsom2"/>
      </w:pPr>
      <w:r>
        <w:t>aanvankelijk lezen.</w:t>
      </w:r>
      <w:r w:rsidR="00574532" w:rsidRPr="00E47EC4">
        <w:t xml:space="preserve"> </w:t>
      </w:r>
    </w:p>
    <w:p w:rsidR="000B4005" w:rsidRDefault="00E06FD2" w:rsidP="000B4005">
      <w:pPr>
        <w:pStyle w:val="lijstopsom1"/>
      </w:pPr>
      <w:r>
        <w:t xml:space="preserve">Het dagelijkse klasleven wordt getoond met de vaste routines, afspraken, gedragsregels, … Dit is niet voor alle ouders een vanzelfsprekendheid. </w:t>
      </w:r>
    </w:p>
    <w:p w:rsidR="00E06FD2" w:rsidRDefault="00E06FD2" w:rsidP="00E06FD2">
      <w:pPr>
        <w:pStyle w:val="lijstopsom2"/>
      </w:pPr>
      <w:r>
        <w:t>b</w:t>
      </w:r>
      <w:r w:rsidRPr="00E47EC4">
        <w:t>v.: een onthaalmoment bij de kleuters.</w:t>
      </w:r>
    </w:p>
    <w:p w:rsidR="00774364" w:rsidRDefault="00774364" w:rsidP="00595AF8">
      <w:pPr>
        <w:pStyle w:val="lijstopsom1"/>
        <w:numPr>
          <w:ilvl w:val="0"/>
          <w:numId w:val="0"/>
        </w:numPr>
        <w:jc w:val="both"/>
      </w:pPr>
    </w:p>
    <w:p w:rsidR="00774364" w:rsidRDefault="00774364" w:rsidP="00595AF8">
      <w:pPr>
        <w:pStyle w:val="lijstopsom1"/>
        <w:numPr>
          <w:ilvl w:val="0"/>
          <w:numId w:val="0"/>
        </w:numPr>
        <w:jc w:val="both"/>
      </w:pPr>
      <w:r>
        <w:t>Er zijn veel andere manieren om te werken aan ouderbetrokkenheid, maar bij een openklasmoment is dit de focus!</w:t>
      </w:r>
    </w:p>
    <w:p w:rsidR="00E9402F" w:rsidRDefault="00E9402F" w:rsidP="00595AF8">
      <w:pPr>
        <w:pStyle w:val="lijstopsom1"/>
        <w:numPr>
          <w:ilvl w:val="0"/>
          <w:numId w:val="0"/>
        </w:numPr>
        <w:jc w:val="both"/>
      </w:pPr>
    </w:p>
    <w:p w:rsidR="00E9402F" w:rsidRPr="00E9402F" w:rsidRDefault="00E9402F" w:rsidP="00595AF8">
      <w:pPr>
        <w:pStyle w:val="lijstopsom1"/>
        <w:numPr>
          <w:ilvl w:val="0"/>
          <w:numId w:val="0"/>
        </w:numPr>
        <w:jc w:val="both"/>
        <w:rPr>
          <w:color w:val="337488" w:themeColor="accent4" w:themeShade="80"/>
        </w:rPr>
      </w:pPr>
      <w:r w:rsidRPr="00E9402F">
        <w:rPr>
          <w:color w:val="337488" w:themeColor="accent4" w:themeShade="80"/>
        </w:rPr>
        <w:t>Tussendoor wordt er nog opgemerkt dat een herfstwandeling met kleuters en ouders toch ook zinvol is. Uiteraard is dit zinvol</w:t>
      </w:r>
      <w:r w:rsidR="0003119E">
        <w:rPr>
          <w:color w:val="337488" w:themeColor="accent4" w:themeShade="80"/>
        </w:rPr>
        <w:t xml:space="preserve"> op zich</w:t>
      </w:r>
      <w:r w:rsidRPr="00E9402F">
        <w:rPr>
          <w:color w:val="337488" w:themeColor="accent4" w:themeShade="80"/>
        </w:rPr>
        <w:t xml:space="preserve">, en elk informeel contact met ouders is leuk, maar dan gaat het niet om een </w:t>
      </w:r>
      <w:r w:rsidR="0003119E">
        <w:rPr>
          <w:color w:val="337488" w:themeColor="accent4" w:themeShade="80"/>
        </w:rPr>
        <w:t>‘</w:t>
      </w:r>
      <w:r w:rsidRPr="00E9402F">
        <w:rPr>
          <w:color w:val="337488" w:themeColor="accent4" w:themeShade="80"/>
        </w:rPr>
        <w:t>zinvol open</w:t>
      </w:r>
      <w:r w:rsidR="0003119E">
        <w:rPr>
          <w:color w:val="337488" w:themeColor="accent4" w:themeShade="80"/>
        </w:rPr>
        <w:t>klasmoment’.</w:t>
      </w:r>
    </w:p>
    <w:p w:rsidR="004A6A48" w:rsidRPr="00E9402F" w:rsidRDefault="004A6A48" w:rsidP="00595AF8">
      <w:pPr>
        <w:pStyle w:val="lijstopsom1"/>
        <w:numPr>
          <w:ilvl w:val="0"/>
          <w:numId w:val="0"/>
        </w:numPr>
        <w:jc w:val="both"/>
        <w:rPr>
          <w:color w:val="337488" w:themeColor="accent4" w:themeShade="80"/>
        </w:rPr>
      </w:pPr>
    </w:p>
    <w:p w:rsidR="00A95FB8" w:rsidRDefault="00A95FB8" w:rsidP="00A95FB8">
      <w:pPr>
        <w:pStyle w:val="kop1nummer"/>
      </w:pPr>
      <w:r>
        <w:t>belang van openklasmomenten</w:t>
      </w:r>
    </w:p>
    <w:p w:rsidR="004C788E" w:rsidRDefault="004C788E" w:rsidP="00A95FB8"/>
    <w:p w:rsidR="0067318B" w:rsidRDefault="004F0895" w:rsidP="00A95FB8">
      <w:pPr>
        <w:rPr>
          <w:u w:val="single"/>
        </w:rPr>
      </w:pPr>
      <w:r w:rsidRPr="00B0697F">
        <w:rPr>
          <w:u w:val="single"/>
        </w:rPr>
        <w:t>16.15 – 16.2</w:t>
      </w:r>
      <w:r w:rsidR="0067318B" w:rsidRPr="00B0697F">
        <w:rPr>
          <w:u w:val="single"/>
        </w:rPr>
        <w:t>5</w:t>
      </w:r>
    </w:p>
    <w:p w:rsidR="00B0697F" w:rsidRDefault="00B0697F" w:rsidP="00A95FB8">
      <w:pPr>
        <w:rPr>
          <w:u w:val="single"/>
        </w:rPr>
      </w:pPr>
    </w:p>
    <w:p w:rsidR="00B0697F" w:rsidRPr="00B0697F" w:rsidRDefault="00B0697F" w:rsidP="00A95FB8">
      <w:r>
        <w:t>NIKI</w:t>
      </w:r>
    </w:p>
    <w:p w:rsidR="0067318B" w:rsidRDefault="0067318B" w:rsidP="00A95FB8"/>
    <w:p w:rsidR="005B1E7C" w:rsidRDefault="005B1E7C" w:rsidP="00A95FB8">
      <w:r>
        <w:t>Kelly deelt kaartjes uit.</w:t>
      </w:r>
    </w:p>
    <w:p w:rsidR="005B1E7C" w:rsidRDefault="005B1E7C" w:rsidP="00A95FB8"/>
    <w:p w:rsidR="00A95FB8" w:rsidRDefault="004A6A48" w:rsidP="00A95FB8">
      <w:r>
        <w:t>Elk groepje krijgt kaartjes</w:t>
      </w:r>
      <w:r w:rsidR="00E34F26">
        <w:rPr>
          <w:rStyle w:val="Voetnootmarkering"/>
        </w:rPr>
        <w:footnoteReference w:id="2"/>
      </w:r>
      <w:r>
        <w:t xml:space="preserve"> </w:t>
      </w:r>
      <w:r w:rsidR="00A95FB8">
        <w:t>met verschillende mogelijkheden:</w:t>
      </w:r>
    </w:p>
    <w:p w:rsidR="00A95FB8" w:rsidRDefault="00A95FB8" w:rsidP="00A95FB8">
      <w:pPr>
        <w:pStyle w:val="lijstopsom1"/>
      </w:pPr>
      <w:r>
        <w:t>Ouders zien het belang van onderwijs, wat van wat er in de klas gebeurt.</w:t>
      </w:r>
    </w:p>
    <w:p w:rsidR="00A95FB8" w:rsidRDefault="00A95FB8" w:rsidP="00A95FB8">
      <w:pPr>
        <w:pStyle w:val="lijstopsom1"/>
      </w:pPr>
      <w:r>
        <w:t>Ouders leren vaardigheden om hun kind thuis te kunnen ondersteunen.</w:t>
      </w:r>
    </w:p>
    <w:p w:rsidR="00A95FB8" w:rsidRDefault="00A95FB8" w:rsidP="00A95FB8">
      <w:pPr>
        <w:pStyle w:val="lijstopsom1"/>
      </w:pPr>
      <w:r>
        <w:t>Ouders leren de</w:t>
      </w:r>
      <w:r w:rsidR="00E34F26">
        <w:t xml:space="preserve"> stijl en persoonlijkheid van de</w:t>
      </w:r>
      <w:r>
        <w:t xml:space="preserve"> leerkracht kennen.</w:t>
      </w:r>
    </w:p>
    <w:p w:rsidR="00A95FB8" w:rsidRDefault="00A95FB8" w:rsidP="00A95FB8">
      <w:pPr>
        <w:pStyle w:val="lijstopsom1"/>
      </w:pPr>
      <w:r>
        <w:t>Het kind voelt zich gesteund door de ouder.</w:t>
      </w:r>
    </w:p>
    <w:p w:rsidR="00A95FB8" w:rsidRDefault="00A95FB8" w:rsidP="00A95FB8">
      <w:pPr>
        <w:pStyle w:val="lijstopsom1"/>
      </w:pPr>
      <w:r>
        <w:t>De klasdrempel wordt verlaagd.</w:t>
      </w:r>
    </w:p>
    <w:p w:rsidR="00E9402F" w:rsidRDefault="00E34F26" w:rsidP="00E9402F">
      <w:pPr>
        <w:pStyle w:val="lijstopsom1"/>
      </w:pPr>
      <w:r>
        <w:t xml:space="preserve">Het opent de mogelijkheid tot contact met de leerkracht. </w:t>
      </w:r>
    </w:p>
    <w:p w:rsidR="00E9402F" w:rsidRPr="00E9402F" w:rsidRDefault="00E9402F" w:rsidP="00E9402F">
      <w:pPr>
        <w:pStyle w:val="lijstopsom1"/>
        <w:jc w:val="both"/>
        <w:rPr>
          <w:rFonts w:asciiTheme="minorHAnsi" w:hAnsiTheme="minorHAnsi"/>
        </w:rPr>
      </w:pPr>
      <w:r w:rsidRPr="00E9402F">
        <w:rPr>
          <w:rFonts w:asciiTheme="minorHAnsi" w:eastAsia="Times New Roman" w:hAnsiTheme="minorHAnsi" w:cs="Tahoma"/>
        </w:rPr>
        <w:t>vergroten het besef dat het echt belangrijk is om tijd in je kind te investeren</w:t>
      </w:r>
    </w:p>
    <w:p w:rsidR="00A95FB8" w:rsidRDefault="00A95FB8" w:rsidP="00A95FB8">
      <w:pPr>
        <w:pStyle w:val="lijstopsom1"/>
      </w:pPr>
      <w:r>
        <w:t>Leeg kaartje</w:t>
      </w:r>
      <w:r w:rsidR="007C1D78">
        <w:t xml:space="preserve"> om zelf in te vullen.</w:t>
      </w:r>
    </w:p>
    <w:p w:rsidR="00A95FB8" w:rsidRDefault="00A95FB8" w:rsidP="00A95FB8">
      <w:pPr>
        <w:pStyle w:val="lijstopsom1"/>
        <w:numPr>
          <w:ilvl w:val="0"/>
          <w:numId w:val="0"/>
        </w:numPr>
      </w:pPr>
    </w:p>
    <w:p w:rsidR="003369FE" w:rsidRDefault="005B1E7C" w:rsidP="00574532">
      <w:pPr>
        <w:pStyle w:val="lijstopsom1"/>
        <w:numPr>
          <w:ilvl w:val="0"/>
          <w:numId w:val="0"/>
        </w:numPr>
        <w:jc w:val="both"/>
      </w:pPr>
      <w:r>
        <w:t xml:space="preserve">We hangen </w:t>
      </w:r>
      <w:r w:rsidR="00631370">
        <w:t>de flap met voordelen</w:t>
      </w:r>
      <w:r w:rsidR="00631370">
        <w:rPr>
          <w:rStyle w:val="Voetnootmarkering"/>
        </w:rPr>
        <w:footnoteReference w:id="3"/>
      </w:r>
      <w:r>
        <w:t xml:space="preserve"> op terwijl het team de opdracht in de kleine groepjes doet. </w:t>
      </w:r>
    </w:p>
    <w:p w:rsidR="003369FE" w:rsidRDefault="003369FE" w:rsidP="00574532">
      <w:pPr>
        <w:pStyle w:val="lijstopsom1"/>
        <w:numPr>
          <w:ilvl w:val="0"/>
          <w:numId w:val="0"/>
        </w:numPr>
        <w:jc w:val="both"/>
      </w:pPr>
    </w:p>
    <w:p w:rsidR="003369FE" w:rsidRDefault="00A95FB8" w:rsidP="00574532">
      <w:pPr>
        <w:pStyle w:val="lijstopsom1"/>
        <w:numPr>
          <w:ilvl w:val="0"/>
          <w:numId w:val="0"/>
        </w:numPr>
        <w:jc w:val="both"/>
      </w:pPr>
      <w:r w:rsidRPr="00E47EC4">
        <w:t>In elke groep wordt kort</w:t>
      </w:r>
      <w:r w:rsidR="00A0530B">
        <w:t xml:space="preserve"> (maximum 5 minuten)</w:t>
      </w:r>
      <w:r w:rsidRPr="00E47EC4">
        <w:t xml:space="preserve"> besproken welke redenen zij bel</w:t>
      </w:r>
      <w:r w:rsidR="00764BD7" w:rsidRPr="00E47EC4">
        <w:t>angrijkst vinden</w:t>
      </w:r>
      <w:r w:rsidR="005F0EFB" w:rsidRPr="00E47EC4">
        <w:t>, en of zij zelf nog voordelen zien</w:t>
      </w:r>
      <w:r w:rsidR="00A0530B">
        <w:t xml:space="preserve"> </w:t>
      </w:r>
      <w:r w:rsidRPr="00E47EC4">
        <w:rPr>
          <w:rStyle w:val="accentpetroleum"/>
          <w:b w:val="0"/>
          <w:color w:val="auto"/>
        </w:rPr>
        <w:t>(</w:t>
      </w:r>
      <w:r w:rsidR="00E47EC4">
        <w:rPr>
          <w:rStyle w:val="accentpetroleum"/>
          <w:b w:val="0"/>
          <w:color w:val="auto"/>
        </w:rPr>
        <w:t xml:space="preserve">top drie: </w:t>
      </w:r>
      <w:r w:rsidRPr="00E47EC4">
        <w:rPr>
          <w:rStyle w:val="accentpetroleum"/>
          <w:b w:val="0"/>
          <w:color w:val="auto"/>
        </w:rPr>
        <w:t xml:space="preserve">belangrijkste krijgt 3 punten, </w:t>
      </w:r>
      <w:r w:rsidR="00E47EC4" w:rsidRPr="00E47EC4">
        <w:rPr>
          <w:rStyle w:val="accentpetroleum"/>
          <w:b w:val="0"/>
          <w:color w:val="auto"/>
        </w:rPr>
        <w:t>dan 2 punten en dan 1 punt</w:t>
      </w:r>
      <w:r w:rsidRPr="00E47EC4">
        <w:rPr>
          <w:rStyle w:val="accentpetroleum"/>
          <w:b w:val="0"/>
          <w:color w:val="auto"/>
        </w:rPr>
        <w:t>).</w:t>
      </w:r>
      <w:r w:rsidR="00764BD7" w:rsidRPr="00E47EC4">
        <w:rPr>
          <w:rStyle w:val="accentpetroleum"/>
          <w:b w:val="0"/>
          <w:color w:val="auto"/>
        </w:rPr>
        <w:t xml:space="preserve"> </w:t>
      </w:r>
      <w:r w:rsidRPr="00E47EC4">
        <w:t xml:space="preserve">We overlopen dit per groep, </w:t>
      </w:r>
      <w:r w:rsidR="003369FE">
        <w:t>noteren telkens de punt</w:t>
      </w:r>
      <w:r w:rsidRPr="00E47EC4">
        <w:t>en</w:t>
      </w:r>
      <w:r w:rsidR="003369FE">
        <w:t xml:space="preserve"> bij de voordelen op de flap. We tellen de punten op en schrijven de top drie op een flap.</w:t>
      </w:r>
    </w:p>
    <w:p w:rsidR="00E9402F" w:rsidRDefault="00E9402F" w:rsidP="00574532">
      <w:pPr>
        <w:pStyle w:val="lijstopsom1"/>
        <w:numPr>
          <w:ilvl w:val="0"/>
          <w:numId w:val="0"/>
        </w:numPr>
        <w:jc w:val="both"/>
      </w:pPr>
    </w:p>
    <w:p w:rsidR="00E9402F" w:rsidRPr="00E9402F" w:rsidRDefault="00E9402F" w:rsidP="00574532">
      <w:pPr>
        <w:pStyle w:val="lijstopsom1"/>
        <w:numPr>
          <w:ilvl w:val="0"/>
          <w:numId w:val="0"/>
        </w:numPr>
        <w:jc w:val="both"/>
        <w:rPr>
          <w:color w:val="337488" w:themeColor="accent4" w:themeShade="80"/>
        </w:rPr>
      </w:pPr>
      <w:r w:rsidRPr="00E9402F">
        <w:rPr>
          <w:color w:val="337488" w:themeColor="accent4" w:themeShade="80"/>
        </w:rPr>
        <w:t>De lijst ziet er als volgt uit:</w:t>
      </w:r>
    </w:p>
    <w:p w:rsidR="00E9402F" w:rsidRPr="0003119E" w:rsidRDefault="00E9402F" w:rsidP="00E9402F">
      <w:pPr>
        <w:pStyle w:val="lijstopsom1"/>
        <w:rPr>
          <w:b/>
          <w:color w:val="337488" w:themeColor="accent4" w:themeShade="80"/>
        </w:rPr>
      </w:pPr>
      <w:r w:rsidRPr="0003119E">
        <w:rPr>
          <w:b/>
          <w:color w:val="337488" w:themeColor="accent4" w:themeShade="80"/>
        </w:rPr>
        <w:t>11 punten: Ouders zien het belang van onderwijs, wat van wat er in de klas gebeurt.</w:t>
      </w:r>
    </w:p>
    <w:p w:rsidR="00E9402F" w:rsidRPr="0003119E" w:rsidRDefault="00E9402F" w:rsidP="00E9402F">
      <w:pPr>
        <w:pStyle w:val="lijstopsom1"/>
        <w:rPr>
          <w:b/>
          <w:color w:val="337488" w:themeColor="accent4" w:themeShade="80"/>
        </w:rPr>
      </w:pPr>
      <w:r w:rsidRPr="0003119E">
        <w:rPr>
          <w:b/>
          <w:color w:val="337488" w:themeColor="accent4" w:themeShade="80"/>
        </w:rPr>
        <w:lastRenderedPageBreak/>
        <w:t>6 punten: Ouders leren vaardigheden om hun kind thuis te kunnen ondersteunen.</w:t>
      </w:r>
    </w:p>
    <w:p w:rsidR="00E9402F" w:rsidRPr="00E9402F" w:rsidRDefault="00E9402F" w:rsidP="00E9402F">
      <w:pPr>
        <w:pStyle w:val="lijstopsom1"/>
        <w:rPr>
          <w:color w:val="337488" w:themeColor="accent4" w:themeShade="80"/>
        </w:rPr>
      </w:pPr>
      <w:r w:rsidRPr="0003119E">
        <w:rPr>
          <w:b/>
          <w:color w:val="337488" w:themeColor="accent4" w:themeShade="80"/>
        </w:rPr>
        <w:t>3 punten: Het kind voelt zich gesteund door de ouder</w:t>
      </w:r>
      <w:r w:rsidRPr="00E9402F">
        <w:rPr>
          <w:color w:val="337488" w:themeColor="accent4" w:themeShade="80"/>
        </w:rPr>
        <w:t>.</w:t>
      </w:r>
    </w:p>
    <w:p w:rsidR="00E9402F" w:rsidRPr="00E9402F" w:rsidRDefault="00E9402F" w:rsidP="00E9402F">
      <w:pPr>
        <w:pStyle w:val="lijstopsom1"/>
        <w:jc w:val="both"/>
        <w:rPr>
          <w:rFonts w:asciiTheme="minorHAnsi" w:hAnsiTheme="minorHAnsi"/>
          <w:color w:val="337488" w:themeColor="accent4" w:themeShade="80"/>
        </w:rPr>
      </w:pPr>
      <w:r w:rsidRPr="00E9402F">
        <w:rPr>
          <w:color w:val="337488" w:themeColor="accent4" w:themeShade="80"/>
        </w:rPr>
        <w:t xml:space="preserve">1 punt: </w:t>
      </w:r>
      <w:r w:rsidRPr="00E9402F">
        <w:rPr>
          <w:rFonts w:asciiTheme="minorHAnsi" w:eastAsia="Times New Roman" w:hAnsiTheme="minorHAnsi" w:cs="Tahoma"/>
          <w:color w:val="337488" w:themeColor="accent4" w:themeShade="80"/>
        </w:rPr>
        <w:t>vergroten het besef dat het echt belangrijk is om tijd in je kind te investeren</w:t>
      </w:r>
    </w:p>
    <w:p w:rsidR="00E9402F" w:rsidRPr="00E9402F" w:rsidRDefault="00E9402F" w:rsidP="00E9402F">
      <w:pPr>
        <w:pStyle w:val="lijstopsom1"/>
        <w:rPr>
          <w:color w:val="337488" w:themeColor="accent4" w:themeShade="80"/>
        </w:rPr>
      </w:pPr>
      <w:r w:rsidRPr="00E9402F">
        <w:rPr>
          <w:color w:val="337488" w:themeColor="accent4" w:themeShade="80"/>
        </w:rPr>
        <w:t>1 punt: het respect voor de leerkracht vergroot</w:t>
      </w:r>
    </w:p>
    <w:p w:rsidR="00522132" w:rsidRPr="00E9402F" w:rsidRDefault="00522132" w:rsidP="00574532">
      <w:pPr>
        <w:pStyle w:val="lijstopsom1"/>
        <w:numPr>
          <w:ilvl w:val="0"/>
          <w:numId w:val="0"/>
        </w:numPr>
        <w:jc w:val="both"/>
        <w:rPr>
          <w:color w:val="337488" w:themeColor="accent4" w:themeShade="80"/>
        </w:rPr>
      </w:pPr>
    </w:p>
    <w:p w:rsidR="00A95FB8" w:rsidRDefault="00A95FB8" w:rsidP="00A95FB8">
      <w:pPr>
        <w:pStyle w:val="kop1nummer"/>
      </w:pPr>
      <w:r>
        <w:t>nadelen openklasmomenten</w:t>
      </w:r>
    </w:p>
    <w:p w:rsidR="00A95FB8" w:rsidRPr="00AB5FFE" w:rsidRDefault="00A95FB8" w:rsidP="00A95FB8"/>
    <w:p w:rsidR="0089207D" w:rsidRPr="00AB5FFE" w:rsidRDefault="004F0895" w:rsidP="00A95FB8">
      <w:pPr>
        <w:rPr>
          <w:u w:val="single"/>
        </w:rPr>
      </w:pPr>
      <w:r w:rsidRPr="00AB5FFE">
        <w:rPr>
          <w:u w:val="single"/>
        </w:rPr>
        <w:t>16.25 – 16.3</w:t>
      </w:r>
      <w:r w:rsidR="0089207D" w:rsidRPr="00AB5FFE">
        <w:rPr>
          <w:u w:val="single"/>
        </w:rPr>
        <w:t>0</w:t>
      </w:r>
    </w:p>
    <w:p w:rsidR="00AB5FFE" w:rsidRPr="00AB5FFE" w:rsidRDefault="00AB5FFE" w:rsidP="00A95FB8">
      <w:pPr>
        <w:rPr>
          <w:u w:val="single"/>
        </w:rPr>
      </w:pPr>
    </w:p>
    <w:p w:rsidR="00AB5FFE" w:rsidRPr="00AB5FFE" w:rsidRDefault="00AB5FFE" w:rsidP="00A95FB8">
      <w:r w:rsidRPr="00AB5FFE">
        <w:t>NIKI</w:t>
      </w:r>
    </w:p>
    <w:p w:rsidR="0089207D" w:rsidRDefault="0089207D" w:rsidP="00A95FB8"/>
    <w:p w:rsidR="00D46356" w:rsidRDefault="00D46356" w:rsidP="00A95FB8">
      <w:r>
        <w:t>We weten dat er nadelen verbonden zijn aan het doen van een openklasmoment. We willen hier kort even bij stilstaan, en later komen wij hier nog op terug.</w:t>
      </w:r>
    </w:p>
    <w:p w:rsidR="00304A82" w:rsidRDefault="00304A82" w:rsidP="00304A82">
      <w:pPr>
        <w:pStyle w:val="lijstopsom1"/>
        <w:numPr>
          <w:ilvl w:val="0"/>
          <w:numId w:val="0"/>
        </w:numPr>
        <w:jc w:val="both"/>
      </w:pPr>
    </w:p>
    <w:p w:rsidR="000F404B" w:rsidRPr="00AB5FFE" w:rsidRDefault="000F404B" w:rsidP="00A95FB8">
      <w:r w:rsidRPr="00AB5FFE">
        <w:t>We overlopen de flap</w:t>
      </w:r>
      <w:r w:rsidR="00E363B7">
        <w:rPr>
          <w:rStyle w:val="Voetnootmarkering"/>
        </w:rPr>
        <w:footnoteReference w:id="4"/>
      </w:r>
      <w:r w:rsidRPr="00AB5FFE">
        <w:t xml:space="preserve"> met nadelen in grote groep. </w:t>
      </w:r>
    </w:p>
    <w:p w:rsidR="00A95FB8" w:rsidRDefault="00A95FB8" w:rsidP="00A95FB8">
      <w:pPr>
        <w:pStyle w:val="lijstopsom1"/>
      </w:pPr>
      <w:r>
        <w:t>Gebrek aan ruimte in de klas om ouders te ontvangen</w:t>
      </w:r>
    </w:p>
    <w:p w:rsidR="00A95FB8" w:rsidRDefault="00A95FB8" w:rsidP="00A95FB8">
      <w:pPr>
        <w:pStyle w:val="lijstopsom1"/>
      </w:pPr>
      <w:r>
        <w:t>Kinderen zijn zichzelf niet als de ouders erbij zijn.</w:t>
      </w:r>
    </w:p>
    <w:p w:rsidR="00A95FB8" w:rsidRDefault="00A95FB8" w:rsidP="00A95FB8">
      <w:pPr>
        <w:pStyle w:val="lijstopsom1"/>
      </w:pPr>
      <w:r>
        <w:t>De klassituatie is onvoorspelbaar, je weet niet wat er gaat gebeuren.</w:t>
      </w:r>
    </w:p>
    <w:p w:rsidR="00A95FB8" w:rsidRDefault="00A95FB8" w:rsidP="00A95FB8">
      <w:pPr>
        <w:pStyle w:val="lijstopsom1"/>
      </w:pPr>
      <w:r>
        <w:t>Ouders zien alle gebreken van het klaslokaal</w:t>
      </w:r>
    </w:p>
    <w:p w:rsidR="00A95FB8" w:rsidRDefault="00A95FB8" w:rsidP="00A95FB8">
      <w:pPr>
        <w:pStyle w:val="lijstopsom1"/>
      </w:pPr>
      <w:r>
        <w:t>Ouders geven mij het gevoel dat ze mij komen evalueren</w:t>
      </w:r>
    </w:p>
    <w:p w:rsidR="00A95FB8" w:rsidRDefault="00A95FB8" w:rsidP="00A95FB8">
      <w:pPr>
        <w:pStyle w:val="lijstopsom2"/>
      </w:pPr>
      <w:r>
        <w:t>Mijn manier van lesgeven.</w:t>
      </w:r>
    </w:p>
    <w:p w:rsidR="00A95FB8" w:rsidRDefault="00A95FB8" w:rsidP="00A95FB8">
      <w:pPr>
        <w:pStyle w:val="lijstopsom2"/>
      </w:pPr>
      <w:r>
        <w:t>Mijn manier van omgaan met de kinderen.</w:t>
      </w:r>
    </w:p>
    <w:p w:rsidR="00AD098F" w:rsidRDefault="00A95FB8" w:rsidP="00AD098F">
      <w:pPr>
        <w:pStyle w:val="lijstopsom2"/>
      </w:pPr>
      <w:r>
        <w:t>Het feit dat hun kind niet aan beurt heb laten komen.</w:t>
      </w:r>
    </w:p>
    <w:p w:rsidR="00A95FB8" w:rsidRDefault="00A95FB8" w:rsidP="00A95FB8">
      <w:pPr>
        <w:pStyle w:val="lijstopsom2"/>
      </w:pPr>
      <w:r>
        <w:t>…</w:t>
      </w:r>
    </w:p>
    <w:p w:rsidR="00A95FB8" w:rsidRDefault="00A95FB8" w:rsidP="00A95FB8">
      <w:pPr>
        <w:pStyle w:val="lijstopsom1"/>
      </w:pPr>
      <w:r>
        <w:t>Podiumangst</w:t>
      </w:r>
    </w:p>
    <w:p w:rsidR="00A95FB8" w:rsidRDefault="00A95FB8" w:rsidP="00A95FB8">
      <w:pPr>
        <w:pStyle w:val="lijstopsom1"/>
      </w:pPr>
      <w:r>
        <w:t>Er is niet altijd (veel) opkomst in vergelijking met de inspanningen.</w:t>
      </w:r>
    </w:p>
    <w:p w:rsidR="00A95FB8" w:rsidRDefault="00A95FB8" w:rsidP="00A95FB8">
      <w:pPr>
        <w:pStyle w:val="lijstopsom1"/>
      </w:pPr>
      <w:r>
        <w:t xml:space="preserve">De doelgroep voor wie we dit doen, de mensen die we echt zouden willen </w:t>
      </w:r>
      <w:r w:rsidR="009C1DF5">
        <w:t>zien</w:t>
      </w:r>
      <w:r>
        <w:t xml:space="preserve">, komen niet. </w:t>
      </w:r>
    </w:p>
    <w:p w:rsidR="00357DEC" w:rsidRDefault="00357DEC" w:rsidP="00357DEC">
      <w:pPr>
        <w:pStyle w:val="lijstopsom1"/>
        <w:numPr>
          <w:ilvl w:val="0"/>
          <w:numId w:val="0"/>
        </w:numPr>
      </w:pPr>
    </w:p>
    <w:p w:rsidR="004C788E" w:rsidRDefault="000F404B" w:rsidP="000F404B">
      <w:pPr>
        <w:pStyle w:val="lijstopsom1"/>
        <w:numPr>
          <w:ilvl w:val="0"/>
          <w:numId w:val="0"/>
        </w:numPr>
      </w:pPr>
      <w:r>
        <w:t xml:space="preserve">Daarna wordt </w:t>
      </w:r>
      <w:r w:rsidR="00B64964">
        <w:t>in de grote groep gevraagd</w:t>
      </w:r>
      <w:r w:rsidR="004C788E">
        <w:t xml:space="preserve"> </w:t>
      </w:r>
      <w:r w:rsidR="005F0EFB">
        <w:t xml:space="preserve">of zij zelf nog andere nadelen zien. </w:t>
      </w:r>
      <w:r w:rsidR="00B64964">
        <w:t>We schrijven deze er bij op de flap.</w:t>
      </w:r>
    </w:p>
    <w:p w:rsidR="00B64964" w:rsidRDefault="00B64964" w:rsidP="000F404B">
      <w:pPr>
        <w:pStyle w:val="lijstopsom1"/>
        <w:numPr>
          <w:ilvl w:val="0"/>
          <w:numId w:val="0"/>
        </w:numPr>
      </w:pPr>
    </w:p>
    <w:p w:rsidR="00CE3B11" w:rsidRPr="00CE3B11" w:rsidRDefault="00CE3B11" w:rsidP="00CE3B11">
      <w:pPr>
        <w:pStyle w:val="lijstopsom1"/>
        <w:numPr>
          <w:ilvl w:val="0"/>
          <w:numId w:val="0"/>
        </w:numPr>
        <w:jc w:val="both"/>
        <w:rPr>
          <w:color w:val="337488" w:themeColor="accent4" w:themeShade="80"/>
        </w:rPr>
      </w:pPr>
      <w:r w:rsidRPr="00CE3B11">
        <w:rPr>
          <w:color w:val="337488" w:themeColor="accent4" w:themeShade="80"/>
        </w:rPr>
        <w:t>Tussendoor wordt nog een nadeel aangehaald: ouders zien soms pas dan heel duidelijk hoeveel gekleurde kindjes er in de klas zitten</w:t>
      </w:r>
      <w:r w:rsidR="00FE6F41">
        <w:rPr>
          <w:color w:val="337488" w:themeColor="accent4" w:themeShade="80"/>
        </w:rPr>
        <w:t xml:space="preserve"> (sommige ouders schrikken hier van)</w:t>
      </w:r>
      <w:r w:rsidRPr="00CE3B11">
        <w:rPr>
          <w:color w:val="337488" w:themeColor="accent4" w:themeShade="80"/>
        </w:rPr>
        <w:t xml:space="preserve">. </w:t>
      </w:r>
      <w:r w:rsidR="00FE6F41">
        <w:rPr>
          <w:color w:val="337488" w:themeColor="accent4" w:themeShade="80"/>
        </w:rPr>
        <w:t>Voordeel: a</w:t>
      </w:r>
      <w:r w:rsidR="00855B07">
        <w:rPr>
          <w:color w:val="337488" w:themeColor="accent4" w:themeShade="80"/>
        </w:rPr>
        <w:t xml:space="preserve">ls ook allochtone mama’s of papa’s aanwezig zijn, en de ouders zien dat ook zij hun kind thuis willen ondersteunen, kan dat een stukje helpen. </w:t>
      </w:r>
    </w:p>
    <w:p w:rsidR="00A95FB8" w:rsidRDefault="00A95FB8" w:rsidP="00A95FB8">
      <w:pPr>
        <w:pStyle w:val="kop1nummer"/>
      </w:pPr>
      <w:r>
        <w:t>getuigenis juf nathalie</w:t>
      </w:r>
    </w:p>
    <w:p w:rsidR="00855B07" w:rsidRDefault="00855B07" w:rsidP="00357DEC">
      <w:pPr>
        <w:jc w:val="both"/>
        <w:rPr>
          <w:u w:val="single"/>
        </w:rPr>
      </w:pPr>
      <w:bookmarkStart w:id="0" w:name="_GoBack"/>
      <w:bookmarkEnd w:id="0"/>
    </w:p>
    <w:p w:rsidR="00357DEC" w:rsidRPr="00B86FD2" w:rsidRDefault="004F0895" w:rsidP="00357DEC">
      <w:pPr>
        <w:jc w:val="both"/>
        <w:rPr>
          <w:u w:val="single"/>
        </w:rPr>
      </w:pPr>
      <w:r w:rsidRPr="00B86FD2">
        <w:rPr>
          <w:u w:val="single"/>
        </w:rPr>
        <w:t>16.30 – 16.3</w:t>
      </w:r>
      <w:r w:rsidR="00C1066B" w:rsidRPr="00B86FD2">
        <w:rPr>
          <w:u w:val="single"/>
        </w:rPr>
        <w:t>5</w:t>
      </w:r>
    </w:p>
    <w:p w:rsidR="00C1066B" w:rsidRDefault="00C1066B" w:rsidP="00357DEC">
      <w:pPr>
        <w:jc w:val="both"/>
      </w:pPr>
    </w:p>
    <w:p w:rsidR="00B86FD2" w:rsidRDefault="00B86FD2" w:rsidP="00357DEC">
      <w:pPr>
        <w:jc w:val="both"/>
      </w:pPr>
      <w:r>
        <w:t>NIKI</w:t>
      </w:r>
    </w:p>
    <w:p w:rsidR="00B86FD2" w:rsidRDefault="00B86FD2" w:rsidP="00357DEC">
      <w:pPr>
        <w:jc w:val="both"/>
      </w:pPr>
    </w:p>
    <w:p w:rsidR="00A95FB8" w:rsidRDefault="00A95FB8" w:rsidP="00357DEC">
      <w:pPr>
        <w:jc w:val="both"/>
      </w:pPr>
      <w:r>
        <w:t>Er zijn</w:t>
      </w:r>
      <w:r w:rsidR="00A33ACA">
        <w:t xml:space="preserve"> inderdaad</w:t>
      </w:r>
      <w:r>
        <w:t xml:space="preserve"> verschillende nadelen aan een openklasmoment, maar die wegen niet op tegen de </w:t>
      </w:r>
      <w:r w:rsidR="00A33ACA">
        <w:t xml:space="preserve">voordelen en vooral tegenover de </w:t>
      </w:r>
      <w:r>
        <w:t>meerwaarde ervan!</w:t>
      </w:r>
    </w:p>
    <w:p w:rsidR="00A95FB8" w:rsidRDefault="00A95FB8" w:rsidP="00357DEC">
      <w:pPr>
        <w:jc w:val="both"/>
      </w:pPr>
    </w:p>
    <w:p w:rsidR="00B86FD2" w:rsidRDefault="00B86FD2" w:rsidP="00357DEC">
      <w:pPr>
        <w:jc w:val="both"/>
      </w:pPr>
    </w:p>
    <w:p w:rsidR="00A95FB8" w:rsidRDefault="00A95FB8" w:rsidP="00357DEC">
      <w:pPr>
        <w:jc w:val="both"/>
      </w:pPr>
      <w:r>
        <w:t xml:space="preserve">Juf Nathalie </w:t>
      </w:r>
      <w:r w:rsidR="00996804">
        <w:t xml:space="preserve">en juf Veronique vertellen </w:t>
      </w:r>
      <w:r w:rsidR="00C60B84">
        <w:t xml:space="preserve">over </w:t>
      </w:r>
      <w:r w:rsidR="00996804">
        <w:t>hun</w:t>
      </w:r>
      <w:r w:rsidR="00C60B84">
        <w:t xml:space="preserve"> openklasmoment en </w:t>
      </w:r>
      <w:r>
        <w:t>getuigt over de meerwaarde.</w:t>
      </w:r>
      <w:r w:rsidR="00357DEC">
        <w:t xml:space="preserve"> Aspecten die in haar getuigenis zeker aan bod mogen komen: </w:t>
      </w:r>
    </w:p>
    <w:p w:rsidR="00A95FB8" w:rsidRDefault="00A95FB8" w:rsidP="00357DEC">
      <w:pPr>
        <w:pStyle w:val="lijstopsom1"/>
        <w:jc w:val="both"/>
      </w:pPr>
      <w:r>
        <w:t>Aanbrengen van techniek (bv. leren lezen of de brug over 10) met extra uitleg voor de ouders, of tonen hoe dingen in de klas worden aangebracht (voorbeeld van L4 met planeten).</w:t>
      </w:r>
    </w:p>
    <w:p w:rsidR="00A95FB8" w:rsidRDefault="00A95FB8" w:rsidP="00357DEC">
      <w:pPr>
        <w:pStyle w:val="lijstopsom1"/>
        <w:jc w:val="both"/>
      </w:pPr>
      <w:r>
        <w:t>Ouders ook laten meedoen.</w:t>
      </w:r>
    </w:p>
    <w:p w:rsidR="00A95FB8" w:rsidRDefault="00A95FB8" w:rsidP="00357DEC">
      <w:pPr>
        <w:pStyle w:val="lijstopsom1"/>
        <w:jc w:val="both"/>
      </w:pPr>
      <w:r>
        <w:t>Achteraf blaadje met tips.</w:t>
      </w:r>
    </w:p>
    <w:p w:rsidR="00A95FB8" w:rsidRDefault="00A95FB8" w:rsidP="00357DEC">
      <w:pPr>
        <w:pStyle w:val="lijstopsom1"/>
        <w:jc w:val="both"/>
      </w:pPr>
      <w:r>
        <w:t>Ze ziet het verschil achteraf, en ouders geven dit zelf ook aan.</w:t>
      </w:r>
    </w:p>
    <w:p w:rsidR="00A95FB8" w:rsidRDefault="00A95FB8" w:rsidP="00357DEC">
      <w:pPr>
        <w:pStyle w:val="lijstopsom1"/>
        <w:jc w:val="both"/>
      </w:pPr>
      <w:r>
        <w:t xml:space="preserve">De kinderen vinden het leuk, en de ouders ook. </w:t>
      </w:r>
    </w:p>
    <w:p w:rsidR="00A95FB8" w:rsidRDefault="00A95FB8" w:rsidP="00A95FB8"/>
    <w:p w:rsidR="00A95FB8" w:rsidRDefault="00A95FB8" w:rsidP="00A95FB8">
      <w:pPr>
        <w:pStyle w:val="kop1nummer"/>
      </w:pPr>
      <w:r>
        <w:t>aanpakken van nadelen</w:t>
      </w:r>
    </w:p>
    <w:p w:rsidR="000D45AA" w:rsidRDefault="000D45AA" w:rsidP="00A95FB8"/>
    <w:p w:rsidR="00A95FB8" w:rsidRPr="00D93529" w:rsidRDefault="004F0895" w:rsidP="00A95FB8">
      <w:pPr>
        <w:rPr>
          <w:u w:val="single"/>
        </w:rPr>
      </w:pPr>
      <w:r w:rsidRPr="00D93529">
        <w:rPr>
          <w:u w:val="single"/>
        </w:rPr>
        <w:t>16.35 – 16.4</w:t>
      </w:r>
      <w:r w:rsidR="00F434F8" w:rsidRPr="00D93529">
        <w:rPr>
          <w:u w:val="single"/>
        </w:rPr>
        <w:t>0</w:t>
      </w:r>
    </w:p>
    <w:p w:rsidR="000D45AA" w:rsidRDefault="000D45AA" w:rsidP="00A95FB8"/>
    <w:p w:rsidR="00D93529" w:rsidRDefault="00D93529" w:rsidP="00A95FB8">
      <w:r>
        <w:t>KELLY</w:t>
      </w:r>
    </w:p>
    <w:p w:rsidR="00D93529" w:rsidRDefault="00D93529" w:rsidP="00A95FB8"/>
    <w:p w:rsidR="00A95FB8" w:rsidRPr="00953203" w:rsidRDefault="00953203" w:rsidP="00A95FB8">
      <w:r w:rsidRPr="00953203">
        <w:t xml:space="preserve">We willen enkele van de nadelen </w:t>
      </w:r>
      <w:r w:rsidR="00D93529">
        <w:t>ondervangen</w:t>
      </w:r>
      <w:r w:rsidRPr="00953203">
        <w:t xml:space="preserve"> via:</w:t>
      </w:r>
    </w:p>
    <w:p w:rsidR="00A95FB8" w:rsidRDefault="00A95FB8" w:rsidP="00A95FB8">
      <w:pPr>
        <w:pStyle w:val="lijstopsom1"/>
      </w:pPr>
      <w:r>
        <w:t>Welkomstwoordje</w:t>
      </w:r>
    </w:p>
    <w:p w:rsidR="00A95FB8" w:rsidRDefault="00A95FB8" w:rsidP="00A95FB8">
      <w:pPr>
        <w:pStyle w:val="lijstopsom1"/>
      </w:pPr>
      <w:r>
        <w:t>Afsluitmoment</w:t>
      </w:r>
    </w:p>
    <w:p w:rsidR="00A557BE" w:rsidRDefault="00A557BE" w:rsidP="00A557BE">
      <w:pPr>
        <w:pStyle w:val="lijstopsom1"/>
        <w:numPr>
          <w:ilvl w:val="0"/>
          <w:numId w:val="0"/>
        </w:numPr>
      </w:pPr>
    </w:p>
    <w:p w:rsidR="00D93529" w:rsidRDefault="00D93529" w:rsidP="0003119E">
      <w:pPr>
        <w:jc w:val="both"/>
        <w:rPr>
          <w:rStyle w:val="accentpetroleum"/>
          <w:b w:val="0"/>
          <w:color w:val="auto"/>
        </w:rPr>
      </w:pPr>
      <w:r>
        <w:rPr>
          <w:rStyle w:val="accentpetroleum"/>
          <w:b w:val="0"/>
          <w:color w:val="auto"/>
        </w:rPr>
        <w:t>Dit welkomstwoordje kan door de leerkracht zelf of door de zorg / brugfiguur gedaan worden. De bedoeling is eigenlijk om</w:t>
      </w:r>
    </w:p>
    <w:p w:rsidR="00A557BE" w:rsidRPr="00716419" w:rsidRDefault="00A557BE" w:rsidP="0003119E">
      <w:pPr>
        <w:pStyle w:val="lijstopsom1"/>
        <w:jc w:val="both"/>
        <w:rPr>
          <w:b/>
        </w:rPr>
      </w:pPr>
      <w:r w:rsidRPr="00716419">
        <w:t>Afspraken rond openklasmomenten duidelijk maken aan de ouders</w:t>
      </w:r>
    </w:p>
    <w:p w:rsidR="00A557BE" w:rsidRDefault="00A557BE" w:rsidP="0003119E">
      <w:pPr>
        <w:pStyle w:val="lijstopsom1"/>
        <w:jc w:val="both"/>
      </w:pPr>
      <w:r w:rsidRPr="00716419">
        <w:t>Duiding geven bij openklasmomenten</w:t>
      </w:r>
    </w:p>
    <w:p w:rsidR="00A557BE" w:rsidRDefault="00A557BE" w:rsidP="00A557BE">
      <w:pPr>
        <w:pStyle w:val="lijstopsom1"/>
        <w:numPr>
          <w:ilvl w:val="0"/>
          <w:numId w:val="0"/>
        </w:numPr>
      </w:pPr>
    </w:p>
    <w:p w:rsidR="00A557BE" w:rsidRPr="00A557BE" w:rsidRDefault="00A557BE" w:rsidP="00A557BE">
      <w:pPr>
        <w:pStyle w:val="lijstopsom2"/>
        <w:numPr>
          <w:ilvl w:val="0"/>
          <w:numId w:val="0"/>
        </w:numPr>
        <w:rPr>
          <w:rStyle w:val="accentpetroleum"/>
          <w:b w:val="0"/>
          <w:color w:val="auto"/>
        </w:rPr>
      </w:pPr>
      <w:r w:rsidRPr="00A557BE">
        <w:rPr>
          <w:rStyle w:val="accentpetroleum"/>
          <w:b w:val="0"/>
          <w:color w:val="auto"/>
        </w:rPr>
        <w:t>We vertellen welke inhoud wij zouden voorzien in dit welkomstwoordje</w:t>
      </w:r>
      <w:r w:rsidR="00934E9E">
        <w:rPr>
          <w:rStyle w:val="Voetnootmarkering"/>
        </w:rPr>
        <w:footnoteReference w:id="5"/>
      </w:r>
      <w:r w:rsidRPr="00A557BE">
        <w:rPr>
          <w:rStyle w:val="accentpetroleum"/>
          <w:b w:val="0"/>
          <w:color w:val="auto"/>
        </w:rPr>
        <w:t>:</w:t>
      </w:r>
    </w:p>
    <w:p w:rsidR="00A557BE" w:rsidRPr="00716419" w:rsidRDefault="00A557BE" w:rsidP="00A557BE">
      <w:pPr>
        <w:pStyle w:val="lijstopsom1"/>
        <w:jc w:val="both"/>
        <w:rPr>
          <w:b/>
        </w:rPr>
      </w:pPr>
      <w:r w:rsidRPr="00716419">
        <w:t>Het is niet evident voor leerkrachten om ouders in hun klas uit te nodigen. Wij appreciëren het heel erg dat ze dit willen doen.</w:t>
      </w:r>
    </w:p>
    <w:p w:rsidR="00A557BE" w:rsidRPr="00716419" w:rsidRDefault="00A557BE" w:rsidP="00A557BE">
      <w:pPr>
        <w:pStyle w:val="lijstopsom1"/>
        <w:jc w:val="both"/>
        <w:rPr>
          <w:b/>
        </w:rPr>
      </w:pPr>
      <w:r w:rsidRPr="00716419">
        <w:t>Hou er rekening mee dat elke leerkracht zijn eigen stijl en persoonlijkheid heeft in de klas, en dat ook een meerwaarde is.</w:t>
      </w:r>
    </w:p>
    <w:p w:rsidR="00A557BE" w:rsidRPr="00716419" w:rsidRDefault="00A557BE" w:rsidP="00A557BE">
      <w:pPr>
        <w:pStyle w:val="lijstopsom1"/>
        <w:jc w:val="both"/>
        <w:rPr>
          <w:b/>
        </w:rPr>
      </w:pPr>
      <w:r w:rsidRPr="00716419">
        <w:t>Hou er rekening mee dat kinderen zich anders kunnen gedragen als er ouders bij zijn; kinderen zijn ook onvoorspelbaar.</w:t>
      </w:r>
    </w:p>
    <w:p w:rsidR="00A557BE" w:rsidRDefault="00A557BE" w:rsidP="00A557BE">
      <w:pPr>
        <w:pStyle w:val="lijstopsom1"/>
        <w:jc w:val="both"/>
        <w:rPr>
          <w:b/>
        </w:rPr>
      </w:pPr>
      <w:r w:rsidRPr="00716419">
        <w:t>Geniet van de kans om in de klas te kunnen kijken en meedoen!</w:t>
      </w:r>
    </w:p>
    <w:p w:rsidR="00A557BE" w:rsidRPr="001843E7" w:rsidRDefault="00A557BE" w:rsidP="00A557BE">
      <w:pPr>
        <w:pStyle w:val="lijstopsom1"/>
        <w:jc w:val="both"/>
        <w:rPr>
          <w:b/>
        </w:rPr>
      </w:pPr>
      <w:r w:rsidRPr="001843E7">
        <w:t>Als je kind aandacht van jou als ouder vraagt, ga er dan niet op in. Hij/zij is in de klas nu.</w:t>
      </w:r>
    </w:p>
    <w:p w:rsidR="00A557BE" w:rsidRPr="001843E7" w:rsidRDefault="00A557BE" w:rsidP="00A557BE">
      <w:pPr>
        <w:pStyle w:val="lijstopsom1"/>
        <w:jc w:val="both"/>
      </w:pPr>
      <w:r w:rsidRPr="001843E7">
        <w:t xml:space="preserve">Vragen om niet te filmen, foto’s te nemen, </w:t>
      </w:r>
      <w:r w:rsidRPr="00716419">
        <w:t xml:space="preserve">… omwille van privacy. </w:t>
      </w:r>
    </w:p>
    <w:p w:rsidR="00A557BE" w:rsidRPr="001843E7" w:rsidRDefault="00A557BE" w:rsidP="00A557BE">
      <w:pPr>
        <w:pStyle w:val="lijstopsom1"/>
        <w:jc w:val="both"/>
      </w:pPr>
      <w:r w:rsidRPr="00716419">
        <w:t xml:space="preserve">Als er nog vragen zijn kunnen die tijdens het afsluitende moment gesteld worden. Wie daar niet kan bij zijn, kan altijd </w:t>
      </w:r>
      <w:r w:rsidR="00934E9E">
        <w:t>bij de leerkracht terecht</w:t>
      </w:r>
      <w:r w:rsidRPr="00716419">
        <w:t xml:space="preserve"> voor vragen!</w:t>
      </w:r>
    </w:p>
    <w:p w:rsidR="00A557BE" w:rsidRDefault="00A557BE" w:rsidP="00A557BE">
      <w:pPr>
        <w:pStyle w:val="lijstopsom1"/>
        <w:numPr>
          <w:ilvl w:val="0"/>
          <w:numId w:val="0"/>
        </w:numPr>
        <w:ind w:left="340" w:hanging="170"/>
      </w:pPr>
    </w:p>
    <w:p w:rsidR="00A557BE" w:rsidRDefault="00A557BE" w:rsidP="00B72CCB">
      <w:pPr>
        <w:pStyle w:val="lijstopsom1"/>
        <w:numPr>
          <w:ilvl w:val="0"/>
          <w:numId w:val="0"/>
        </w:numPr>
        <w:jc w:val="both"/>
        <w:rPr>
          <w:rStyle w:val="accentpetroleum"/>
          <w:b w:val="0"/>
          <w:color w:val="auto"/>
        </w:rPr>
      </w:pPr>
      <w:r w:rsidRPr="00516A1E">
        <w:rPr>
          <w:rStyle w:val="accentpetroleum"/>
          <w:b w:val="0"/>
          <w:color w:val="auto"/>
        </w:rPr>
        <w:t>We vragen aan de leerkrachten of zij nog aanvullingen hebben? Wat moe</w:t>
      </w:r>
      <w:r w:rsidR="002545D0" w:rsidRPr="00516A1E">
        <w:rPr>
          <w:rStyle w:val="accentpetroleum"/>
          <w:b w:val="0"/>
          <w:color w:val="auto"/>
        </w:rPr>
        <w:t>t er zeker in dit welkomstwoord voor hen?</w:t>
      </w:r>
    </w:p>
    <w:p w:rsidR="0011498F" w:rsidRPr="0011498F" w:rsidRDefault="0011498F" w:rsidP="0003119E">
      <w:pPr>
        <w:pStyle w:val="lijstopsom1"/>
        <w:jc w:val="both"/>
        <w:rPr>
          <w:rStyle w:val="accentpetroleum"/>
          <w:b w:val="0"/>
          <w:color w:val="auto"/>
        </w:rPr>
      </w:pPr>
      <w:r>
        <w:rPr>
          <w:rStyle w:val="accentpetroleum"/>
          <w:b w:val="0"/>
          <w:color w:val="337488" w:themeColor="accent4" w:themeShade="80"/>
        </w:rPr>
        <w:t>Dat de ouders zelf ook stil moeten zijn</w:t>
      </w:r>
    </w:p>
    <w:p w:rsidR="0011498F" w:rsidRPr="0011498F" w:rsidRDefault="0011498F" w:rsidP="0003119E">
      <w:pPr>
        <w:pStyle w:val="lijstopsom1"/>
        <w:jc w:val="both"/>
        <w:rPr>
          <w:rStyle w:val="accentpetroleum"/>
          <w:b w:val="0"/>
          <w:color w:val="auto"/>
        </w:rPr>
      </w:pPr>
      <w:r>
        <w:rPr>
          <w:rStyle w:val="accentpetroleum"/>
          <w:b w:val="0"/>
          <w:color w:val="337488" w:themeColor="accent4" w:themeShade="80"/>
        </w:rPr>
        <w:t>Dat het niet de bedoeling is van tijdens het lesmoment hun kind te helpen, tenzij dit expliciet gevraagd wordt door de juf.</w:t>
      </w:r>
    </w:p>
    <w:p w:rsidR="0011498F" w:rsidRPr="0011498F" w:rsidRDefault="0011498F" w:rsidP="0003119E">
      <w:pPr>
        <w:pStyle w:val="lijstopsom1"/>
        <w:jc w:val="both"/>
        <w:rPr>
          <w:rStyle w:val="accentpetroleum"/>
          <w:b w:val="0"/>
          <w:color w:val="auto"/>
        </w:rPr>
      </w:pPr>
      <w:r>
        <w:rPr>
          <w:rStyle w:val="accentpetroleum"/>
          <w:b w:val="0"/>
          <w:color w:val="337488" w:themeColor="accent4" w:themeShade="80"/>
        </w:rPr>
        <w:lastRenderedPageBreak/>
        <w:t>Baby’s in de klas leiden af – eventueel vragen om even naar buiten te gaan als de baby weent (baby’s niet toelaten maakt de kans een pak kleiner dat mama’s komen …).</w:t>
      </w:r>
    </w:p>
    <w:p w:rsidR="0011498F" w:rsidRPr="00516A1E" w:rsidRDefault="0011498F" w:rsidP="0003119E">
      <w:pPr>
        <w:pStyle w:val="lijstopsom1"/>
        <w:jc w:val="both"/>
        <w:rPr>
          <w:rStyle w:val="accentpetroleum"/>
          <w:b w:val="0"/>
          <w:color w:val="auto"/>
        </w:rPr>
      </w:pPr>
      <w:r>
        <w:rPr>
          <w:rStyle w:val="accentpetroleum"/>
          <w:b w:val="0"/>
          <w:color w:val="337488" w:themeColor="accent4" w:themeShade="80"/>
        </w:rPr>
        <w:t>GSM stilzetten</w:t>
      </w:r>
      <w:r w:rsidR="0027583B">
        <w:rPr>
          <w:rStyle w:val="accentpetroleum"/>
          <w:b w:val="0"/>
          <w:color w:val="337488" w:themeColor="accent4" w:themeShade="80"/>
        </w:rPr>
        <w:t>.</w:t>
      </w:r>
    </w:p>
    <w:p w:rsidR="008B02CA" w:rsidRDefault="008B02CA" w:rsidP="008B02CA"/>
    <w:p w:rsidR="00A54AB9" w:rsidRDefault="00A54AB9" w:rsidP="008B02CA">
      <w:pPr>
        <w:rPr>
          <w:rStyle w:val="accentpetroleum"/>
          <w:b w:val="0"/>
          <w:color w:val="auto"/>
        </w:rPr>
      </w:pPr>
      <w:r>
        <w:t>Tijdens het afsluitmoment moeten er steeds drie dingen gebeuren:</w:t>
      </w:r>
    </w:p>
    <w:p w:rsidR="008B02CA" w:rsidRPr="00225E1C" w:rsidRDefault="008B02CA" w:rsidP="008B02CA">
      <w:pPr>
        <w:pStyle w:val="lijstopsom1"/>
        <w:rPr>
          <w:rStyle w:val="accentpetroleum"/>
          <w:b w:val="0"/>
          <w:color w:val="auto"/>
        </w:rPr>
      </w:pPr>
      <w:r w:rsidRPr="00225E1C">
        <w:rPr>
          <w:rStyle w:val="accentpetroleum"/>
          <w:b w:val="0"/>
          <w:color w:val="auto"/>
        </w:rPr>
        <w:t>Duiden waarom dit belangrijk was om te tonen.</w:t>
      </w:r>
    </w:p>
    <w:p w:rsidR="008B02CA" w:rsidRPr="00225E1C" w:rsidRDefault="008B02CA" w:rsidP="00C024B1">
      <w:pPr>
        <w:pStyle w:val="lijstopsom1"/>
        <w:jc w:val="both"/>
        <w:rPr>
          <w:rStyle w:val="accentpetroleum"/>
          <w:b w:val="0"/>
          <w:color w:val="auto"/>
        </w:rPr>
      </w:pPr>
      <w:r w:rsidRPr="00225E1C">
        <w:rPr>
          <w:rStyle w:val="accentpetroleum"/>
          <w:b w:val="0"/>
          <w:color w:val="auto"/>
        </w:rPr>
        <w:t>Ouders achteraf de kans geven om vragen te stellen over de inhoud.</w:t>
      </w:r>
    </w:p>
    <w:p w:rsidR="008B02CA" w:rsidRPr="00225E1C" w:rsidRDefault="00A54AB9" w:rsidP="00C024B1">
      <w:pPr>
        <w:pStyle w:val="lijstopsom1"/>
        <w:jc w:val="both"/>
        <w:rPr>
          <w:rStyle w:val="accentpetroleum"/>
          <w:b w:val="0"/>
          <w:color w:val="auto"/>
        </w:rPr>
      </w:pPr>
      <w:r>
        <w:rPr>
          <w:rStyle w:val="accentpetroleum"/>
          <w:b w:val="0"/>
          <w:color w:val="auto"/>
        </w:rPr>
        <w:t>Aftoetsen bij de ouders hoe ze het openklasmoment hebben ervaren</w:t>
      </w:r>
      <w:r w:rsidR="00336BAA">
        <w:rPr>
          <w:rStyle w:val="accentpetroleum"/>
          <w:b w:val="0"/>
          <w:color w:val="auto"/>
        </w:rPr>
        <w:t>,</w:t>
      </w:r>
      <w:r w:rsidR="00B71E7A">
        <w:rPr>
          <w:rStyle w:val="accentpetroleum"/>
          <w:b w:val="0"/>
          <w:color w:val="auto"/>
        </w:rPr>
        <w:t xml:space="preserve"> met positieve insteek</w:t>
      </w:r>
      <w:r>
        <w:rPr>
          <w:rStyle w:val="accentpetroleum"/>
          <w:b w:val="0"/>
          <w:color w:val="auto"/>
        </w:rPr>
        <w:t>. Katrijn of Niki delen het evaluatiebriefje voor de ouders rond</w:t>
      </w:r>
      <w:r>
        <w:rPr>
          <w:rStyle w:val="Voetnootmarkering"/>
        </w:rPr>
        <w:footnoteReference w:id="6"/>
      </w:r>
      <w:r>
        <w:rPr>
          <w:rStyle w:val="accentpetroleum"/>
          <w:b w:val="0"/>
          <w:color w:val="auto"/>
        </w:rPr>
        <w:t>.</w:t>
      </w:r>
      <w:r w:rsidR="00B71E7A">
        <w:rPr>
          <w:rStyle w:val="accentpetroleum"/>
          <w:b w:val="0"/>
          <w:color w:val="auto"/>
        </w:rPr>
        <w:t xml:space="preserve"> </w:t>
      </w:r>
      <w:r w:rsidR="00C024B1">
        <w:rPr>
          <w:rStyle w:val="accentpetroleum"/>
          <w:b w:val="0"/>
          <w:color w:val="auto"/>
        </w:rPr>
        <w:t xml:space="preserve">Dit hoeven de leerkrachten niet zelf te doen als ze niet willen. </w:t>
      </w:r>
    </w:p>
    <w:p w:rsidR="008B02CA" w:rsidRPr="00225E1C" w:rsidRDefault="008B02CA" w:rsidP="008B02CA">
      <w:pPr>
        <w:pStyle w:val="lijstopsom2"/>
        <w:rPr>
          <w:rStyle w:val="accentpetroleum"/>
          <w:b w:val="0"/>
          <w:color w:val="auto"/>
        </w:rPr>
      </w:pPr>
      <w:r w:rsidRPr="00225E1C">
        <w:rPr>
          <w:rStyle w:val="accentpetroleum"/>
          <w:b w:val="0"/>
          <w:color w:val="auto"/>
        </w:rPr>
        <w:t>Waarom vond je het leuk / interessant vandaag?</w:t>
      </w:r>
    </w:p>
    <w:p w:rsidR="008B02CA" w:rsidRPr="00225E1C" w:rsidRDefault="008B02CA" w:rsidP="008B02CA">
      <w:pPr>
        <w:pStyle w:val="lijstopsom3"/>
        <w:rPr>
          <w:rStyle w:val="accentpetroleum"/>
          <w:b w:val="0"/>
          <w:color w:val="auto"/>
        </w:rPr>
      </w:pPr>
      <w:r w:rsidRPr="00225E1C">
        <w:rPr>
          <w:rStyle w:val="accentpetroleum"/>
          <w:b w:val="0"/>
          <w:color w:val="auto"/>
        </w:rPr>
        <w:t>Ik heb iets bijgeleerd.</w:t>
      </w:r>
    </w:p>
    <w:p w:rsidR="008B02CA" w:rsidRPr="00225E1C" w:rsidRDefault="008B02CA" w:rsidP="008B02CA">
      <w:pPr>
        <w:pStyle w:val="lijstopsom3"/>
        <w:rPr>
          <w:rStyle w:val="accentpetroleum"/>
          <w:b w:val="0"/>
          <w:color w:val="auto"/>
        </w:rPr>
      </w:pPr>
      <w:r w:rsidRPr="00225E1C">
        <w:rPr>
          <w:rStyle w:val="accentpetroleum"/>
          <w:b w:val="0"/>
          <w:color w:val="auto"/>
        </w:rPr>
        <w:t>Ik heb mijn eigen kind in de klas kunnen bezig zien.</w:t>
      </w:r>
    </w:p>
    <w:p w:rsidR="008B02CA" w:rsidRDefault="008B02CA" w:rsidP="008B02CA">
      <w:pPr>
        <w:pStyle w:val="lijstopsom3"/>
        <w:rPr>
          <w:rStyle w:val="accentpetroleum"/>
          <w:b w:val="0"/>
          <w:color w:val="auto"/>
        </w:rPr>
      </w:pPr>
      <w:r w:rsidRPr="00225E1C">
        <w:rPr>
          <w:rStyle w:val="accentpetroleum"/>
          <w:b w:val="0"/>
          <w:color w:val="auto"/>
        </w:rPr>
        <w:t xml:space="preserve">Ik heb de leerkracht beter leren kennen. </w:t>
      </w:r>
    </w:p>
    <w:p w:rsidR="002B3AB4" w:rsidRDefault="002B3AB4" w:rsidP="00F434F8">
      <w:pPr>
        <w:pStyle w:val="lijstopsom1"/>
        <w:numPr>
          <w:ilvl w:val="0"/>
          <w:numId w:val="0"/>
        </w:numPr>
        <w:rPr>
          <w:rStyle w:val="accentpetroleum"/>
          <w:b w:val="0"/>
          <w:color w:val="auto"/>
        </w:rPr>
      </w:pPr>
    </w:p>
    <w:p w:rsidR="00BD6659" w:rsidRDefault="00BD6659" w:rsidP="00BD6659">
      <w:pPr>
        <w:pStyle w:val="lijstopsom1"/>
        <w:numPr>
          <w:ilvl w:val="0"/>
          <w:numId w:val="0"/>
        </w:numPr>
        <w:jc w:val="both"/>
        <w:rPr>
          <w:rStyle w:val="accentpetroleum"/>
          <w:b w:val="0"/>
          <w:color w:val="auto"/>
        </w:rPr>
      </w:pPr>
      <w:r>
        <w:rPr>
          <w:rStyle w:val="accentpetroleum"/>
          <w:b w:val="0"/>
          <w:color w:val="auto"/>
        </w:rPr>
        <w:t xml:space="preserve">We vermelden dat we dit briefje mondeling toelichten voor de anderstalige ouders, of hulp vragen aan andere ouders die aanwezig zijn die kunnen tolken. </w:t>
      </w:r>
    </w:p>
    <w:p w:rsidR="003C3F65" w:rsidRDefault="003C3F65" w:rsidP="00F434F8">
      <w:pPr>
        <w:pStyle w:val="lijstopsom1"/>
        <w:numPr>
          <w:ilvl w:val="0"/>
          <w:numId w:val="0"/>
        </w:numPr>
        <w:jc w:val="both"/>
        <w:rPr>
          <w:rStyle w:val="accentpetroleum"/>
          <w:b w:val="0"/>
          <w:color w:val="auto"/>
        </w:rPr>
      </w:pPr>
    </w:p>
    <w:p w:rsidR="00F434F8" w:rsidRPr="006F3BDA" w:rsidRDefault="00F434F8" w:rsidP="00F434F8">
      <w:pPr>
        <w:pStyle w:val="lijstopsom1"/>
        <w:numPr>
          <w:ilvl w:val="0"/>
          <w:numId w:val="0"/>
        </w:numPr>
        <w:jc w:val="both"/>
        <w:rPr>
          <w:rStyle w:val="accentpetroleum"/>
          <w:b w:val="0"/>
          <w:color w:val="auto"/>
        </w:rPr>
      </w:pPr>
      <w:r w:rsidRPr="006F3BDA">
        <w:rPr>
          <w:rStyle w:val="accentpetroleum"/>
          <w:b w:val="0"/>
          <w:color w:val="auto"/>
        </w:rPr>
        <w:t>We vragen aan de leerkrachten of zij nog aanvullingen of suggesties hebben voor het afsluitmoment.</w:t>
      </w:r>
    </w:p>
    <w:p w:rsidR="0003119E" w:rsidRPr="00225E1C" w:rsidRDefault="0003119E" w:rsidP="0003119E">
      <w:pPr>
        <w:pStyle w:val="lijstopsom3"/>
        <w:rPr>
          <w:rStyle w:val="accentpetroleum"/>
          <w:b w:val="0"/>
          <w:color w:val="auto"/>
        </w:rPr>
      </w:pPr>
      <w:r>
        <w:rPr>
          <w:rStyle w:val="accentpetroleum"/>
          <w:b w:val="0"/>
          <w:color w:val="337488" w:themeColor="accent4" w:themeShade="80"/>
        </w:rPr>
        <w:t xml:space="preserve">Leeg vakje toevoegen op het evaluatieblaadje. </w:t>
      </w:r>
    </w:p>
    <w:p w:rsidR="00F434F8" w:rsidRPr="00336BAA" w:rsidRDefault="00F434F8" w:rsidP="00F434F8">
      <w:pPr>
        <w:pStyle w:val="lijstopsom1"/>
        <w:numPr>
          <w:ilvl w:val="0"/>
          <w:numId w:val="0"/>
        </w:numPr>
        <w:rPr>
          <w:rStyle w:val="accentpetroleum"/>
          <w:b w:val="0"/>
          <w:color w:val="auto"/>
        </w:rPr>
      </w:pPr>
    </w:p>
    <w:p w:rsidR="00491E0B" w:rsidRDefault="00DD4952" w:rsidP="00716419">
      <w:pPr>
        <w:pStyle w:val="kop1nummer"/>
        <w:rPr>
          <w:rStyle w:val="accentpetroleum"/>
          <w:b/>
          <w:color w:val="8B2039" w:themeColor="text2"/>
        </w:rPr>
      </w:pPr>
      <w:r>
        <w:rPr>
          <w:rStyle w:val="accentpetroleum"/>
          <w:b/>
          <w:color w:val="8B2039" w:themeColor="text2"/>
        </w:rPr>
        <w:t>STAPPENPLAN</w:t>
      </w:r>
      <w:r w:rsidR="00B26E68">
        <w:rPr>
          <w:rStyle w:val="accentpetroleum"/>
          <w:b/>
          <w:color w:val="8B2039" w:themeColor="text2"/>
        </w:rPr>
        <w:t xml:space="preserve"> en ondersteuning</w:t>
      </w:r>
      <w:r w:rsidR="006F1CA7">
        <w:rPr>
          <w:rStyle w:val="accentpetroleum"/>
          <w:b/>
          <w:color w:val="8B2039" w:themeColor="text2"/>
        </w:rPr>
        <w:t xml:space="preserve"> openklasmoment</w:t>
      </w:r>
    </w:p>
    <w:p w:rsidR="00647899" w:rsidRDefault="00647899" w:rsidP="00647899"/>
    <w:p w:rsidR="00F434F8" w:rsidRPr="00FF502A" w:rsidRDefault="004F0895" w:rsidP="00647899">
      <w:pPr>
        <w:rPr>
          <w:color w:val="000000" w:themeColor="text1"/>
          <w:u w:val="single"/>
        </w:rPr>
      </w:pPr>
      <w:r w:rsidRPr="00FF502A">
        <w:rPr>
          <w:color w:val="000000" w:themeColor="text1"/>
          <w:u w:val="single"/>
        </w:rPr>
        <w:t>16.4</w:t>
      </w:r>
      <w:r w:rsidR="005459C5">
        <w:rPr>
          <w:color w:val="000000" w:themeColor="text1"/>
          <w:u w:val="single"/>
        </w:rPr>
        <w:t>0 – 16.50</w:t>
      </w:r>
    </w:p>
    <w:p w:rsidR="004D2C5C" w:rsidRPr="00FF502A" w:rsidRDefault="004D2C5C" w:rsidP="00647899">
      <w:pPr>
        <w:rPr>
          <w:color w:val="000000" w:themeColor="text1"/>
          <w:u w:val="single"/>
        </w:rPr>
      </w:pPr>
    </w:p>
    <w:p w:rsidR="004D2C5C" w:rsidRPr="00FF502A" w:rsidRDefault="004D2C5C" w:rsidP="00647899">
      <w:pPr>
        <w:rPr>
          <w:color w:val="000000" w:themeColor="text1"/>
        </w:rPr>
      </w:pPr>
      <w:r w:rsidRPr="00FF502A">
        <w:rPr>
          <w:color w:val="000000" w:themeColor="text1"/>
        </w:rPr>
        <w:t>KELLY</w:t>
      </w:r>
    </w:p>
    <w:p w:rsidR="00F434F8" w:rsidRPr="00FF502A" w:rsidRDefault="00F434F8" w:rsidP="00647899">
      <w:pPr>
        <w:rPr>
          <w:color w:val="000000" w:themeColor="text1"/>
        </w:rPr>
      </w:pPr>
    </w:p>
    <w:p w:rsidR="004D2C5C" w:rsidRPr="00B26E68" w:rsidRDefault="004D2C5C" w:rsidP="00B26E68">
      <w:pPr>
        <w:jc w:val="both"/>
        <w:rPr>
          <w:color w:val="000000" w:themeColor="text1"/>
        </w:rPr>
      </w:pPr>
      <w:r w:rsidRPr="00FF502A">
        <w:rPr>
          <w:color w:val="000000" w:themeColor="text1"/>
        </w:rPr>
        <w:t>We hebben een stappenplan opgemaakt m.b.t. het organiseren van een openklasmoment</w:t>
      </w:r>
      <w:r w:rsidR="00B26E68">
        <w:rPr>
          <w:rStyle w:val="Voetnootmarkering"/>
        </w:rPr>
        <w:footnoteReference w:id="7"/>
      </w:r>
      <w:r w:rsidRPr="00FF502A">
        <w:rPr>
          <w:color w:val="000000" w:themeColor="text1"/>
        </w:rPr>
        <w:t>. Bij sommige stappen zijn er keuzemogelijkheden, naar gelang wat de leerkracht zelf wil.</w:t>
      </w:r>
      <w:r w:rsidR="00FF502A" w:rsidRPr="00FF502A">
        <w:rPr>
          <w:color w:val="000000" w:themeColor="text1"/>
        </w:rPr>
        <w:t xml:space="preserve"> Wij voorzien </w:t>
      </w:r>
      <w:r w:rsidR="003B378A">
        <w:rPr>
          <w:color w:val="000000" w:themeColor="text1"/>
        </w:rPr>
        <w:t>ondersteuning. De leerkracht kiest zelf in welke mate hij</w:t>
      </w:r>
      <w:r w:rsidR="00FF502A" w:rsidRPr="00FF502A">
        <w:rPr>
          <w:color w:val="000000" w:themeColor="text1"/>
        </w:rPr>
        <w:t xml:space="preserve"> ondersteuni</w:t>
      </w:r>
      <w:r w:rsidR="003B378A">
        <w:rPr>
          <w:color w:val="000000" w:themeColor="text1"/>
        </w:rPr>
        <w:t xml:space="preserve">ng vraagt, maar de afspraak is </w:t>
      </w:r>
      <w:r w:rsidR="00FF502A" w:rsidRPr="00FF502A">
        <w:rPr>
          <w:color w:val="000000" w:themeColor="text1"/>
        </w:rPr>
        <w:t xml:space="preserve"> dat de datum voor het openklasmoment 1 maand op voorhand wordt vastgelegd.</w:t>
      </w:r>
    </w:p>
    <w:p w:rsidR="00B26E68" w:rsidRDefault="00B26E68" w:rsidP="00B26E68">
      <w:pPr>
        <w:jc w:val="both"/>
        <w:rPr>
          <w:color w:val="92D050"/>
        </w:rPr>
      </w:pPr>
    </w:p>
    <w:p w:rsidR="006832F1" w:rsidRPr="00162DCA" w:rsidRDefault="006832F1" w:rsidP="00B26E68">
      <w:pPr>
        <w:jc w:val="both"/>
        <w:rPr>
          <w:color w:val="000000" w:themeColor="text1"/>
        </w:rPr>
      </w:pPr>
      <w:r w:rsidRPr="00162DCA">
        <w:rPr>
          <w:color w:val="000000" w:themeColor="text1"/>
        </w:rPr>
        <w:t>Extra woordje uitleg:</w:t>
      </w:r>
    </w:p>
    <w:p w:rsidR="006832F1" w:rsidRPr="00162DCA" w:rsidRDefault="006832F1" w:rsidP="00B26E68">
      <w:pPr>
        <w:jc w:val="both"/>
        <w:rPr>
          <w:color w:val="000000" w:themeColor="text1"/>
        </w:rPr>
      </w:pPr>
      <w:r w:rsidRPr="00162DCA">
        <w:rPr>
          <w:color w:val="000000" w:themeColor="text1"/>
        </w:rPr>
        <w:t>Stap 1: document Kelly</w:t>
      </w:r>
      <w:r w:rsidRPr="00162DCA">
        <w:rPr>
          <w:rStyle w:val="Voetnootmarkering"/>
          <w:color w:val="000000" w:themeColor="text1"/>
        </w:rPr>
        <w:footnoteReference w:id="8"/>
      </w:r>
      <w:r w:rsidRPr="00162DCA">
        <w:rPr>
          <w:color w:val="000000" w:themeColor="text1"/>
        </w:rPr>
        <w:t xml:space="preserve"> + uitdelen. </w:t>
      </w:r>
    </w:p>
    <w:p w:rsidR="00BD6B70" w:rsidRDefault="00162DCA" w:rsidP="00C830D9">
      <w:pPr>
        <w:jc w:val="both"/>
        <w:rPr>
          <w:color w:val="000000" w:themeColor="text1"/>
        </w:rPr>
      </w:pPr>
      <w:r w:rsidRPr="00162DCA">
        <w:rPr>
          <w:color w:val="000000" w:themeColor="text1"/>
        </w:rPr>
        <w:t>Stap 3: Kelly moet op de hoogte zijn van de insch</w:t>
      </w:r>
      <w:r w:rsidR="00C32A45">
        <w:rPr>
          <w:color w:val="000000" w:themeColor="text1"/>
        </w:rPr>
        <w:t>rijvingsstrookjes die terugkome</w:t>
      </w:r>
      <w:r w:rsidRPr="00162DCA">
        <w:rPr>
          <w:color w:val="000000" w:themeColor="text1"/>
        </w:rPr>
        <w:t>n.</w:t>
      </w:r>
    </w:p>
    <w:p w:rsidR="00C830D9" w:rsidRPr="00C830D9" w:rsidRDefault="00C830D9" w:rsidP="00C830D9">
      <w:pPr>
        <w:jc w:val="both"/>
        <w:rPr>
          <w:color w:val="000000" w:themeColor="text1"/>
        </w:rPr>
      </w:pPr>
    </w:p>
    <w:p w:rsidR="00C00CCB" w:rsidRDefault="00C00CCB" w:rsidP="00C00CCB">
      <w:pPr>
        <w:pStyle w:val="kop1nummer"/>
      </w:pPr>
      <w:r>
        <w:t>evaluatie</w:t>
      </w:r>
    </w:p>
    <w:p w:rsidR="005D3996" w:rsidRDefault="005D3996" w:rsidP="005D3996">
      <w:pPr>
        <w:jc w:val="both"/>
      </w:pPr>
    </w:p>
    <w:p w:rsidR="0020256C" w:rsidRPr="00AB309A" w:rsidRDefault="0020256C" w:rsidP="005D3996">
      <w:pPr>
        <w:jc w:val="both"/>
        <w:rPr>
          <w:color w:val="000000" w:themeColor="text1"/>
          <w:u w:val="single"/>
        </w:rPr>
      </w:pPr>
      <w:r w:rsidRPr="00AB309A">
        <w:rPr>
          <w:color w:val="000000" w:themeColor="text1"/>
          <w:u w:val="single"/>
        </w:rPr>
        <w:t>16.55 – 17.00</w:t>
      </w:r>
    </w:p>
    <w:p w:rsidR="004F0895" w:rsidRDefault="004F0895" w:rsidP="005D3996">
      <w:pPr>
        <w:jc w:val="both"/>
      </w:pPr>
    </w:p>
    <w:p w:rsidR="00AB309A" w:rsidRDefault="00AB309A" w:rsidP="005D3996">
      <w:pPr>
        <w:jc w:val="both"/>
      </w:pPr>
      <w:r>
        <w:t>NIKI</w:t>
      </w:r>
    </w:p>
    <w:p w:rsidR="00AB309A" w:rsidRPr="005D3996" w:rsidRDefault="00AB309A" w:rsidP="005D3996">
      <w:pPr>
        <w:jc w:val="both"/>
      </w:pPr>
    </w:p>
    <w:p w:rsidR="005D3996" w:rsidRPr="005D3996" w:rsidRDefault="005D3996" w:rsidP="005D3996">
      <w:pPr>
        <w:jc w:val="both"/>
      </w:pPr>
      <w:r w:rsidRPr="005D3996">
        <w:t>Evaluatie</w:t>
      </w:r>
      <w:r w:rsidR="00C32A45">
        <w:rPr>
          <w:rStyle w:val="Voetnootmarkering"/>
        </w:rPr>
        <w:footnoteReference w:id="9"/>
      </w:r>
      <w:r w:rsidRPr="005D3996">
        <w:t>: hebben de mensen van het team hier iets aan gehad?</w:t>
      </w:r>
    </w:p>
    <w:p w:rsidR="005D3996" w:rsidRDefault="005D3996" w:rsidP="005D3996">
      <w:pPr>
        <w:jc w:val="both"/>
      </w:pPr>
    </w:p>
    <w:p w:rsidR="00C830D9" w:rsidRPr="00C830D9" w:rsidRDefault="00C830D9" w:rsidP="005D3996">
      <w:pPr>
        <w:jc w:val="both"/>
        <w:rPr>
          <w:color w:val="337488" w:themeColor="accent4" w:themeShade="80"/>
        </w:rPr>
      </w:pPr>
      <w:r w:rsidRPr="00C830D9">
        <w:rPr>
          <w:color w:val="337488" w:themeColor="accent4" w:themeShade="80"/>
        </w:rPr>
        <w:t>Niki ontving 20 ingevulde evaluatiebriefjes.</w:t>
      </w:r>
    </w:p>
    <w:p w:rsidR="00C830D9" w:rsidRDefault="00C830D9" w:rsidP="005D3996">
      <w:pPr>
        <w:jc w:val="both"/>
      </w:pPr>
    </w:p>
    <w:p w:rsidR="00101848" w:rsidRPr="00AB309A" w:rsidRDefault="00101848" w:rsidP="00101848">
      <w:pPr>
        <w:pStyle w:val="lijstopsom2"/>
        <w:rPr>
          <w:rStyle w:val="accentpetroleum"/>
          <w:b w:val="0"/>
          <w:color w:val="000000" w:themeColor="text1"/>
        </w:rPr>
      </w:pPr>
      <w:r w:rsidRPr="00AB309A">
        <w:rPr>
          <w:rStyle w:val="accentpetroleum"/>
          <w:b w:val="0"/>
          <w:color w:val="000000" w:themeColor="text1"/>
        </w:rPr>
        <w:t>Waarom vond je het interessant vandaag?</w:t>
      </w:r>
    </w:p>
    <w:p w:rsidR="00101848" w:rsidRPr="00AB309A" w:rsidRDefault="00101848" w:rsidP="00101848">
      <w:pPr>
        <w:pStyle w:val="lijstopsom2"/>
        <w:numPr>
          <w:ilvl w:val="0"/>
          <w:numId w:val="0"/>
        </w:numPr>
        <w:ind w:left="340"/>
        <w:rPr>
          <w:rStyle w:val="accentpetroleum"/>
          <w:b w:val="0"/>
          <w:color w:val="000000" w:themeColor="text1"/>
        </w:rPr>
      </w:pPr>
      <w:r w:rsidRPr="00AB309A">
        <w:rPr>
          <w:rStyle w:val="accentpetroleum"/>
          <w:b w:val="0"/>
          <w:color w:val="000000" w:themeColor="text1"/>
        </w:rPr>
        <w:sym w:font="Wingdings" w:char="F06F"/>
      </w:r>
      <w:r w:rsidR="00C830D9">
        <w:rPr>
          <w:rStyle w:val="accentpetroleum"/>
          <w:b w:val="0"/>
          <w:color w:val="000000" w:themeColor="text1"/>
        </w:rPr>
        <w:t xml:space="preserve">  Ik heb iets bijgeleerd </w:t>
      </w:r>
      <w:r w:rsidR="00C830D9" w:rsidRPr="00C830D9">
        <w:rPr>
          <w:rStyle w:val="accentpetroleum"/>
          <w:b w:val="0"/>
          <w:color w:val="337488" w:themeColor="accent4" w:themeShade="80"/>
        </w:rPr>
        <w:t xml:space="preserve">– 9 mensen. </w:t>
      </w:r>
    </w:p>
    <w:p w:rsidR="00101848" w:rsidRPr="00C830D9" w:rsidRDefault="00101848" w:rsidP="00101848">
      <w:pPr>
        <w:pStyle w:val="lijstopsom2"/>
        <w:numPr>
          <w:ilvl w:val="0"/>
          <w:numId w:val="0"/>
        </w:numPr>
        <w:ind w:left="340"/>
        <w:rPr>
          <w:rStyle w:val="accentpetroleum"/>
          <w:b w:val="0"/>
          <w:color w:val="337488" w:themeColor="accent4" w:themeShade="80"/>
        </w:rPr>
      </w:pPr>
      <w:r w:rsidRPr="00AB309A">
        <w:rPr>
          <w:rStyle w:val="accentpetroleum"/>
          <w:b w:val="0"/>
          <w:color w:val="000000" w:themeColor="text1"/>
        </w:rPr>
        <w:sym w:font="Wingdings" w:char="F06F"/>
      </w:r>
      <w:r w:rsidRPr="00AB309A">
        <w:rPr>
          <w:rStyle w:val="accentpetroleum"/>
          <w:b w:val="0"/>
          <w:color w:val="000000" w:themeColor="text1"/>
        </w:rPr>
        <w:t xml:space="preserve">  Ik zie een</w:t>
      </w:r>
      <w:r w:rsidR="00C830D9">
        <w:rPr>
          <w:rStyle w:val="accentpetroleum"/>
          <w:b w:val="0"/>
          <w:color w:val="000000" w:themeColor="text1"/>
        </w:rPr>
        <w:t xml:space="preserve"> openklasmoment nu beter zitten </w:t>
      </w:r>
      <w:r w:rsidR="00C830D9" w:rsidRPr="00C830D9">
        <w:rPr>
          <w:rStyle w:val="accentpetroleum"/>
          <w:b w:val="0"/>
          <w:color w:val="337488" w:themeColor="accent4" w:themeShade="80"/>
        </w:rPr>
        <w:t>– 3 mensen</w:t>
      </w:r>
    </w:p>
    <w:p w:rsidR="00101848" w:rsidRPr="00C830D9" w:rsidRDefault="00101848" w:rsidP="00101848">
      <w:pPr>
        <w:pStyle w:val="lijstopsom2"/>
        <w:numPr>
          <w:ilvl w:val="0"/>
          <w:numId w:val="0"/>
        </w:numPr>
        <w:ind w:left="340"/>
        <w:rPr>
          <w:rStyle w:val="accentpetroleum"/>
          <w:b w:val="0"/>
          <w:color w:val="337488" w:themeColor="accent4" w:themeShade="80"/>
        </w:rPr>
      </w:pPr>
      <w:r w:rsidRPr="00AB309A">
        <w:rPr>
          <w:rStyle w:val="accentpetroleum"/>
          <w:b w:val="0"/>
          <w:color w:val="000000" w:themeColor="text1"/>
        </w:rPr>
        <w:sym w:font="Wingdings" w:char="F06F"/>
      </w:r>
      <w:r w:rsidR="005E1A60" w:rsidRPr="00AB309A">
        <w:rPr>
          <w:rStyle w:val="accentpetroleum"/>
          <w:b w:val="0"/>
          <w:color w:val="000000" w:themeColor="text1"/>
        </w:rPr>
        <w:t xml:space="preserve"> </w:t>
      </w:r>
      <w:r w:rsidR="00F642F2" w:rsidRPr="00AB309A">
        <w:rPr>
          <w:rStyle w:val="accentpetroleum"/>
          <w:b w:val="0"/>
          <w:color w:val="000000" w:themeColor="text1"/>
        </w:rPr>
        <w:t xml:space="preserve"> </w:t>
      </w:r>
      <w:r w:rsidR="005E1A60" w:rsidRPr="00AB309A">
        <w:rPr>
          <w:rStyle w:val="accentpetroleum"/>
          <w:b w:val="0"/>
          <w:color w:val="000000" w:themeColor="text1"/>
        </w:rPr>
        <w:t xml:space="preserve">Ik ben tevreden dat er ook aandacht is voor de nadelen van een </w:t>
      </w:r>
      <w:r w:rsidR="00C830D9">
        <w:rPr>
          <w:rStyle w:val="accentpetroleum"/>
          <w:b w:val="0"/>
          <w:color w:val="000000" w:themeColor="text1"/>
        </w:rPr>
        <w:t xml:space="preserve">openklasmoment </w:t>
      </w:r>
      <w:r w:rsidR="00C830D9" w:rsidRPr="00C830D9">
        <w:rPr>
          <w:rStyle w:val="accentpetroleum"/>
          <w:b w:val="0"/>
          <w:color w:val="337488" w:themeColor="accent4" w:themeShade="80"/>
        </w:rPr>
        <w:t>– 14 mensen.</w:t>
      </w:r>
    </w:p>
    <w:p w:rsidR="00C830D9" w:rsidRPr="00C830D9" w:rsidRDefault="00C830D9" w:rsidP="00101848">
      <w:pPr>
        <w:pStyle w:val="lijstopsom2"/>
        <w:numPr>
          <w:ilvl w:val="0"/>
          <w:numId w:val="0"/>
        </w:numPr>
        <w:ind w:left="340"/>
        <w:rPr>
          <w:rStyle w:val="accentpetroleum"/>
          <w:b w:val="0"/>
          <w:color w:val="337488" w:themeColor="accent4" w:themeShade="80"/>
        </w:rPr>
      </w:pPr>
      <w:r w:rsidRPr="00C830D9">
        <w:rPr>
          <w:rStyle w:val="accentpetroleum"/>
          <w:b w:val="0"/>
          <w:color w:val="337488" w:themeColor="accent4" w:themeShade="80"/>
        </w:rPr>
        <w:t xml:space="preserve">Extra opmerking: Juist niet echt meer </w:t>
      </w:r>
      <w:r w:rsidRPr="00C830D9">
        <w:rPr>
          <w:rStyle w:val="accentpetroleum"/>
          <w:b w:val="0"/>
          <w:color w:val="337488" w:themeColor="accent4" w:themeShade="80"/>
        </w:rPr>
        <w:sym w:font="Wingdings" w:char="F0E0"/>
      </w:r>
      <w:r w:rsidRPr="00C830D9">
        <w:rPr>
          <w:rStyle w:val="accentpetroleum"/>
          <w:b w:val="0"/>
          <w:color w:val="337488" w:themeColor="accent4" w:themeShade="80"/>
        </w:rPr>
        <w:t xml:space="preserve"> </w:t>
      </w:r>
      <w:proofErr w:type="spellStart"/>
      <w:r w:rsidRPr="00C830D9">
        <w:rPr>
          <w:rStyle w:val="accentpetroleum"/>
          <w:b w:val="0"/>
          <w:color w:val="337488" w:themeColor="accent4" w:themeShade="80"/>
        </w:rPr>
        <w:t>infoblad</w:t>
      </w:r>
      <w:proofErr w:type="spellEnd"/>
      <w:r w:rsidRPr="00C830D9">
        <w:rPr>
          <w:rStyle w:val="accentpetroleum"/>
          <w:b w:val="0"/>
          <w:color w:val="337488" w:themeColor="accent4" w:themeShade="80"/>
        </w:rPr>
        <w:t xml:space="preserve"> voor de </w:t>
      </w:r>
      <w:proofErr w:type="spellStart"/>
      <w:r w:rsidRPr="00C830D9">
        <w:rPr>
          <w:rStyle w:val="accentpetroleum"/>
          <w:b w:val="0"/>
          <w:color w:val="337488" w:themeColor="accent4" w:themeShade="80"/>
        </w:rPr>
        <w:t>Roma’s</w:t>
      </w:r>
      <w:proofErr w:type="spellEnd"/>
      <w:r w:rsidRPr="00C830D9">
        <w:rPr>
          <w:rStyle w:val="accentpetroleum"/>
          <w:b w:val="0"/>
          <w:color w:val="337488" w:themeColor="accent4" w:themeShade="80"/>
        </w:rPr>
        <w:t>???</w:t>
      </w:r>
    </w:p>
    <w:p w:rsidR="00C830D9" w:rsidRDefault="005E1A60" w:rsidP="00F642F2">
      <w:pPr>
        <w:pStyle w:val="lijstopsom2"/>
        <w:numPr>
          <w:ilvl w:val="0"/>
          <w:numId w:val="0"/>
        </w:numPr>
        <w:ind w:left="340"/>
        <w:rPr>
          <w:rStyle w:val="accentpetroleum"/>
          <w:b w:val="0"/>
          <w:color w:val="000000" w:themeColor="text1"/>
        </w:rPr>
      </w:pPr>
      <w:r w:rsidRPr="00AB309A">
        <w:rPr>
          <w:rStyle w:val="accentpetroleum"/>
          <w:b w:val="0"/>
          <w:color w:val="000000" w:themeColor="text1"/>
        </w:rPr>
        <w:sym w:font="Wingdings" w:char="F06F"/>
      </w:r>
      <w:r w:rsidRPr="00AB309A">
        <w:rPr>
          <w:rStyle w:val="accentpetroleum"/>
          <w:b w:val="0"/>
          <w:color w:val="000000" w:themeColor="text1"/>
        </w:rPr>
        <w:t xml:space="preserve"> </w:t>
      </w:r>
      <w:r w:rsidR="00C830D9">
        <w:rPr>
          <w:rStyle w:val="accentpetroleum"/>
          <w:b w:val="0"/>
          <w:color w:val="000000" w:themeColor="text1"/>
        </w:rPr>
        <w:t xml:space="preserve"> Ik voel mij gesteund – 11 mensen</w:t>
      </w:r>
    </w:p>
    <w:p w:rsidR="00F642F2" w:rsidRPr="00C830D9" w:rsidRDefault="00C830D9" w:rsidP="00C830D9">
      <w:pPr>
        <w:pStyle w:val="lijstopsom2"/>
        <w:numPr>
          <w:ilvl w:val="0"/>
          <w:numId w:val="0"/>
        </w:numPr>
        <w:ind w:left="522" w:hanging="182"/>
        <w:rPr>
          <w:rStyle w:val="accentpetroleum"/>
          <w:b w:val="0"/>
          <w:color w:val="337488" w:themeColor="accent4" w:themeShade="80"/>
        </w:rPr>
      </w:pPr>
      <w:r w:rsidRPr="00C830D9">
        <w:rPr>
          <w:rStyle w:val="accentpetroleum"/>
          <w:b w:val="0"/>
          <w:color w:val="337488" w:themeColor="accent4" w:themeShade="80"/>
        </w:rPr>
        <w:t xml:space="preserve">Extra opmerking: wij zijn </w:t>
      </w:r>
      <w:proofErr w:type="spellStart"/>
      <w:r w:rsidRPr="00C830D9">
        <w:rPr>
          <w:rStyle w:val="accentpetroleum"/>
          <w:b w:val="0"/>
          <w:color w:val="337488" w:themeColor="accent4" w:themeShade="80"/>
        </w:rPr>
        <w:t>goe</w:t>
      </w:r>
      <w:proofErr w:type="spellEnd"/>
      <w:r w:rsidRPr="00C830D9">
        <w:rPr>
          <w:rStyle w:val="accentpetroleum"/>
          <w:b w:val="0"/>
          <w:color w:val="337488" w:themeColor="accent4" w:themeShade="80"/>
        </w:rPr>
        <w:t xml:space="preserve"> bezig!</w:t>
      </w:r>
    </w:p>
    <w:p w:rsidR="00C830D9" w:rsidRPr="00C830D9" w:rsidRDefault="00C830D9" w:rsidP="00C830D9">
      <w:pPr>
        <w:pStyle w:val="lijstopsom2"/>
        <w:numPr>
          <w:ilvl w:val="0"/>
          <w:numId w:val="0"/>
        </w:numPr>
        <w:ind w:left="522" w:hanging="182"/>
        <w:rPr>
          <w:rStyle w:val="accentpetroleum"/>
          <w:b w:val="0"/>
          <w:color w:val="337488" w:themeColor="accent4" w:themeShade="80"/>
        </w:rPr>
      </w:pPr>
      <w:r w:rsidRPr="00C830D9">
        <w:rPr>
          <w:rStyle w:val="accentpetroleum"/>
          <w:b w:val="0"/>
          <w:color w:val="337488" w:themeColor="accent4" w:themeShade="80"/>
        </w:rPr>
        <w:t>Extra opmerking: Super vlot gebracht! Aangenaam om naar te luisteren!</w:t>
      </w:r>
    </w:p>
    <w:p w:rsidR="00101848" w:rsidRPr="00101848" w:rsidRDefault="00101848" w:rsidP="005D3996">
      <w:pPr>
        <w:jc w:val="both"/>
        <w:rPr>
          <w:color w:val="92D050"/>
        </w:rPr>
      </w:pPr>
    </w:p>
    <w:p w:rsidR="00D412C1" w:rsidRPr="005D3996" w:rsidRDefault="00D412C1" w:rsidP="00182B53">
      <w:pPr>
        <w:pStyle w:val="lijstopsom1"/>
        <w:numPr>
          <w:ilvl w:val="0"/>
          <w:numId w:val="0"/>
        </w:numPr>
      </w:pPr>
    </w:p>
    <w:sdt>
      <w:sdtPr>
        <w:rPr>
          <w:b/>
        </w:rPr>
        <w:alias w:val="auteur_naam"/>
        <w:tag w:val="auteur_naam"/>
        <w:id w:val="11427610"/>
        <w:placeholder>
          <w:docPart w:val="15F42810B4B24783B88357C74F4D9AD2"/>
        </w:placeholder>
      </w:sdtPr>
      <w:sdtEndPr/>
      <w:sdtContent>
        <w:p w:rsidR="00D75E1C" w:rsidRPr="00F413DE" w:rsidRDefault="00F413DE" w:rsidP="00D75E1C">
          <w:pPr>
            <w:pStyle w:val="signatuurpersoon"/>
            <w:rPr>
              <w:b/>
            </w:rPr>
          </w:pPr>
          <w:r w:rsidRPr="00F413DE">
            <w:rPr>
              <w:b/>
            </w:rPr>
            <w:t>N</w:t>
          </w:r>
          <w:r>
            <w:rPr>
              <w:b/>
            </w:rPr>
            <w:t>iki De Bosschere</w:t>
          </w:r>
        </w:p>
      </w:sdtContent>
    </w:sdt>
    <w:sdt>
      <w:sdtPr>
        <w:alias w:val="auteur_e-mail"/>
        <w:tag w:val="auteur_e-mail"/>
        <w:id w:val="11427615"/>
        <w:placeholder>
          <w:docPart w:val="22FEFDF5522541C5BFB79E52952FEE7B"/>
        </w:placeholder>
      </w:sdtPr>
      <w:sdtEndPr/>
      <w:sdtContent>
        <w:p w:rsidR="00D75E1C" w:rsidRPr="00F413DE" w:rsidRDefault="00605DF3" w:rsidP="00D75E1C">
          <w:pPr>
            <w:pStyle w:val="signatuurpersoon"/>
          </w:pPr>
          <w:r w:rsidRPr="00F413DE">
            <w:t>N</w:t>
          </w:r>
          <w:r w:rsidR="00F413DE">
            <w:t>iki.de.bosschere</w:t>
          </w:r>
          <w:r w:rsidRPr="00F413DE">
            <w:t>@samenlevingsopbouw.be</w:t>
          </w:r>
        </w:p>
      </w:sdtContent>
    </w:sdt>
    <w:p w:rsidR="00764B7B" w:rsidRPr="00D75E1C" w:rsidRDefault="00764B7B" w:rsidP="00D75E1C">
      <w:pPr>
        <w:pStyle w:val="signatuurpersoon"/>
      </w:pPr>
      <w:r w:rsidRPr="00D75E1C">
        <w:rPr>
          <w:b/>
        </w:rPr>
        <w:t>T</w:t>
      </w:r>
      <w:r w:rsidRPr="00D75E1C">
        <w:t xml:space="preserve">  </w:t>
      </w:r>
      <w:sdt>
        <w:sdtPr>
          <w:alias w:val="auteur_telefoon"/>
          <w:tag w:val="auteur_telefoon"/>
          <w:id w:val="11427618"/>
          <w:placeholder>
            <w:docPart w:val="622E646A36C44F2394477CCBCDF901A1"/>
          </w:placeholder>
        </w:sdtPr>
        <w:sdtEndPr/>
        <w:sdtContent>
          <w:r w:rsidR="00605DF3">
            <w:t>03 777 12 14</w:t>
          </w:r>
        </w:sdtContent>
      </w:sdt>
      <w:r w:rsidRPr="00D75E1C">
        <w:t xml:space="preserve">  </w:t>
      </w:r>
      <w:r w:rsidRPr="00D75E1C">
        <w:rPr>
          <w:b/>
        </w:rPr>
        <w:t>|</w:t>
      </w:r>
      <w:r w:rsidRPr="00D75E1C">
        <w:t xml:space="preserve">  M  </w:t>
      </w:r>
      <w:sdt>
        <w:sdtPr>
          <w:alias w:val="auteur_mobilofoon"/>
          <w:tag w:val="auteur_mobilofoon"/>
          <w:id w:val="11427621"/>
          <w:placeholder>
            <w:docPart w:val="4298112AF8D14A87BCA9890BBC0F2ED9"/>
          </w:placeholder>
        </w:sdtPr>
        <w:sdtEndPr/>
        <w:sdtContent>
          <w:r w:rsidR="00F413DE">
            <w:t>0491 344 118</w:t>
          </w:r>
        </w:sdtContent>
      </w:sdt>
    </w:p>
    <w:p w:rsidR="00764B7B" w:rsidRDefault="00764B7B" w:rsidP="00764B7B"/>
    <w:sdt>
      <w:sdtPr>
        <w:rPr>
          <w:b/>
        </w:rPr>
        <w:alias w:val="instituut_naam"/>
        <w:tag w:val="instituut_naam"/>
        <w:id w:val="11427708"/>
        <w:placeholder>
          <w:docPart w:val="80AD3EA5EDE5411596771A851D572CA9"/>
        </w:placeholder>
      </w:sdtPr>
      <w:sdtEndPr/>
      <w:sdtContent>
        <w:p w:rsidR="00764B7B" w:rsidRPr="00DD5EE5" w:rsidRDefault="00764B7B" w:rsidP="00DD5EE5">
          <w:pPr>
            <w:pStyle w:val="signatuurinstituut"/>
            <w:rPr>
              <w:b/>
            </w:rPr>
          </w:pPr>
          <w:r w:rsidRPr="00DD5EE5">
            <w:rPr>
              <w:b/>
            </w:rPr>
            <w:t xml:space="preserve">Samenlevingsopbouw </w:t>
          </w:r>
          <w:r w:rsidR="00942513">
            <w:rPr>
              <w:b/>
            </w:rPr>
            <w:t>Oost-</w:t>
          </w:r>
          <w:r w:rsidRPr="00DD5EE5">
            <w:rPr>
              <w:b/>
            </w:rPr>
            <w:t>Vlaanderen</w:t>
          </w:r>
          <w:r w:rsidR="00445201" w:rsidRPr="00DD5EE5">
            <w:rPr>
              <w:b/>
            </w:rPr>
            <w:t xml:space="preserve"> vzw</w:t>
          </w:r>
        </w:p>
      </w:sdtContent>
    </w:sdt>
    <w:p w:rsidR="00764B7B" w:rsidRPr="006F259B" w:rsidRDefault="00FE6F41" w:rsidP="006F259B">
      <w:pPr>
        <w:pStyle w:val="signatuurinstituut"/>
      </w:pPr>
      <w:sdt>
        <w:sdtPr>
          <w:alias w:val="instituut_straat+huisnummer"/>
          <w:tag w:val="instituut_straat+huisnummer"/>
          <w:id w:val="11427709"/>
          <w:placeholder>
            <w:docPart w:val="80AD3EA5EDE5411596771A851D572CA9"/>
          </w:placeholder>
        </w:sdtPr>
        <w:sdtEndPr/>
        <w:sdtContent>
          <w:r w:rsidR="00942513">
            <w:t>Sint-</w:t>
          </w:r>
          <w:proofErr w:type="spellStart"/>
          <w:r w:rsidR="00942513">
            <w:t>Jacobsnieuwstraat</w:t>
          </w:r>
          <w:proofErr w:type="spellEnd"/>
          <w:r w:rsidR="00942513">
            <w:t xml:space="preserve"> 50</w:t>
          </w:r>
        </w:sdtContent>
      </w:sdt>
      <w:r w:rsidR="00764B7B" w:rsidRPr="006F259B">
        <w:t xml:space="preserve"> | </w:t>
      </w:r>
      <w:sdt>
        <w:sdtPr>
          <w:alias w:val="instituut_postcode+gemeente"/>
          <w:tag w:val="instituut_postcode+gemeente"/>
          <w:id w:val="11427710"/>
          <w:placeholder>
            <w:docPart w:val="80AD3EA5EDE5411596771A851D572CA9"/>
          </w:placeholder>
        </w:sdtPr>
        <w:sdtEndPr/>
        <w:sdtContent>
          <w:r w:rsidR="00942513">
            <w:t>9000 Gent</w:t>
          </w:r>
        </w:sdtContent>
      </w:sdt>
    </w:p>
    <w:p w:rsidR="00764B7B" w:rsidRPr="00F413DE" w:rsidRDefault="00764B7B" w:rsidP="006F259B">
      <w:pPr>
        <w:pStyle w:val="signatuurinstituut"/>
      </w:pPr>
      <w:r w:rsidRPr="00F413DE">
        <w:rPr>
          <w:b/>
        </w:rPr>
        <w:t>T</w:t>
      </w:r>
      <w:r w:rsidRPr="00F413DE">
        <w:t xml:space="preserve">  </w:t>
      </w:r>
      <w:sdt>
        <w:sdtPr>
          <w:alias w:val="instituut_telefoon"/>
          <w:tag w:val="instituut_telefoon"/>
          <w:id w:val="11427689"/>
          <w:placeholder>
            <w:docPart w:val="80AD3EA5EDE5411596771A851D572CA9"/>
          </w:placeholder>
        </w:sdtPr>
        <w:sdtEndPr/>
        <w:sdtContent>
          <w:r w:rsidR="00942513" w:rsidRPr="00F413DE">
            <w:t>09 265 84 70</w:t>
          </w:r>
        </w:sdtContent>
      </w:sdt>
      <w:r w:rsidRPr="00F413DE">
        <w:t xml:space="preserve">  |  </w:t>
      </w:r>
      <w:r w:rsidRPr="00F413DE">
        <w:rPr>
          <w:b/>
        </w:rPr>
        <w:t>F</w:t>
      </w:r>
      <w:r w:rsidRPr="00F413DE">
        <w:t xml:space="preserve">  </w:t>
      </w:r>
      <w:sdt>
        <w:sdtPr>
          <w:alias w:val="instituut_fax"/>
          <w:tag w:val="instituut_fax"/>
          <w:id w:val="11427690"/>
          <w:placeholder>
            <w:docPart w:val="80AD3EA5EDE5411596771A851D572CA9"/>
          </w:placeholder>
        </w:sdtPr>
        <w:sdtEndPr/>
        <w:sdtContent>
          <w:r w:rsidR="00942513" w:rsidRPr="00F413DE">
            <w:t>09 265 84 79</w:t>
          </w:r>
        </w:sdtContent>
      </w:sdt>
    </w:p>
    <w:sdt>
      <w:sdtPr>
        <w:alias w:val="instituut_e-mailadres"/>
        <w:tag w:val="instituut_e-mailadres"/>
        <w:id w:val="11427691"/>
        <w:placeholder>
          <w:docPart w:val="80AD3EA5EDE5411596771A851D572CA9"/>
        </w:placeholder>
      </w:sdtPr>
      <w:sdtEndPr/>
      <w:sdtContent>
        <w:p w:rsidR="00764B7B" w:rsidRPr="00F413DE" w:rsidRDefault="00FE6F41" w:rsidP="00942513">
          <w:pPr>
            <w:pStyle w:val="signatuurinstituut"/>
          </w:pPr>
          <w:hyperlink r:id="rId14" w:history="1">
            <w:r w:rsidR="00942513" w:rsidRPr="00F413DE">
              <w:rPr>
                <w:rStyle w:val="Hyperlink"/>
                <w:color w:val="8B2039" w:themeColor="text2"/>
                <w:u w:val="none"/>
              </w:rPr>
              <w:t>www.samenlevingsopbouw.be/oost-vlaanderen</w:t>
            </w:r>
          </w:hyperlink>
          <w:r w:rsidR="00942513" w:rsidRPr="00F413DE">
            <w:t xml:space="preserve"> </w:t>
          </w:r>
        </w:p>
      </w:sdtContent>
    </w:sdt>
    <w:p w:rsidR="00764B7B" w:rsidRPr="00F413DE" w:rsidRDefault="00764B7B" w:rsidP="00764B7B"/>
    <w:sdt>
      <w:sdtPr>
        <w:rPr>
          <w:b/>
        </w:rPr>
        <w:alias w:val="werkadres_naam"/>
        <w:tag w:val="werkadres_naam"/>
        <w:id w:val="11427773"/>
        <w:placeholder>
          <w:docPart w:val="497819ADE51C4A6CB4B165B6ED08E90B"/>
        </w:placeholder>
      </w:sdtPr>
      <w:sdtEndPr/>
      <w:sdtContent>
        <w:p w:rsidR="003E5295" w:rsidRPr="003E5295" w:rsidRDefault="00D265EA" w:rsidP="003E5295">
          <w:pPr>
            <w:pStyle w:val="signatuurwerkadres"/>
            <w:rPr>
              <w:b/>
            </w:rPr>
          </w:pPr>
          <w:r>
            <w:rPr>
              <w:b/>
            </w:rPr>
            <w:t>Afdeling Sint-Niklaas</w:t>
          </w:r>
        </w:p>
      </w:sdtContent>
    </w:sdt>
    <w:p w:rsidR="00764B7B" w:rsidRPr="003E5295" w:rsidRDefault="00FE6F41" w:rsidP="003E5295">
      <w:pPr>
        <w:pStyle w:val="signatuurwerkadres"/>
      </w:pPr>
      <w:sdt>
        <w:sdtPr>
          <w:alias w:val="werkadres_straat+huisnummer"/>
          <w:tag w:val="werkadres_straat+huisnummer"/>
          <w:id w:val="11427774"/>
          <w:placeholder>
            <w:docPart w:val="EB02E824DFC24A549070F2D02AAD492F"/>
          </w:placeholder>
        </w:sdtPr>
        <w:sdtEndPr/>
        <w:sdtContent>
          <w:r w:rsidR="00D265EA">
            <w:t>Knaptandstraat 44</w:t>
          </w:r>
        </w:sdtContent>
      </w:sdt>
      <w:r w:rsidR="00764B7B" w:rsidRPr="003E5295">
        <w:t xml:space="preserve"> | </w:t>
      </w:r>
      <w:sdt>
        <w:sdtPr>
          <w:alias w:val="werkadres_postcode+gemeente"/>
          <w:tag w:val="werkadres_postcode+gemeente"/>
          <w:id w:val="11427775"/>
          <w:placeholder>
            <w:docPart w:val="994B0220ACF244AA915C7B9BCD47D289"/>
          </w:placeholder>
        </w:sdtPr>
        <w:sdtEndPr/>
        <w:sdtContent>
          <w:r w:rsidR="00D265EA">
            <w:t>9100 Sint-Niklaas</w:t>
          </w:r>
        </w:sdtContent>
      </w:sdt>
      <w:r w:rsidR="00764B7B" w:rsidRPr="003E5295">
        <w:t xml:space="preserve"> </w:t>
      </w:r>
    </w:p>
    <w:p w:rsidR="003A2D7C" w:rsidRPr="006F259B" w:rsidRDefault="00764B7B" w:rsidP="003F1F73">
      <w:pPr>
        <w:pStyle w:val="signatuurwerkadres"/>
      </w:pPr>
      <w:r w:rsidRPr="003E5295">
        <w:rPr>
          <w:b/>
        </w:rPr>
        <w:t>T</w:t>
      </w:r>
      <w:r w:rsidRPr="003E5295">
        <w:t xml:space="preserve">  </w:t>
      </w:r>
      <w:sdt>
        <w:sdtPr>
          <w:alias w:val="werkadres_telefoon"/>
          <w:tag w:val="werkadres_telefoon"/>
          <w:id w:val="11427776"/>
          <w:placeholder>
            <w:docPart w:val="B98A766236474BC79358A9D0FB2EF93A"/>
          </w:placeholder>
        </w:sdtPr>
        <w:sdtEndPr/>
        <w:sdtContent>
          <w:r w:rsidR="00D265EA">
            <w:t>03 777 12 14</w:t>
          </w:r>
        </w:sdtContent>
      </w:sdt>
      <w:r w:rsidRPr="003E5295">
        <w:t xml:space="preserve">  |  </w:t>
      </w:r>
      <w:r w:rsidRPr="003E5295">
        <w:rPr>
          <w:b/>
        </w:rPr>
        <w:t>F</w:t>
      </w:r>
      <w:r w:rsidRPr="003E5295">
        <w:t xml:space="preserve">  </w:t>
      </w:r>
      <w:sdt>
        <w:sdtPr>
          <w:alias w:val="werkadres_fax"/>
          <w:tag w:val="werkadres_fax"/>
          <w:id w:val="11427777"/>
          <w:placeholder>
            <w:docPart w:val="74D877B60D8942F5842751AEB9D3CCBB"/>
          </w:placeholder>
        </w:sdtPr>
        <w:sdtEndPr/>
        <w:sdtContent>
          <w:r w:rsidR="00D265EA">
            <w:t>03 777 12 14</w:t>
          </w:r>
        </w:sdtContent>
      </w:sdt>
    </w:p>
    <w:sectPr w:rsidR="003A2D7C" w:rsidRPr="006F259B" w:rsidSect="00B26E68">
      <w:headerReference w:type="default" r:id="rId15"/>
      <w:type w:val="continuous"/>
      <w:pgSz w:w="11906" w:h="16838" w:code="9"/>
      <w:pgMar w:top="426" w:right="1871" w:bottom="1588" w:left="1871" w:header="709" w:footer="8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28A" w:rsidRDefault="004A528A" w:rsidP="0098171A">
      <w:pPr>
        <w:spacing w:line="240" w:lineRule="auto"/>
      </w:pPr>
      <w:r>
        <w:separator/>
      </w:r>
    </w:p>
  </w:endnote>
  <w:endnote w:type="continuationSeparator" w:id="0">
    <w:p w:rsidR="004A528A" w:rsidRDefault="004A528A" w:rsidP="009817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LT Std 55">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28A" w:rsidRPr="003841A3" w:rsidRDefault="00FE6F41" w:rsidP="008028E4">
    <w:pPr>
      <w:pStyle w:val="Voettekst"/>
      <w:rPr>
        <w:rStyle w:val="voettekstdatum"/>
      </w:rPr>
    </w:pPr>
    <w:sdt>
      <w:sdtPr>
        <w:rPr>
          <w:rStyle w:val="VoettekstChar"/>
        </w:rPr>
        <w:alias w:val="titel_voettekst"/>
        <w:tag w:val="titel_voettekst"/>
        <w:id w:val="11427520"/>
        <w:lock w:val="sdtLocked"/>
        <w:placeholder>
          <w:docPart w:val="22FEFDF5522541C5BFB79E52952FEE7B"/>
        </w:placeholder>
        <w:dataBinding w:xpath="/root[1]/titel[1]" w:storeItemID="{F19125C0-07EC-4B24-A92A-408E61F2C014}"/>
        <w:text/>
      </w:sdtPr>
      <w:sdtEndPr>
        <w:rPr>
          <w:rStyle w:val="Standaardalinea-lettertype"/>
          <w:b/>
        </w:rPr>
      </w:sdtEndPr>
      <w:sdtContent>
        <w:r w:rsidR="004A528A">
          <w:rPr>
            <w:rStyle w:val="VoettekstChar"/>
          </w:rPr>
          <w:t>Personeelsvergadering H. Hart</w:t>
        </w:r>
      </w:sdtContent>
    </w:sdt>
    <w:r w:rsidR="004A528A">
      <w:rPr>
        <w:noProof/>
        <w:lang w:eastAsia="nl-BE"/>
      </w:rPr>
      <mc:AlternateContent>
        <mc:Choice Requires="wps">
          <w:drawing>
            <wp:anchor distT="0" distB="0" distL="114300" distR="114300" simplePos="0" relativeHeight="251660288" behindDoc="0" locked="1" layoutInCell="1" allowOverlap="1">
              <wp:simplePos x="0" y="0"/>
              <wp:positionH relativeFrom="margin">
                <wp:align>right</wp:align>
              </wp:positionH>
              <wp:positionV relativeFrom="paragraph">
                <wp:posOffset>-5715</wp:posOffset>
              </wp:positionV>
              <wp:extent cx="170180" cy="153670"/>
              <wp:effectExtent l="0" t="0" r="1270" b="1778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8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Style w:val="Paginanummer"/>
                            </w:rPr>
                            <w:id w:val="11427427"/>
                            <w:docPartObj>
                              <w:docPartGallery w:val="Page Numbers (Top of Page)"/>
                              <w:docPartUnique/>
                            </w:docPartObj>
                          </w:sdtPr>
                          <w:sdtEndPr>
                            <w:rPr>
                              <w:rStyle w:val="Paginanummer"/>
                            </w:rPr>
                          </w:sdtEndPr>
                          <w:sdtContent>
                            <w:p w:rsidR="004A528A" w:rsidRPr="001D59AA" w:rsidRDefault="004A528A" w:rsidP="00F85EA2">
                              <w:pPr>
                                <w:jc w:val="right"/>
                                <w:rPr>
                                  <w:rStyle w:val="Paginanummer"/>
                                </w:rPr>
                              </w:pPr>
                              <w:r w:rsidRPr="001D59AA">
                                <w:rPr>
                                  <w:rStyle w:val="Paginanummer"/>
                                </w:rPr>
                                <w:fldChar w:fldCharType="begin"/>
                              </w:r>
                              <w:r w:rsidRPr="001D59AA">
                                <w:rPr>
                                  <w:rStyle w:val="Paginanummer"/>
                                </w:rPr>
                                <w:instrText xml:space="preserve"> PAGE </w:instrText>
                              </w:r>
                              <w:r w:rsidRPr="001D59AA">
                                <w:rPr>
                                  <w:rStyle w:val="Paginanummer"/>
                                </w:rPr>
                                <w:fldChar w:fldCharType="separate"/>
                              </w:r>
                              <w:r w:rsidR="00FE6F41">
                                <w:rPr>
                                  <w:rStyle w:val="Paginanummer"/>
                                </w:rPr>
                                <w:t>5</w:t>
                              </w:r>
                              <w:r w:rsidRPr="001D59AA">
                                <w:rPr>
                                  <w:rStyle w:val="Paginanummer"/>
                                </w:rPr>
                                <w:fldChar w:fldCharType="end"/>
                              </w:r>
                              <w:r w:rsidRPr="001D59AA">
                                <w:rPr>
                                  <w:rStyle w:val="Paginanummer"/>
                                </w:rPr>
                                <w:t>|</w:t>
                              </w:r>
                              <w:r w:rsidRPr="001D59AA">
                                <w:rPr>
                                  <w:rStyle w:val="Paginanummer"/>
                                </w:rPr>
                                <w:fldChar w:fldCharType="begin"/>
                              </w:r>
                              <w:r w:rsidRPr="001D59AA">
                                <w:rPr>
                                  <w:rStyle w:val="Paginanummer"/>
                                </w:rPr>
                                <w:instrText xml:space="preserve"> NUMPAGES  </w:instrText>
                              </w:r>
                              <w:r w:rsidRPr="001D59AA">
                                <w:rPr>
                                  <w:rStyle w:val="Paginanummer"/>
                                </w:rPr>
                                <w:fldChar w:fldCharType="separate"/>
                              </w:r>
                              <w:r w:rsidR="00FE6F41">
                                <w:rPr>
                                  <w:rStyle w:val="Paginanummer"/>
                                </w:rPr>
                                <w:t>6</w:t>
                              </w:r>
                              <w:r w:rsidRPr="001D59AA">
                                <w:rPr>
                                  <w:rStyle w:val="Paginanummer"/>
                                </w:rPr>
                                <w:fldChar w:fldCharType="end"/>
                              </w:r>
                            </w:p>
                          </w:sdtContent>
                        </w:sdt>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7.8pt;margin-top:-.45pt;width:13.4pt;height:12.1pt;z-index:25166028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" filled="f" stroked="f">
              <v:textbox style="mso-fit-shape-to-text:t" inset="0,0,0,0">
                <w:txbxContent>
                  <w:sdt>
                    <w:sdtPr>
                      <w:rPr>
                        <w:rStyle w:val="Paginanummer"/>
                      </w:rPr>
                      <w:id w:val="11427427"/>
                      <w:docPartObj>
                        <w:docPartGallery w:val="Page Numbers (Top of Page)"/>
                        <w:docPartUnique/>
                      </w:docPartObj>
                    </w:sdtPr>
                    <w:sdtEndPr>
                      <w:rPr>
                        <w:rStyle w:val="Paginanummer"/>
                      </w:rPr>
                    </w:sdtEndPr>
                    <w:sdtContent>
                      <w:p w:rsidR="004A528A" w:rsidRPr="001D59AA" w:rsidRDefault="004A528A" w:rsidP="00F85EA2">
                        <w:pPr>
                          <w:jc w:val="right"/>
                          <w:rPr>
                            <w:rStyle w:val="Paginanummer"/>
                          </w:rPr>
                        </w:pPr>
                        <w:r w:rsidRPr="001D59AA">
                          <w:rPr>
                            <w:rStyle w:val="Paginanummer"/>
                          </w:rPr>
                          <w:fldChar w:fldCharType="begin"/>
                        </w:r>
                        <w:r w:rsidRPr="001D59AA">
                          <w:rPr>
                            <w:rStyle w:val="Paginanummer"/>
                          </w:rPr>
                          <w:instrText xml:space="preserve"> PAGE </w:instrText>
                        </w:r>
                        <w:r w:rsidRPr="001D59AA">
                          <w:rPr>
                            <w:rStyle w:val="Paginanummer"/>
                          </w:rPr>
                          <w:fldChar w:fldCharType="separate"/>
                        </w:r>
                        <w:r w:rsidR="00FE6F41">
                          <w:rPr>
                            <w:rStyle w:val="Paginanummer"/>
                          </w:rPr>
                          <w:t>5</w:t>
                        </w:r>
                        <w:r w:rsidRPr="001D59AA">
                          <w:rPr>
                            <w:rStyle w:val="Paginanummer"/>
                          </w:rPr>
                          <w:fldChar w:fldCharType="end"/>
                        </w:r>
                        <w:r w:rsidRPr="001D59AA">
                          <w:rPr>
                            <w:rStyle w:val="Paginanummer"/>
                          </w:rPr>
                          <w:t>|</w:t>
                        </w:r>
                        <w:r w:rsidRPr="001D59AA">
                          <w:rPr>
                            <w:rStyle w:val="Paginanummer"/>
                          </w:rPr>
                          <w:fldChar w:fldCharType="begin"/>
                        </w:r>
                        <w:r w:rsidRPr="001D59AA">
                          <w:rPr>
                            <w:rStyle w:val="Paginanummer"/>
                          </w:rPr>
                          <w:instrText xml:space="preserve"> NUMPAGES  </w:instrText>
                        </w:r>
                        <w:r w:rsidRPr="001D59AA">
                          <w:rPr>
                            <w:rStyle w:val="Paginanummer"/>
                          </w:rPr>
                          <w:fldChar w:fldCharType="separate"/>
                        </w:r>
                        <w:r w:rsidR="00FE6F41">
                          <w:rPr>
                            <w:rStyle w:val="Paginanummer"/>
                          </w:rPr>
                          <w:t>6</w:t>
                        </w:r>
                        <w:r w:rsidRPr="001D59AA">
                          <w:rPr>
                            <w:rStyle w:val="Paginanummer"/>
                          </w:rPr>
                          <w:fldChar w:fldCharType="end"/>
                        </w:r>
                      </w:p>
                    </w:sdtContent>
                  </w:sdt>
                </w:txbxContent>
              </v:textbox>
              <w10:wrap anchorx="margin"/>
              <w10:anchorlock/>
            </v:shape>
          </w:pict>
        </mc:Fallback>
      </mc:AlternateContent>
    </w:r>
    <w:r w:rsidR="004A528A" w:rsidRPr="00E423DE">
      <w:t xml:space="preserve"> </w:t>
    </w:r>
    <w:r w:rsidR="004A528A" w:rsidRPr="00E423DE">
      <w:rPr>
        <w:rStyle w:val="voettekstdatum"/>
      </w:rPr>
      <w:t xml:space="preserve"> |  </w:t>
    </w:r>
    <w:sdt>
      <w:sdtPr>
        <w:rPr>
          <w:rStyle w:val="voettekstdatum"/>
        </w:rPr>
        <w:alias w:val="datum_klassementscode"/>
        <w:tag w:val="datum_klassementscode"/>
        <w:id w:val="11427535"/>
        <w:lock w:val="sdtLocked"/>
        <w:placeholder>
          <w:docPart w:val="622E646A36C44F2394477CCBCDF901A1"/>
        </w:placeholder>
        <w:dataBinding w:xpath="/root[1]/datum[1]" w:storeItemID="{F19125C0-07EC-4B24-A92A-408E61F2C014}"/>
        <w:text/>
      </w:sdtPr>
      <w:sdtEndPr>
        <w:rPr>
          <w:rStyle w:val="voettekstdatum"/>
        </w:rPr>
      </w:sdtEndPr>
      <w:sdtContent>
        <w:r w:rsidR="00670AA6">
          <w:rPr>
            <w:rStyle w:val="voettekstdatum"/>
          </w:rPr>
          <w:t>12-12-2013</w:t>
        </w:r>
      </w:sdtContent>
    </w:sdt>
    <w:r w:rsidR="004A528A">
      <w:rPr>
        <w:rStyle w:val="voettekstdatum"/>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28A" w:rsidRPr="008028E4" w:rsidRDefault="004A528A" w:rsidP="008028E4">
    <w:pPr>
      <w:pStyle w:val="Voettekst"/>
    </w:pPr>
    <w:r>
      <w:rPr>
        <w:noProof/>
        <w:lang w:eastAsia="nl-BE"/>
      </w:rPr>
      <mc:AlternateContent>
        <mc:Choice Requires="wps">
          <w:drawing>
            <wp:anchor distT="0" distB="0" distL="114300" distR="114300" simplePos="0" relativeHeight="251662336" behindDoc="0" locked="1" layoutInCell="1" allowOverlap="1">
              <wp:simplePos x="0" y="0"/>
              <wp:positionH relativeFrom="margin">
                <wp:align>right</wp:align>
              </wp:positionH>
              <wp:positionV relativeFrom="paragraph">
                <wp:posOffset>-5715</wp:posOffset>
              </wp:positionV>
              <wp:extent cx="169545" cy="161290"/>
              <wp:effectExtent l="0" t="0" r="0" b="1778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 cy="16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color w:val="000000" w:themeColor="text1"/>
                              <w:lang w:val="nl-NL"/>
                            </w:rPr>
                            <w:id w:val="11427426"/>
                            <w:docPartObj>
                              <w:docPartGallery w:val="Page Numbers (Top of Page)"/>
                              <w:docPartUnique/>
                            </w:docPartObj>
                          </w:sdtPr>
                          <w:sdtEndPr>
                            <w:rPr>
                              <w:rStyle w:val="Paginanummer"/>
                              <w:b w:val="0"/>
                              <w:noProof/>
                              <w:color w:val="006D86" w:themeColor="accent1"/>
                              <w:sz w:val="18"/>
                              <w:szCs w:val="18"/>
                              <w:lang w:val="nl-BE"/>
                            </w:rPr>
                          </w:sdtEndPr>
                          <w:sdtContent>
                            <w:p w:rsidR="004A528A" w:rsidRPr="00F85EA2" w:rsidRDefault="004A528A" w:rsidP="00F85EA2">
                              <w:pPr>
                                <w:jc w:val="right"/>
                                <w:rPr>
                                  <w:b/>
                                  <w:color w:val="006D86" w:themeColor="accent1"/>
                                  <w:sz w:val="18"/>
                                  <w:szCs w:val="18"/>
                                </w:rPr>
                              </w:pPr>
                              <w:r w:rsidRPr="00487B23">
                                <w:rPr>
                                  <w:rStyle w:val="Paginanummer"/>
                                  <w:b w:val="0"/>
                                </w:rPr>
                                <w:fldChar w:fldCharType="begin"/>
                              </w:r>
                              <w:r w:rsidRPr="00487B23">
                                <w:rPr>
                                  <w:rStyle w:val="Paginanummer"/>
                                </w:rPr>
                                <w:instrText xml:space="preserve"> PAGE </w:instrText>
                              </w:r>
                              <w:r w:rsidRPr="00487B23">
                                <w:rPr>
                                  <w:rStyle w:val="Paginanummer"/>
                                  <w:b w:val="0"/>
                                </w:rPr>
                                <w:fldChar w:fldCharType="separate"/>
                              </w:r>
                              <w:r>
                                <w:rPr>
                                  <w:rStyle w:val="Paginanummer"/>
                                </w:rPr>
                                <w:t>10</w:t>
                              </w:r>
                              <w:r w:rsidRPr="00487B23">
                                <w:rPr>
                                  <w:rStyle w:val="Paginanummer"/>
                                  <w:b w:val="0"/>
                                </w:rPr>
                                <w:fldChar w:fldCharType="end"/>
                              </w:r>
                              <w:r w:rsidRPr="00487B23">
                                <w:rPr>
                                  <w:rStyle w:val="Paginanummer"/>
                                  <w:spacing w:val="-40"/>
                                </w:rPr>
                                <w:t xml:space="preserve"> </w:t>
                              </w:r>
                              <w:r w:rsidRPr="00487B23">
                                <w:rPr>
                                  <w:rStyle w:val="Paginanummer"/>
                                </w:rPr>
                                <w:t>|</w:t>
                              </w:r>
                              <w:r w:rsidRPr="00487B23">
                                <w:rPr>
                                  <w:rStyle w:val="Paginanummer"/>
                                  <w:b w:val="0"/>
                                </w:rPr>
                                <w:fldChar w:fldCharType="begin"/>
                              </w:r>
                              <w:r w:rsidRPr="00487B23">
                                <w:rPr>
                                  <w:rStyle w:val="Paginanummer"/>
                                </w:rPr>
                                <w:instrText xml:space="preserve"> NUMPAGES  </w:instrText>
                              </w:r>
                              <w:r w:rsidRPr="00487B23">
                                <w:rPr>
                                  <w:rStyle w:val="Paginanummer"/>
                                  <w:b w:val="0"/>
                                </w:rPr>
                                <w:fldChar w:fldCharType="separate"/>
                              </w:r>
                              <w:r>
                                <w:rPr>
                                  <w:rStyle w:val="Paginanummer"/>
                                </w:rPr>
                                <w:t>5</w:t>
                              </w:r>
                              <w:r w:rsidRPr="00487B23">
                                <w:rPr>
                                  <w:rStyle w:val="Paginanummer"/>
                                  <w:b w:val="0"/>
                                </w:rPr>
                                <w:fldChar w:fldCharType="end"/>
                              </w:r>
                            </w:p>
                          </w:sdtContent>
                        </w:sdt>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37.85pt;margin-top:-.45pt;width:13.35pt;height:12.7pt;z-index:251662336;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" filled="f" stroked="f">
              <v:textbox style="mso-fit-shape-to-text:t" inset="0,0,0,0">
                <w:txbxContent>
                  <w:sdt>
                    <w:sdtPr>
                      <w:rPr>
                        <w:b/>
                        <w:color w:val="000000" w:themeColor="text1"/>
                        <w:lang w:val="nl-NL"/>
                      </w:rPr>
                      <w:id w:val="11427426"/>
                      <w:docPartObj>
                        <w:docPartGallery w:val="Page Numbers (Top of Page)"/>
                        <w:docPartUnique/>
                      </w:docPartObj>
                    </w:sdtPr>
                    <w:sdtEndPr>
                      <w:rPr>
                        <w:rStyle w:val="Paginanummer"/>
                        <w:b w:val="0"/>
                        <w:noProof/>
                        <w:color w:val="006D86" w:themeColor="accent1"/>
                        <w:sz w:val="18"/>
                        <w:szCs w:val="18"/>
                        <w:lang w:val="nl-BE"/>
                      </w:rPr>
                    </w:sdtEndPr>
                    <w:sdtContent>
                      <w:p w:rsidR="004A528A" w:rsidRPr="00F85EA2" w:rsidRDefault="004A528A" w:rsidP="00F85EA2">
                        <w:pPr>
                          <w:jc w:val="right"/>
                          <w:rPr>
                            <w:b/>
                            <w:color w:val="006D86" w:themeColor="accent1"/>
                            <w:sz w:val="18"/>
                            <w:szCs w:val="18"/>
                          </w:rPr>
                        </w:pPr>
                        <w:r w:rsidRPr="00487B23">
                          <w:rPr>
                            <w:rStyle w:val="Paginanummer"/>
                            <w:b w:val="0"/>
                          </w:rPr>
                          <w:fldChar w:fldCharType="begin"/>
                        </w:r>
                        <w:r w:rsidRPr="00487B23">
                          <w:rPr>
                            <w:rStyle w:val="Paginanummer"/>
                          </w:rPr>
                          <w:instrText xml:space="preserve"> PAGE </w:instrText>
                        </w:r>
                        <w:r w:rsidRPr="00487B23">
                          <w:rPr>
                            <w:rStyle w:val="Paginanummer"/>
                            <w:b w:val="0"/>
                          </w:rPr>
                          <w:fldChar w:fldCharType="separate"/>
                        </w:r>
                        <w:r>
                          <w:rPr>
                            <w:rStyle w:val="Paginanummer"/>
                          </w:rPr>
                          <w:t>10</w:t>
                        </w:r>
                        <w:r w:rsidRPr="00487B23">
                          <w:rPr>
                            <w:rStyle w:val="Paginanummer"/>
                            <w:b w:val="0"/>
                          </w:rPr>
                          <w:fldChar w:fldCharType="end"/>
                        </w:r>
                        <w:r w:rsidRPr="00487B23">
                          <w:rPr>
                            <w:rStyle w:val="Paginanummer"/>
                            <w:spacing w:val="-40"/>
                          </w:rPr>
                          <w:t xml:space="preserve"> </w:t>
                        </w:r>
                        <w:r w:rsidRPr="00487B23">
                          <w:rPr>
                            <w:rStyle w:val="Paginanummer"/>
                          </w:rPr>
                          <w:t>|</w:t>
                        </w:r>
                        <w:r w:rsidRPr="00487B23">
                          <w:rPr>
                            <w:rStyle w:val="Paginanummer"/>
                            <w:b w:val="0"/>
                          </w:rPr>
                          <w:fldChar w:fldCharType="begin"/>
                        </w:r>
                        <w:r w:rsidRPr="00487B23">
                          <w:rPr>
                            <w:rStyle w:val="Paginanummer"/>
                          </w:rPr>
                          <w:instrText xml:space="preserve"> NUMPAGES  </w:instrText>
                        </w:r>
                        <w:r w:rsidRPr="00487B23">
                          <w:rPr>
                            <w:rStyle w:val="Paginanummer"/>
                            <w:b w:val="0"/>
                          </w:rPr>
                          <w:fldChar w:fldCharType="separate"/>
                        </w:r>
                        <w:r>
                          <w:rPr>
                            <w:rStyle w:val="Paginanummer"/>
                          </w:rPr>
                          <w:t>5</w:t>
                        </w:r>
                        <w:r w:rsidRPr="00487B23">
                          <w:rPr>
                            <w:rStyle w:val="Paginanummer"/>
                            <w:b w:val="0"/>
                          </w:rPr>
                          <w:fldChar w:fldCharType="end"/>
                        </w:r>
                      </w:p>
                    </w:sdtContent>
                  </w:sdt>
                </w:txbxContent>
              </v:textbox>
              <w10:wrap anchorx="margin"/>
              <w10:anchorlock/>
            </v:shape>
          </w:pict>
        </mc:Fallback>
      </mc:AlternateContent>
    </w:r>
    <w:r>
      <w:t xml:space="preserve">De toekomstvisie van het nieuwe Antwerpse bestuursakkoord </w:t>
    </w:r>
    <w:r w:rsidRPr="00143FF7">
      <w:t xml:space="preserve">2013-2018  </w:t>
    </w:r>
    <w:r w:rsidRPr="00D3799C">
      <w:rPr>
        <w:rStyle w:val="voettekstdatum"/>
        <w:spacing w:val="-8"/>
      </w:rPr>
      <w:t xml:space="preserve">|  </w:t>
    </w:r>
    <w:r w:rsidRPr="00D3799C">
      <w:rPr>
        <w:rStyle w:val="voettekstdatum"/>
      </w:rPr>
      <w:t>20</w:t>
    </w:r>
    <w:r w:rsidRPr="00143FF7">
      <w:rPr>
        <w:rStyle w:val="voettekstdatum"/>
      </w:rPr>
      <w:t>12_12_25_N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28A" w:rsidRPr="00C42EC4" w:rsidRDefault="004A528A" w:rsidP="00C42EC4">
      <w:pPr>
        <w:pBdr>
          <w:bottom w:val="single" w:sz="2" w:space="1" w:color="006D86" w:themeColor="accent1"/>
        </w:pBdr>
        <w:spacing w:after="60" w:line="240" w:lineRule="auto"/>
        <w:ind w:right="6464"/>
        <w:rPr>
          <w:color w:val="006D86" w:themeColor="accent1"/>
          <w:sz w:val="24"/>
          <w:szCs w:val="24"/>
        </w:rPr>
      </w:pPr>
    </w:p>
  </w:footnote>
  <w:footnote w:type="continuationSeparator" w:id="0">
    <w:p w:rsidR="004A528A" w:rsidRPr="00C42EC4" w:rsidRDefault="004A528A" w:rsidP="00CE341C">
      <w:pPr>
        <w:pBdr>
          <w:bottom w:val="single" w:sz="2" w:space="1" w:color="006D86" w:themeColor="accent1"/>
        </w:pBdr>
        <w:spacing w:after="60" w:line="240" w:lineRule="auto"/>
        <w:ind w:right="6464"/>
        <w:rPr>
          <w:color w:val="006D86" w:themeColor="accent1"/>
          <w:sz w:val="24"/>
          <w:szCs w:val="24"/>
        </w:rPr>
      </w:pPr>
    </w:p>
  </w:footnote>
  <w:footnote w:type="continuationNotice" w:id="1">
    <w:p w:rsidR="004A528A" w:rsidRPr="00CE341C" w:rsidRDefault="004A528A">
      <w:pPr>
        <w:spacing w:line="240" w:lineRule="auto"/>
        <w:rPr>
          <w:b/>
          <w:color w:val="006D86" w:themeColor="accent1"/>
        </w:rPr>
      </w:pPr>
      <w:r>
        <w:t xml:space="preserve">  </w:t>
      </w:r>
      <w:r w:rsidRPr="00CE341C">
        <w:rPr>
          <w:b/>
          <w:color w:val="006D86" w:themeColor="accent1"/>
        </w:rPr>
        <w:t>»</w:t>
      </w:r>
    </w:p>
  </w:footnote>
  <w:footnote w:id="2">
    <w:p w:rsidR="004A528A" w:rsidRPr="00631370" w:rsidRDefault="004A528A">
      <w:pPr>
        <w:pStyle w:val="Voetnoottekst"/>
        <w:rPr>
          <w:sz w:val="20"/>
        </w:rPr>
      </w:pPr>
      <w:r w:rsidRPr="00E34F26">
        <w:rPr>
          <w:rStyle w:val="Voetnootmarkering"/>
          <w:sz w:val="20"/>
        </w:rPr>
        <w:footnoteRef/>
      </w:r>
      <w:r w:rsidRPr="00E34F26">
        <w:rPr>
          <w:sz w:val="20"/>
        </w:rPr>
        <w:t xml:space="preserve"> </w:t>
      </w:r>
      <w:r w:rsidRPr="00631370">
        <w:rPr>
          <w:sz w:val="20"/>
        </w:rPr>
        <w:t xml:space="preserve">Kelly zorgt voor kaartjes: 3 van elk + een aantal lege. </w:t>
      </w:r>
    </w:p>
  </w:footnote>
  <w:footnote w:id="3">
    <w:p w:rsidR="004A528A" w:rsidRPr="00631370" w:rsidRDefault="004A528A">
      <w:pPr>
        <w:pStyle w:val="Voetnoottekst"/>
        <w:rPr>
          <w:sz w:val="20"/>
        </w:rPr>
      </w:pPr>
      <w:r w:rsidRPr="00631370">
        <w:rPr>
          <w:rStyle w:val="Voetnootmarkering"/>
          <w:sz w:val="20"/>
        </w:rPr>
        <w:footnoteRef/>
      </w:r>
      <w:r w:rsidRPr="00631370">
        <w:rPr>
          <w:sz w:val="20"/>
        </w:rPr>
        <w:t xml:space="preserve"> Katrijn zorgt voor een flap met daarop bovenstaande voordelen opgeschreven.</w:t>
      </w:r>
    </w:p>
  </w:footnote>
  <w:footnote w:id="4">
    <w:p w:rsidR="004A528A" w:rsidRDefault="004A528A" w:rsidP="00E363B7">
      <w:pPr>
        <w:pStyle w:val="lijstopsom1"/>
        <w:numPr>
          <w:ilvl w:val="0"/>
          <w:numId w:val="0"/>
        </w:numPr>
        <w:jc w:val="both"/>
      </w:pPr>
      <w:r>
        <w:rPr>
          <w:rStyle w:val="Voetnootmarkering"/>
        </w:rPr>
        <w:footnoteRef/>
      </w:r>
      <w:r>
        <w:t xml:space="preserve"> Katrijn zorgt voor een flap met daarop onderstaande nadelen opgeschreven. </w:t>
      </w:r>
    </w:p>
    <w:p w:rsidR="004A528A" w:rsidRDefault="004A528A">
      <w:pPr>
        <w:pStyle w:val="Voetnoottekst"/>
      </w:pPr>
    </w:p>
  </w:footnote>
  <w:footnote w:id="5">
    <w:p w:rsidR="004A528A" w:rsidRPr="00A54AB9" w:rsidRDefault="004A528A">
      <w:pPr>
        <w:pStyle w:val="Voetnoottekst"/>
        <w:rPr>
          <w:sz w:val="20"/>
        </w:rPr>
      </w:pPr>
      <w:r w:rsidRPr="00A54AB9">
        <w:rPr>
          <w:rStyle w:val="Voetnootmarkering"/>
          <w:sz w:val="20"/>
        </w:rPr>
        <w:footnoteRef/>
      </w:r>
      <w:r w:rsidRPr="00A54AB9">
        <w:rPr>
          <w:sz w:val="20"/>
        </w:rPr>
        <w:t xml:space="preserve"> Niki drukt dit 30 keer af voor de leerkrachten.</w:t>
      </w:r>
    </w:p>
  </w:footnote>
  <w:footnote w:id="6">
    <w:p w:rsidR="004A528A" w:rsidRDefault="004A528A">
      <w:pPr>
        <w:pStyle w:val="Voetnoottekst"/>
      </w:pPr>
      <w:r w:rsidRPr="00A54AB9">
        <w:rPr>
          <w:rStyle w:val="Voetnootmarkering"/>
          <w:sz w:val="20"/>
        </w:rPr>
        <w:footnoteRef/>
      </w:r>
      <w:r w:rsidRPr="00A54AB9">
        <w:rPr>
          <w:sz w:val="20"/>
        </w:rPr>
        <w:t xml:space="preserve"> Niki drukt 30 keer het evaluatiebriefje af voor de leerkrachten.</w:t>
      </w:r>
      <w:r>
        <w:t xml:space="preserve"> </w:t>
      </w:r>
    </w:p>
  </w:footnote>
  <w:footnote w:id="7">
    <w:p w:rsidR="00B26E68" w:rsidRPr="005459C5" w:rsidRDefault="00B26E68">
      <w:pPr>
        <w:pStyle w:val="Voetnoottekst"/>
        <w:rPr>
          <w:sz w:val="20"/>
        </w:rPr>
      </w:pPr>
      <w:r w:rsidRPr="005459C5">
        <w:rPr>
          <w:rStyle w:val="Voetnootmarkering"/>
          <w:sz w:val="20"/>
        </w:rPr>
        <w:footnoteRef/>
      </w:r>
      <w:r w:rsidRPr="005459C5">
        <w:rPr>
          <w:sz w:val="20"/>
        </w:rPr>
        <w:t xml:space="preserve"> Niki drukt dit 30 keer voor de leerkrachten.</w:t>
      </w:r>
    </w:p>
  </w:footnote>
  <w:footnote w:id="8">
    <w:p w:rsidR="006832F1" w:rsidRPr="005459C5" w:rsidRDefault="006832F1">
      <w:pPr>
        <w:pStyle w:val="Voetnoottekst"/>
        <w:rPr>
          <w:sz w:val="20"/>
        </w:rPr>
      </w:pPr>
      <w:r w:rsidRPr="005459C5">
        <w:rPr>
          <w:rStyle w:val="Voetnootmarkering"/>
          <w:sz w:val="20"/>
        </w:rPr>
        <w:footnoteRef/>
      </w:r>
      <w:r w:rsidRPr="005459C5">
        <w:rPr>
          <w:sz w:val="20"/>
        </w:rPr>
        <w:t xml:space="preserve">  Kelly drukt dit 30 keer af voor de leerkrachten. </w:t>
      </w:r>
    </w:p>
  </w:footnote>
  <w:footnote w:id="9">
    <w:p w:rsidR="00C32A45" w:rsidRDefault="00C32A45">
      <w:pPr>
        <w:pStyle w:val="Voetnoottekst"/>
      </w:pPr>
      <w:r>
        <w:rPr>
          <w:rStyle w:val="Voetnootmarkering"/>
        </w:rPr>
        <w:footnoteRef/>
      </w:r>
      <w:r>
        <w:t xml:space="preserve"> </w:t>
      </w:r>
      <w:r w:rsidRPr="005459C5">
        <w:rPr>
          <w:sz w:val="20"/>
        </w:rPr>
        <w:t>Niki drukt dit 30 keer voor de leerkrachten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28A" w:rsidRDefault="004A528A">
    <w:pPr>
      <w:pStyle w:val="Koptekst"/>
    </w:pPr>
    <w:r>
      <w:rPr>
        <w:noProof/>
        <w:lang w:eastAsia="nl-BE"/>
      </w:rPr>
      <w:drawing>
        <wp:anchor distT="0" distB="0" distL="114300" distR="114300" simplePos="0" relativeHeight="251663360" behindDoc="1" locked="1" layoutInCell="1" allowOverlap="1">
          <wp:simplePos x="0" y="0"/>
          <wp:positionH relativeFrom="page">
            <wp:posOffset>377825</wp:posOffset>
          </wp:positionH>
          <wp:positionV relativeFrom="page">
            <wp:posOffset>388620</wp:posOffset>
          </wp:positionV>
          <wp:extent cx="2887200" cy="842400"/>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ogo_oVLA_mso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7200" cy="8424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28A" w:rsidRDefault="004A528A">
    <w:pPr>
      <w:pStyle w:val="Koptekst"/>
    </w:pPr>
    <w:r>
      <w:rPr>
        <w:noProof/>
        <w:lang w:eastAsia="nl-BE"/>
      </w:rPr>
      <w:drawing>
        <wp:anchor distT="0" distB="0" distL="114300" distR="114300" simplePos="0" relativeHeight="251658240" behindDoc="0" locked="0" layoutInCell="1" allowOverlap="1">
          <wp:simplePos x="0" y="0"/>
          <wp:positionH relativeFrom="column">
            <wp:posOffset>-808523</wp:posOffset>
          </wp:positionH>
          <wp:positionV relativeFrom="paragraph">
            <wp:posOffset>-62027</wp:posOffset>
          </wp:positionV>
          <wp:extent cx="2889849" cy="845389"/>
          <wp:effectExtent l="0" t="0" r="0" b="0"/>
          <wp:wrapNone/>
          <wp:docPr id="1" name="Afbeelding 0" descr="SO-logo_VLA_ms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ogo_VLA_mso_RGB.png"/>
                  <pic:cNvPicPr/>
                </pic:nvPicPr>
                <pic:blipFill>
                  <a:blip r:embed="rId1"/>
                  <a:stretch>
                    <a:fillRect/>
                  </a:stretch>
                </pic:blipFill>
                <pic:spPr>
                  <a:xfrm>
                    <a:off x="0" y="0"/>
                    <a:ext cx="2889849" cy="845389"/>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28A" w:rsidRDefault="004A528A">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D3C68"/>
    <w:multiLevelType w:val="multilevel"/>
    <w:tmpl w:val="60680210"/>
    <w:styleLink w:val="SOTABETITEL"/>
    <w:lvl w:ilvl="0">
      <w:start w:val="1"/>
      <w:numFmt w:val="bullet"/>
      <w:pStyle w:val="tabeltitel"/>
      <w:lvlText w:val=""/>
      <w:lvlJc w:val="left"/>
      <w:pPr>
        <w:ind w:left="227" w:hanging="227"/>
      </w:pPr>
      <w:rPr>
        <w:rFonts w:ascii="Wingdings 3" w:hAnsi="Wingdings 3" w:hint="default"/>
        <w:color w:val="8B2039" w:themeColor="text2"/>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028B3E64"/>
    <w:multiLevelType w:val="multilevel"/>
    <w:tmpl w:val="D3B8C122"/>
    <w:numStyleLink w:val="SONUM"/>
  </w:abstractNum>
  <w:abstractNum w:abstractNumId="2">
    <w:nsid w:val="031B50E5"/>
    <w:multiLevelType w:val="hybridMultilevel"/>
    <w:tmpl w:val="6D48CFB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03FE57F1"/>
    <w:multiLevelType w:val="multilevel"/>
    <w:tmpl w:val="84900286"/>
    <w:numStyleLink w:val="SOCITAATOPSOM"/>
  </w:abstractNum>
  <w:abstractNum w:abstractNumId="4">
    <w:nsid w:val="066F6FFB"/>
    <w:multiLevelType w:val="multilevel"/>
    <w:tmpl w:val="73120D22"/>
    <w:styleLink w:val="SOTABELNUM"/>
    <w:lvl w:ilvl="0">
      <w:start w:val="1"/>
      <w:numFmt w:val="decimal"/>
      <w:pStyle w:val="tabellijstnum1"/>
      <w:lvlText w:val="%1."/>
      <w:lvlJc w:val="left"/>
      <w:pPr>
        <w:ind w:left="238" w:hanging="238"/>
      </w:pPr>
      <w:rPr>
        <w:rFonts w:hint="default"/>
        <w:b/>
        <w:i w:val="0"/>
        <w:color w:val="auto"/>
        <w:sz w:val="15"/>
      </w:rPr>
    </w:lvl>
    <w:lvl w:ilvl="1">
      <w:start w:val="1"/>
      <w:numFmt w:val="decimal"/>
      <w:pStyle w:val="tabellijstnum2"/>
      <w:lvlText w:val="%2."/>
      <w:lvlJc w:val="left"/>
      <w:pPr>
        <w:ind w:left="476" w:hanging="238"/>
      </w:pPr>
      <w:rPr>
        <w:rFonts w:hint="default"/>
        <w:b/>
        <w:i w:val="0"/>
        <w:sz w:val="15"/>
      </w:rPr>
    </w:lvl>
    <w:lvl w:ilvl="2">
      <w:start w:val="1"/>
      <w:numFmt w:val="decimal"/>
      <w:pStyle w:val="tabellijstnum3"/>
      <w:lvlText w:val="%3."/>
      <w:lvlJc w:val="left"/>
      <w:pPr>
        <w:ind w:left="714" w:hanging="238"/>
      </w:pPr>
      <w:rPr>
        <w:rFonts w:hint="default"/>
        <w:b/>
        <w:i w:val="0"/>
        <w:color w:val="auto"/>
        <w:sz w:val="15"/>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5">
    <w:nsid w:val="080E318B"/>
    <w:multiLevelType w:val="multilevel"/>
    <w:tmpl w:val="52C024C6"/>
    <w:numStyleLink w:val="SOKOPPEN"/>
  </w:abstractNum>
  <w:abstractNum w:abstractNumId="6">
    <w:nsid w:val="0A743243"/>
    <w:multiLevelType w:val="multilevel"/>
    <w:tmpl w:val="52C024C6"/>
    <w:styleLink w:val="SOKOPPEN"/>
    <w:lvl w:ilvl="0">
      <w:start w:val="1"/>
      <w:numFmt w:val="decimal"/>
      <w:pStyle w:val="kop1nummer"/>
      <w:suff w:val="space"/>
      <w:lvlText w:val="%1."/>
      <w:lvlJc w:val="left"/>
      <w:pPr>
        <w:ind w:left="0" w:firstLine="0"/>
      </w:pPr>
      <w:rPr>
        <w:rFonts w:hint="default"/>
        <w:sz w:val="26"/>
      </w:rPr>
    </w:lvl>
    <w:lvl w:ilvl="1">
      <w:start w:val="1"/>
      <w:numFmt w:val="decimal"/>
      <w:pStyle w:val="kop2nummer"/>
      <w:suff w:val="space"/>
      <w:lvlText w:val="%1.%2."/>
      <w:lvlJc w:val="left"/>
      <w:pPr>
        <w:ind w:left="0" w:firstLine="0"/>
      </w:pPr>
      <w:rPr>
        <w:rFonts w:hint="default"/>
        <w:sz w:val="22"/>
      </w:rPr>
    </w:lvl>
    <w:lvl w:ilvl="2">
      <w:start w:val="1"/>
      <w:numFmt w:val="decimal"/>
      <w:pStyle w:val="kop3nummer"/>
      <w:suff w:val="space"/>
      <w:lvlText w:val="%1.%2.%3."/>
      <w:lvlJc w:val="left"/>
      <w:pPr>
        <w:ind w:left="0" w:firstLine="0"/>
      </w:pPr>
      <w:rPr>
        <w:rFonts w:hint="default"/>
        <w:sz w:val="20"/>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7">
    <w:nsid w:val="0DC567D9"/>
    <w:multiLevelType w:val="multilevel"/>
    <w:tmpl w:val="03E8476A"/>
    <w:numStyleLink w:val="SOCITAATNUM"/>
  </w:abstractNum>
  <w:abstractNum w:abstractNumId="8">
    <w:nsid w:val="11D25645"/>
    <w:multiLevelType w:val="hybridMultilevel"/>
    <w:tmpl w:val="4CBAF504"/>
    <w:lvl w:ilvl="0" w:tplc="7EBEC04A">
      <w:start w:val="7"/>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nsid w:val="1C464D85"/>
    <w:multiLevelType w:val="hybridMultilevel"/>
    <w:tmpl w:val="7E587184"/>
    <w:lvl w:ilvl="0" w:tplc="034E2EC4">
      <w:start w:val="1"/>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nsid w:val="201D2A97"/>
    <w:multiLevelType w:val="multilevel"/>
    <w:tmpl w:val="73120D22"/>
    <w:numStyleLink w:val="SOTABELNUM"/>
  </w:abstractNum>
  <w:abstractNum w:abstractNumId="11">
    <w:nsid w:val="2A1C1E28"/>
    <w:multiLevelType w:val="multilevel"/>
    <w:tmpl w:val="C82A790A"/>
    <w:styleLink w:val="SOTABELOPSOM"/>
    <w:lvl w:ilvl="0">
      <w:start w:val="1"/>
      <w:numFmt w:val="bullet"/>
      <w:pStyle w:val="tabellijstopsom1"/>
      <w:lvlText w:val="•"/>
      <w:lvlJc w:val="left"/>
      <w:pPr>
        <w:ind w:left="170" w:hanging="170"/>
      </w:pPr>
      <w:rPr>
        <w:rFonts w:ascii="Calibri" w:hAnsi="Calibri" w:hint="default"/>
        <w:color w:val="auto"/>
        <w:sz w:val="17"/>
      </w:rPr>
    </w:lvl>
    <w:lvl w:ilvl="1">
      <w:start w:val="1"/>
      <w:numFmt w:val="bullet"/>
      <w:pStyle w:val="tabellijstopsom2"/>
      <w:lvlText w:val="»"/>
      <w:lvlJc w:val="left"/>
      <w:pPr>
        <w:ind w:left="352" w:hanging="182"/>
      </w:pPr>
      <w:rPr>
        <w:rFonts w:ascii="Calibri" w:hAnsi="Calibri" w:hint="default"/>
        <w:b/>
        <w:i w:val="0"/>
        <w:color w:val="auto"/>
      </w:rPr>
    </w:lvl>
    <w:lvl w:ilvl="2">
      <w:start w:val="1"/>
      <w:numFmt w:val="bullet"/>
      <w:pStyle w:val="tabellijstopsom3"/>
      <w:lvlText w:val=""/>
      <w:lvlJc w:val="left"/>
      <w:pPr>
        <w:ind w:left="550" w:hanging="198"/>
      </w:pPr>
      <w:rPr>
        <w:rFonts w:ascii="Wingdings 3" w:hAnsi="Wingdings 3" w:hint="default"/>
        <w:color w:val="auto"/>
        <w:sz w:val="16"/>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2">
    <w:nsid w:val="2D5A225B"/>
    <w:multiLevelType w:val="multilevel"/>
    <w:tmpl w:val="D3B8C122"/>
    <w:numStyleLink w:val="SONUM"/>
  </w:abstractNum>
  <w:abstractNum w:abstractNumId="13">
    <w:nsid w:val="40734F88"/>
    <w:multiLevelType w:val="multilevel"/>
    <w:tmpl w:val="D3B8C122"/>
    <w:styleLink w:val="SONUM"/>
    <w:lvl w:ilvl="0">
      <w:start w:val="1"/>
      <w:numFmt w:val="decimal"/>
      <w:pStyle w:val="lijstnum1"/>
      <w:lvlText w:val="%1."/>
      <w:lvlJc w:val="left"/>
      <w:pPr>
        <w:ind w:left="408" w:hanging="238"/>
      </w:pPr>
      <w:rPr>
        <w:rFonts w:hint="default"/>
        <w:b/>
        <w:i w:val="0"/>
        <w:color w:val="8B2039" w:themeColor="text2"/>
        <w:sz w:val="15"/>
      </w:rPr>
    </w:lvl>
    <w:lvl w:ilvl="1">
      <w:start w:val="1"/>
      <w:numFmt w:val="decimal"/>
      <w:pStyle w:val="lijstnum2"/>
      <w:lvlText w:val="%2."/>
      <w:lvlJc w:val="left"/>
      <w:pPr>
        <w:ind w:left="646" w:hanging="238"/>
      </w:pPr>
      <w:rPr>
        <w:rFonts w:hint="default"/>
        <w:b/>
        <w:i w:val="0"/>
        <w:sz w:val="15"/>
      </w:rPr>
    </w:lvl>
    <w:lvl w:ilvl="2">
      <w:start w:val="1"/>
      <w:numFmt w:val="decimal"/>
      <w:pStyle w:val="lijstnum3"/>
      <w:lvlText w:val="%3."/>
      <w:lvlJc w:val="left"/>
      <w:pPr>
        <w:ind w:left="885" w:hanging="239"/>
      </w:pPr>
      <w:rPr>
        <w:rFonts w:hint="default"/>
        <w:b/>
        <w:i w:val="0"/>
        <w:color w:val="006D86" w:themeColor="accent1"/>
        <w:sz w:val="15"/>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4">
    <w:nsid w:val="449A0989"/>
    <w:multiLevelType w:val="multilevel"/>
    <w:tmpl w:val="60680210"/>
    <w:numStyleLink w:val="SOTABETITEL"/>
  </w:abstractNum>
  <w:abstractNum w:abstractNumId="15">
    <w:nsid w:val="45D24D54"/>
    <w:multiLevelType w:val="hybridMultilevel"/>
    <w:tmpl w:val="E5AC9FBC"/>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nsid w:val="4781583F"/>
    <w:multiLevelType w:val="hybridMultilevel"/>
    <w:tmpl w:val="C47C5E78"/>
    <w:lvl w:ilvl="0" w:tplc="FF121DC0">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nsid w:val="4AF975A2"/>
    <w:multiLevelType w:val="multilevel"/>
    <w:tmpl w:val="03E8476A"/>
    <w:styleLink w:val="SOCITAATNUM"/>
    <w:lvl w:ilvl="0">
      <w:start w:val="1"/>
      <w:numFmt w:val="decimal"/>
      <w:pStyle w:val="citaatlijstnum1"/>
      <w:lvlText w:val="%1."/>
      <w:lvlJc w:val="left"/>
      <w:pPr>
        <w:tabs>
          <w:tab w:val="num" w:pos="805"/>
        </w:tabs>
        <w:ind w:left="805" w:hanging="238"/>
      </w:pPr>
      <w:rPr>
        <w:rFonts w:hint="default"/>
        <w:b/>
        <w:i w:val="0"/>
        <w:strike w:val="0"/>
        <w:dstrike w:val="0"/>
        <w:color w:val="006D86" w:themeColor="accent1"/>
        <w:sz w:val="15"/>
      </w:rPr>
    </w:lvl>
    <w:lvl w:ilvl="1">
      <w:start w:val="1"/>
      <w:numFmt w:val="decimal"/>
      <w:pStyle w:val="citaatlijstnum2"/>
      <w:lvlText w:val="%2."/>
      <w:lvlJc w:val="left"/>
      <w:pPr>
        <w:ind w:left="1043" w:hanging="238"/>
      </w:pPr>
      <w:rPr>
        <w:rFonts w:hint="default"/>
        <w:b/>
        <w:i w:val="0"/>
        <w:color w:val="006D86" w:themeColor="accent1"/>
        <w:sz w:val="15"/>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4D271215"/>
    <w:multiLevelType w:val="hybridMultilevel"/>
    <w:tmpl w:val="43740F94"/>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9">
    <w:nsid w:val="55EC0C15"/>
    <w:multiLevelType w:val="multilevel"/>
    <w:tmpl w:val="723A8C8A"/>
    <w:styleLink w:val="SOOPSOM"/>
    <w:lvl w:ilvl="0">
      <w:start w:val="1"/>
      <w:numFmt w:val="bullet"/>
      <w:pStyle w:val="lijstopsom1"/>
      <w:lvlText w:val="•"/>
      <w:lvlJc w:val="left"/>
      <w:pPr>
        <w:ind w:left="340" w:hanging="170"/>
      </w:pPr>
      <w:rPr>
        <w:rFonts w:ascii="Calibri" w:hAnsi="Calibri" w:hint="default"/>
        <w:color w:val="8B2039" w:themeColor="text2"/>
        <w:sz w:val="17"/>
      </w:rPr>
    </w:lvl>
    <w:lvl w:ilvl="1">
      <w:start w:val="1"/>
      <w:numFmt w:val="bullet"/>
      <w:pStyle w:val="lijstopsom2"/>
      <w:lvlText w:val="»"/>
      <w:lvlJc w:val="left"/>
      <w:pPr>
        <w:ind w:left="522" w:hanging="182"/>
      </w:pPr>
      <w:rPr>
        <w:rFonts w:ascii="Calibri" w:hAnsi="Calibri" w:hint="default"/>
        <w:b/>
        <w:i w:val="0"/>
        <w:color w:val="auto"/>
      </w:rPr>
    </w:lvl>
    <w:lvl w:ilvl="2">
      <w:start w:val="1"/>
      <w:numFmt w:val="bullet"/>
      <w:pStyle w:val="lijstopsom3"/>
      <w:lvlText w:val=""/>
      <w:lvlJc w:val="left"/>
      <w:pPr>
        <w:ind w:left="720" w:hanging="198"/>
      </w:pPr>
      <w:rPr>
        <w:rFonts w:ascii="Wingdings 3" w:hAnsi="Wingdings 3" w:hint="default"/>
        <w:color w:val="006D86" w:themeColor="accent1"/>
        <w:sz w:val="16"/>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0">
    <w:nsid w:val="56751B34"/>
    <w:multiLevelType w:val="hybridMultilevel"/>
    <w:tmpl w:val="7B5C202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nsid w:val="5FD36127"/>
    <w:multiLevelType w:val="multilevel"/>
    <w:tmpl w:val="723A8C8A"/>
    <w:numStyleLink w:val="SOOPSOM"/>
  </w:abstractNum>
  <w:abstractNum w:abstractNumId="22">
    <w:nsid w:val="66E767D7"/>
    <w:multiLevelType w:val="multilevel"/>
    <w:tmpl w:val="D3B8C122"/>
    <w:numStyleLink w:val="SONUM"/>
  </w:abstractNum>
  <w:abstractNum w:abstractNumId="23">
    <w:nsid w:val="67D52A6C"/>
    <w:multiLevelType w:val="hybridMultilevel"/>
    <w:tmpl w:val="95F44734"/>
    <w:lvl w:ilvl="0" w:tplc="3C98F9C4">
      <w:start w:val="7"/>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nsid w:val="69A47493"/>
    <w:multiLevelType w:val="hybridMultilevel"/>
    <w:tmpl w:val="FBAE046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nsid w:val="72380D5F"/>
    <w:multiLevelType w:val="multilevel"/>
    <w:tmpl w:val="84900286"/>
    <w:styleLink w:val="SOCITAATOPSOM"/>
    <w:lvl w:ilvl="0">
      <w:start w:val="1"/>
      <w:numFmt w:val="bullet"/>
      <w:pStyle w:val="citaatlijstopsom1"/>
      <w:lvlText w:val="•"/>
      <w:lvlJc w:val="left"/>
      <w:pPr>
        <w:tabs>
          <w:tab w:val="num" w:pos="567"/>
        </w:tabs>
        <w:ind w:left="737" w:hanging="170"/>
      </w:pPr>
      <w:rPr>
        <w:rFonts w:ascii="Calibri" w:hAnsi="Calibri" w:hint="default"/>
        <w:color w:val="006D86" w:themeColor="accent1"/>
        <w:sz w:val="17"/>
      </w:rPr>
    </w:lvl>
    <w:lvl w:ilvl="1">
      <w:start w:val="1"/>
      <w:numFmt w:val="bullet"/>
      <w:pStyle w:val="citaatlijstopsom2"/>
      <w:lvlText w:val="»"/>
      <w:lvlJc w:val="left"/>
      <w:pPr>
        <w:tabs>
          <w:tab w:val="num" w:pos="737"/>
        </w:tabs>
        <w:ind w:left="919" w:hanging="182"/>
      </w:pPr>
      <w:rPr>
        <w:rFonts w:ascii="Calibri" w:hAnsi="Calibri" w:hint="default"/>
        <w:b/>
        <w:i w:val="0"/>
        <w:color w:val="006D86" w:themeColor="accent1"/>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19"/>
  </w:num>
  <w:num w:numId="2">
    <w:abstractNumId w:val="13"/>
  </w:num>
  <w:num w:numId="3">
    <w:abstractNumId w:val="21"/>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2"/>
  </w:num>
  <w:num w:numId="8">
    <w:abstractNumId w:val="25"/>
  </w:num>
  <w:num w:numId="9">
    <w:abstractNumId w:val="17"/>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1"/>
  </w:num>
  <w:num w:numId="14">
    <w:abstractNumId w:val="0"/>
  </w:num>
  <w:num w:numId="15">
    <w:abstractNumId w:val="14"/>
  </w:num>
  <w:num w:numId="16">
    <w:abstractNumId w:val="3"/>
  </w:num>
  <w:num w:numId="17">
    <w:abstractNumId w:val="7"/>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2"/>
  </w:num>
  <w:num w:numId="24">
    <w:abstractNumId w:val="15"/>
  </w:num>
  <w:num w:numId="25">
    <w:abstractNumId w:val="2"/>
  </w:num>
  <w:num w:numId="26">
    <w:abstractNumId w:val="24"/>
  </w:num>
  <w:num w:numId="27">
    <w:abstractNumId w:val="20"/>
  </w:num>
  <w:num w:numId="28">
    <w:abstractNumId w:val="9"/>
  </w:num>
  <w:num w:numId="29">
    <w:abstractNumId w:val="16"/>
  </w:num>
  <w:num w:numId="30">
    <w:abstractNumId w:val="18"/>
  </w:num>
  <w:num w:numId="31">
    <w:abstractNumId w:val="8"/>
  </w:num>
  <w:num w:numId="32">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defaultTabStop w:val="709"/>
  <w:hyphenationZone w:val="425"/>
  <w:drawingGridHorizontalSpacing w:val="95"/>
  <w:displayHorizontalDrawingGridEvery w:val="2"/>
  <w:characterSpacingControl w:val="doNotCompress"/>
  <w:hdrShapeDefaults>
    <o:shapedefaults v:ext="edit" spidmax="16385"/>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3E1"/>
    <w:rsid w:val="0001520A"/>
    <w:rsid w:val="00016A31"/>
    <w:rsid w:val="00027773"/>
    <w:rsid w:val="0003119E"/>
    <w:rsid w:val="000340BB"/>
    <w:rsid w:val="000416B7"/>
    <w:rsid w:val="00046F0D"/>
    <w:rsid w:val="00047BC7"/>
    <w:rsid w:val="00073432"/>
    <w:rsid w:val="000771EF"/>
    <w:rsid w:val="000936C8"/>
    <w:rsid w:val="00097403"/>
    <w:rsid w:val="000A6D41"/>
    <w:rsid w:val="000B1DF8"/>
    <w:rsid w:val="000B4005"/>
    <w:rsid w:val="000B5CC2"/>
    <w:rsid w:val="000B619F"/>
    <w:rsid w:val="000B7652"/>
    <w:rsid w:val="000D45AA"/>
    <w:rsid w:val="000F404B"/>
    <w:rsid w:val="00101848"/>
    <w:rsid w:val="0010257C"/>
    <w:rsid w:val="00102DC7"/>
    <w:rsid w:val="00104BCC"/>
    <w:rsid w:val="00107B55"/>
    <w:rsid w:val="00110E2D"/>
    <w:rsid w:val="0011498F"/>
    <w:rsid w:val="00132890"/>
    <w:rsid w:val="00143FF7"/>
    <w:rsid w:val="001528CC"/>
    <w:rsid w:val="001606D8"/>
    <w:rsid w:val="00162DCA"/>
    <w:rsid w:val="00177300"/>
    <w:rsid w:val="00182B53"/>
    <w:rsid w:val="001843E7"/>
    <w:rsid w:val="001A6181"/>
    <w:rsid w:val="001C0418"/>
    <w:rsid w:val="001D0AA7"/>
    <w:rsid w:val="001D59AA"/>
    <w:rsid w:val="001E703A"/>
    <w:rsid w:val="001F3D57"/>
    <w:rsid w:val="00200A39"/>
    <w:rsid w:val="0020256C"/>
    <w:rsid w:val="002057FE"/>
    <w:rsid w:val="002231C3"/>
    <w:rsid w:val="00225C08"/>
    <w:rsid w:val="00225E1C"/>
    <w:rsid w:val="00231277"/>
    <w:rsid w:val="00231AD2"/>
    <w:rsid w:val="00233796"/>
    <w:rsid w:val="00234B45"/>
    <w:rsid w:val="00235A89"/>
    <w:rsid w:val="002511EB"/>
    <w:rsid w:val="002545D0"/>
    <w:rsid w:val="00261BF3"/>
    <w:rsid w:val="0027409B"/>
    <w:rsid w:val="0027583B"/>
    <w:rsid w:val="00284996"/>
    <w:rsid w:val="002870B5"/>
    <w:rsid w:val="00296799"/>
    <w:rsid w:val="00297F6E"/>
    <w:rsid w:val="002A2475"/>
    <w:rsid w:val="002B3AB4"/>
    <w:rsid w:val="002C2D58"/>
    <w:rsid w:val="002E0C42"/>
    <w:rsid w:val="002E134F"/>
    <w:rsid w:val="002E19F4"/>
    <w:rsid w:val="002E3DDF"/>
    <w:rsid w:val="00304A82"/>
    <w:rsid w:val="0032241F"/>
    <w:rsid w:val="00323D39"/>
    <w:rsid w:val="00327937"/>
    <w:rsid w:val="00332A7B"/>
    <w:rsid w:val="003369FE"/>
    <w:rsid w:val="00336BAA"/>
    <w:rsid w:val="00340EF3"/>
    <w:rsid w:val="00353993"/>
    <w:rsid w:val="00357DEC"/>
    <w:rsid w:val="003841A3"/>
    <w:rsid w:val="0039457B"/>
    <w:rsid w:val="003A0627"/>
    <w:rsid w:val="003A2D7C"/>
    <w:rsid w:val="003A5D8E"/>
    <w:rsid w:val="003B378A"/>
    <w:rsid w:val="003B594E"/>
    <w:rsid w:val="003C1444"/>
    <w:rsid w:val="003C3F65"/>
    <w:rsid w:val="003C5ABB"/>
    <w:rsid w:val="003D4741"/>
    <w:rsid w:val="003E5295"/>
    <w:rsid w:val="003E7E15"/>
    <w:rsid w:val="003F06CB"/>
    <w:rsid w:val="003F129C"/>
    <w:rsid w:val="003F177E"/>
    <w:rsid w:val="003F1F73"/>
    <w:rsid w:val="003F51D5"/>
    <w:rsid w:val="003F7A42"/>
    <w:rsid w:val="004023F7"/>
    <w:rsid w:val="00402454"/>
    <w:rsid w:val="004107AD"/>
    <w:rsid w:val="0041529E"/>
    <w:rsid w:val="00442F1C"/>
    <w:rsid w:val="00445201"/>
    <w:rsid w:val="00473267"/>
    <w:rsid w:val="004744ED"/>
    <w:rsid w:val="0048251B"/>
    <w:rsid w:val="00487B23"/>
    <w:rsid w:val="0049063B"/>
    <w:rsid w:val="00491E0B"/>
    <w:rsid w:val="004926F4"/>
    <w:rsid w:val="004A528A"/>
    <w:rsid w:val="004A5948"/>
    <w:rsid w:val="004A6A48"/>
    <w:rsid w:val="004B216A"/>
    <w:rsid w:val="004B6F1B"/>
    <w:rsid w:val="004C0321"/>
    <w:rsid w:val="004C22BD"/>
    <w:rsid w:val="004C2B6D"/>
    <w:rsid w:val="004C788E"/>
    <w:rsid w:val="004D21AE"/>
    <w:rsid w:val="004D2C5C"/>
    <w:rsid w:val="004F0895"/>
    <w:rsid w:val="0050270A"/>
    <w:rsid w:val="00516A1E"/>
    <w:rsid w:val="00522132"/>
    <w:rsid w:val="0054297C"/>
    <w:rsid w:val="005459C5"/>
    <w:rsid w:val="00574532"/>
    <w:rsid w:val="00587450"/>
    <w:rsid w:val="00595AF8"/>
    <w:rsid w:val="005B130B"/>
    <w:rsid w:val="005B1E7C"/>
    <w:rsid w:val="005B3843"/>
    <w:rsid w:val="005B4397"/>
    <w:rsid w:val="005C6EDF"/>
    <w:rsid w:val="005D17B5"/>
    <w:rsid w:val="005D230F"/>
    <w:rsid w:val="005D3487"/>
    <w:rsid w:val="005D3996"/>
    <w:rsid w:val="005D4F27"/>
    <w:rsid w:val="005D5F06"/>
    <w:rsid w:val="005E1A60"/>
    <w:rsid w:val="005E7828"/>
    <w:rsid w:val="005E7929"/>
    <w:rsid w:val="005F0EFB"/>
    <w:rsid w:val="0060338F"/>
    <w:rsid w:val="00605DF3"/>
    <w:rsid w:val="00617FEF"/>
    <w:rsid w:val="00631370"/>
    <w:rsid w:val="0063196D"/>
    <w:rsid w:val="00647105"/>
    <w:rsid w:val="00647899"/>
    <w:rsid w:val="006508DE"/>
    <w:rsid w:val="00670AA6"/>
    <w:rsid w:val="0067318B"/>
    <w:rsid w:val="00674F76"/>
    <w:rsid w:val="00680E91"/>
    <w:rsid w:val="006832F1"/>
    <w:rsid w:val="00694546"/>
    <w:rsid w:val="00696144"/>
    <w:rsid w:val="00696C19"/>
    <w:rsid w:val="006A1EDE"/>
    <w:rsid w:val="006A2F78"/>
    <w:rsid w:val="006C59B7"/>
    <w:rsid w:val="006D60F1"/>
    <w:rsid w:val="006D677A"/>
    <w:rsid w:val="006F1CA7"/>
    <w:rsid w:val="006F259B"/>
    <w:rsid w:val="006F3BDA"/>
    <w:rsid w:val="00703BF1"/>
    <w:rsid w:val="00716419"/>
    <w:rsid w:val="00737095"/>
    <w:rsid w:val="00743E3A"/>
    <w:rsid w:val="00762F74"/>
    <w:rsid w:val="00764B7B"/>
    <w:rsid w:val="00764BD7"/>
    <w:rsid w:val="00774364"/>
    <w:rsid w:val="00782253"/>
    <w:rsid w:val="00783C7C"/>
    <w:rsid w:val="007857C8"/>
    <w:rsid w:val="00795D26"/>
    <w:rsid w:val="007B58D0"/>
    <w:rsid w:val="007B6157"/>
    <w:rsid w:val="007C1D78"/>
    <w:rsid w:val="007C40E4"/>
    <w:rsid w:val="007E33EB"/>
    <w:rsid w:val="007E43D3"/>
    <w:rsid w:val="007E6B7C"/>
    <w:rsid w:val="008010DF"/>
    <w:rsid w:val="008028E4"/>
    <w:rsid w:val="00820424"/>
    <w:rsid w:val="00824B08"/>
    <w:rsid w:val="00845B33"/>
    <w:rsid w:val="008551A5"/>
    <w:rsid w:val="008555D6"/>
    <w:rsid w:val="00855B07"/>
    <w:rsid w:val="008603C1"/>
    <w:rsid w:val="00861643"/>
    <w:rsid w:val="0089207D"/>
    <w:rsid w:val="00893F79"/>
    <w:rsid w:val="008B02CA"/>
    <w:rsid w:val="008B7771"/>
    <w:rsid w:val="008C49C2"/>
    <w:rsid w:val="008C73E0"/>
    <w:rsid w:val="008D36ED"/>
    <w:rsid w:val="008D418F"/>
    <w:rsid w:val="008F61E0"/>
    <w:rsid w:val="00902BA8"/>
    <w:rsid w:val="009112CC"/>
    <w:rsid w:val="00927DBE"/>
    <w:rsid w:val="00934E9E"/>
    <w:rsid w:val="0093792F"/>
    <w:rsid w:val="00942513"/>
    <w:rsid w:val="00950B94"/>
    <w:rsid w:val="00953203"/>
    <w:rsid w:val="00955CBB"/>
    <w:rsid w:val="009650F9"/>
    <w:rsid w:val="0098171A"/>
    <w:rsid w:val="00996804"/>
    <w:rsid w:val="00997092"/>
    <w:rsid w:val="009B10BF"/>
    <w:rsid w:val="009B7954"/>
    <w:rsid w:val="009C1DF5"/>
    <w:rsid w:val="009C2000"/>
    <w:rsid w:val="009C6091"/>
    <w:rsid w:val="009C71A3"/>
    <w:rsid w:val="009D5F99"/>
    <w:rsid w:val="00A0530B"/>
    <w:rsid w:val="00A1220A"/>
    <w:rsid w:val="00A33ACA"/>
    <w:rsid w:val="00A52728"/>
    <w:rsid w:val="00A54AB9"/>
    <w:rsid w:val="00A557BE"/>
    <w:rsid w:val="00A75295"/>
    <w:rsid w:val="00A77488"/>
    <w:rsid w:val="00A81450"/>
    <w:rsid w:val="00A95FB8"/>
    <w:rsid w:val="00A968EA"/>
    <w:rsid w:val="00AA5D70"/>
    <w:rsid w:val="00AA715E"/>
    <w:rsid w:val="00AB309A"/>
    <w:rsid w:val="00AB5FFE"/>
    <w:rsid w:val="00AC2A60"/>
    <w:rsid w:val="00AD098F"/>
    <w:rsid w:val="00AD78C0"/>
    <w:rsid w:val="00AD7BBD"/>
    <w:rsid w:val="00B0062A"/>
    <w:rsid w:val="00B032CE"/>
    <w:rsid w:val="00B0697F"/>
    <w:rsid w:val="00B16D9B"/>
    <w:rsid w:val="00B177CF"/>
    <w:rsid w:val="00B2289B"/>
    <w:rsid w:val="00B26E68"/>
    <w:rsid w:val="00B36BCD"/>
    <w:rsid w:val="00B47BBF"/>
    <w:rsid w:val="00B63561"/>
    <w:rsid w:val="00B64964"/>
    <w:rsid w:val="00B71E7A"/>
    <w:rsid w:val="00B72CCB"/>
    <w:rsid w:val="00B73EE6"/>
    <w:rsid w:val="00B7567A"/>
    <w:rsid w:val="00B77487"/>
    <w:rsid w:val="00B856C5"/>
    <w:rsid w:val="00B85E2F"/>
    <w:rsid w:val="00B86FD2"/>
    <w:rsid w:val="00B94363"/>
    <w:rsid w:val="00B97508"/>
    <w:rsid w:val="00BA01AA"/>
    <w:rsid w:val="00BA08BA"/>
    <w:rsid w:val="00BB2867"/>
    <w:rsid w:val="00BC1DEF"/>
    <w:rsid w:val="00BD6659"/>
    <w:rsid w:val="00BD6B70"/>
    <w:rsid w:val="00BE0278"/>
    <w:rsid w:val="00BE4F44"/>
    <w:rsid w:val="00BF3A3D"/>
    <w:rsid w:val="00C00CCB"/>
    <w:rsid w:val="00C01054"/>
    <w:rsid w:val="00C024B1"/>
    <w:rsid w:val="00C06C91"/>
    <w:rsid w:val="00C1066B"/>
    <w:rsid w:val="00C222FE"/>
    <w:rsid w:val="00C2316B"/>
    <w:rsid w:val="00C26BBB"/>
    <w:rsid w:val="00C32A45"/>
    <w:rsid w:val="00C3517A"/>
    <w:rsid w:val="00C40F8A"/>
    <w:rsid w:val="00C42780"/>
    <w:rsid w:val="00C42EC4"/>
    <w:rsid w:val="00C43DB5"/>
    <w:rsid w:val="00C4688C"/>
    <w:rsid w:val="00C56B4C"/>
    <w:rsid w:val="00C60B84"/>
    <w:rsid w:val="00C60EA0"/>
    <w:rsid w:val="00C67AC6"/>
    <w:rsid w:val="00C74BAC"/>
    <w:rsid w:val="00C830D9"/>
    <w:rsid w:val="00C8639E"/>
    <w:rsid w:val="00CB467A"/>
    <w:rsid w:val="00CB5931"/>
    <w:rsid w:val="00CD1127"/>
    <w:rsid w:val="00CD75AA"/>
    <w:rsid w:val="00CE341C"/>
    <w:rsid w:val="00CE3B11"/>
    <w:rsid w:val="00CF28CD"/>
    <w:rsid w:val="00D014E4"/>
    <w:rsid w:val="00D1055D"/>
    <w:rsid w:val="00D15445"/>
    <w:rsid w:val="00D22972"/>
    <w:rsid w:val="00D265EA"/>
    <w:rsid w:val="00D3799C"/>
    <w:rsid w:val="00D40806"/>
    <w:rsid w:val="00D412C1"/>
    <w:rsid w:val="00D46356"/>
    <w:rsid w:val="00D60CCE"/>
    <w:rsid w:val="00D650DC"/>
    <w:rsid w:val="00D75E1C"/>
    <w:rsid w:val="00D80000"/>
    <w:rsid w:val="00D81C04"/>
    <w:rsid w:val="00D93529"/>
    <w:rsid w:val="00D93D4E"/>
    <w:rsid w:val="00D95674"/>
    <w:rsid w:val="00D97F73"/>
    <w:rsid w:val="00DA450E"/>
    <w:rsid w:val="00DD4952"/>
    <w:rsid w:val="00DD5EE5"/>
    <w:rsid w:val="00DD608F"/>
    <w:rsid w:val="00DE47A7"/>
    <w:rsid w:val="00DE4990"/>
    <w:rsid w:val="00E0376D"/>
    <w:rsid w:val="00E06FD2"/>
    <w:rsid w:val="00E166FB"/>
    <w:rsid w:val="00E172E7"/>
    <w:rsid w:val="00E20556"/>
    <w:rsid w:val="00E34F26"/>
    <w:rsid w:val="00E363B7"/>
    <w:rsid w:val="00E405EE"/>
    <w:rsid w:val="00E423DE"/>
    <w:rsid w:val="00E46368"/>
    <w:rsid w:val="00E47EC4"/>
    <w:rsid w:val="00E51798"/>
    <w:rsid w:val="00E524E0"/>
    <w:rsid w:val="00E52E56"/>
    <w:rsid w:val="00E613C5"/>
    <w:rsid w:val="00E74447"/>
    <w:rsid w:val="00E811D7"/>
    <w:rsid w:val="00E83B6A"/>
    <w:rsid w:val="00E84288"/>
    <w:rsid w:val="00E93DCC"/>
    <w:rsid w:val="00E9402F"/>
    <w:rsid w:val="00E976A5"/>
    <w:rsid w:val="00E977E0"/>
    <w:rsid w:val="00EB3E17"/>
    <w:rsid w:val="00EC2316"/>
    <w:rsid w:val="00EE5998"/>
    <w:rsid w:val="00EE7B37"/>
    <w:rsid w:val="00F066C4"/>
    <w:rsid w:val="00F07F49"/>
    <w:rsid w:val="00F132C4"/>
    <w:rsid w:val="00F27877"/>
    <w:rsid w:val="00F304FE"/>
    <w:rsid w:val="00F35B9F"/>
    <w:rsid w:val="00F413DE"/>
    <w:rsid w:val="00F434F8"/>
    <w:rsid w:val="00F43AD8"/>
    <w:rsid w:val="00F43EEB"/>
    <w:rsid w:val="00F55F11"/>
    <w:rsid w:val="00F642F2"/>
    <w:rsid w:val="00F763E1"/>
    <w:rsid w:val="00F81568"/>
    <w:rsid w:val="00F85EA2"/>
    <w:rsid w:val="00F902A2"/>
    <w:rsid w:val="00F915DF"/>
    <w:rsid w:val="00F92DE9"/>
    <w:rsid w:val="00F93316"/>
    <w:rsid w:val="00FD30FF"/>
    <w:rsid w:val="00FE4362"/>
    <w:rsid w:val="00FE6F41"/>
    <w:rsid w:val="00FF502A"/>
  </w:rsids>
  <m:mathPr>
    <m:mathFont m:val="Cambria Math"/>
    <m:brkBin m:val="before"/>
    <m:brkBinSub m:val="--"/>
    <m:smallFrac/>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Univers LT Std 55" w:eastAsiaTheme="minorHAnsi" w:hAnsi="Univers LT Std 55" w:cstheme="minorBidi"/>
        <w:sz w:val="21"/>
        <w:szCs w:val="21"/>
        <w:lang w:val="nl-BE" w:eastAsia="en-US" w:bidi="ar-SA"/>
      </w:rPr>
    </w:rPrDefault>
    <w:pPrDefault>
      <w:pPr>
        <w:spacing w:line="252" w:lineRule="auto"/>
        <w:jc w:val="center"/>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45"/>
    <w:lsdException w:name="heading 5" w:uiPriority="45" w:qFormat="1"/>
    <w:lsdException w:name="heading 6" w:uiPriority="45" w:qFormat="1"/>
    <w:lsdException w:name="heading 7" w:uiPriority="45" w:qFormat="1"/>
    <w:lsdException w:name="heading 8" w:uiPriority="45" w:qFormat="1"/>
    <w:lsdException w:name="heading 9" w:uiPriority="45" w:qFormat="1"/>
    <w:lsdException w:name="toc 1" w:uiPriority="58"/>
    <w:lsdException w:name="toc 2" w:uiPriority="58"/>
    <w:lsdException w:name="toc 3" w:uiPriority="58"/>
    <w:lsdException w:name="toc 4" w:uiPriority="58"/>
    <w:lsdException w:name="toc 5" w:uiPriority="58"/>
    <w:lsdException w:name="toc 6" w:uiPriority="58"/>
    <w:lsdException w:name="toc 7" w:uiPriority="58"/>
    <w:lsdException w:name="toc 8" w:uiPriority="58"/>
    <w:lsdException w:name="toc 9" w:uiPriority="58"/>
    <w:lsdException w:name="footnote text" w:uiPriority="0" w:unhideWhenUsed="1"/>
    <w:lsdException w:name="header" w:unhideWhenUsed="1"/>
    <w:lsdException w:name="footer" w:uiPriority="0" w:unhideWhenUsed="1"/>
    <w:lsdException w:name="caption" w:uiPriority="56" w:qFormat="1"/>
    <w:lsdException w:name="footnote reference" w:uiPriority="0" w:unhideWhenUsed="1"/>
    <w:lsdException w:name="page number" w:uiPriority="0" w:unhideWhenUsed="1"/>
    <w:lsdException w:name="Title" w:semiHidden="0" w:uiPriority="10" w:qFormat="1"/>
    <w:lsdException w:name="Default Paragraph Font" w:uiPriority="1" w:unhideWhenUsed="1"/>
    <w:lsdException w:name="Subtitle" w:semiHidden="0" w:uiPriority="11" w:qFormat="1"/>
    <w:lsdException w:name="Hyperlink" w:semiHidden="0" w:uiPriority="0"/>
    <w:lsdException w:name="FollowedHyperlink" w:semiHidden="0" w:uiPriority="0"/>
    <w:lsdException w:name="Strong" w:uiPriority="49" w:qFormat="1"/>
    <w:lsdException w:name="Emphasis" w:uiPriority="4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45"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55" w:qFormat="1"/>
    <w:lsdException w:name="Quote" w:uiPriority="50" w:qFormat="1"/>
    <w:lsdException w:name="Intense Quote" w:uiPriority="51"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46" w:qFormat="1"/>
    <w:lsdException w:name="Intense Emphasis" w:uiPriority="48" w:qFormat="1"/>
    <w:lsdException w:name="Subtle Reference" w:uiPriority="52" w:qFormat="1"/>
    <w:lsdException w:name="Intense Reference" w:uiPriority="53" w:qFormat="1"/>
    <w:lsdException w:name="Book Title" w:uiPriority="54" w:qFormat="1"/>
    <w:lsdException w:name="Bibliography" w:uiPriority="57"/>
    <w:lsdException w:name="TOC Heading" w:uiPriority="58" w:qFormat="1"/>
  </w:latentStyles>
  <w:style w:type="paragraph" w:default="1" w:styleId="Standaard">
    <w:name w:val="Normal"/>
    <w:aliases w:val="_standaard"/>
    <w:qFormat/>
    <w:rsid w:val="00C60EA0"/>
    <w:pPr>
      <w:spacing w:line="264" w:lineRule="auto"/>
      <w:jc w:val="left"/>
    </w:pPr>
    <w:rPr>
      <w:rFonts w:ascii="Calibri" w:hAnsi="Calibri"/>
      <w:sz w:val="20"/>
    </w:rPr>
  </w:style>
  <w:style w:type="paragraph" w:styleId="Kop1">
    <w:name w:val="heading 1"/>
    <w:aliases w:val="_kop 1"/>
    <w:basedOn w:val="Standaard"/>
    <w:next w:val="Standaard"/>
    <w:link w:val="Kop1Char"/>
    <w:uiPriority w:val="4"/>
    <w:qFormat/>
    <w:rsid w:val="00F27877"/>
    <w:pPr>
      <w:keepNext/>
      <w:keepLines/>
      <w:spacing w:before="196" w:after="113" w:line="240" w:lineRule="auto"/>
      <w:outlineLvl w:val="0"/>
    </w:pPr>
    <w:rPr>
      <w:rFonts w:eastAsiaTheme="majorEastAsia" w:cstheme="majorBidi"/>
      <w:b/>
      <w:bCs/>
      <w:caps/>
      <w:color w:val="8B2039" w:themeColor="text2"/>
      <w:spacing w:val="6"/>
      <w:sz w:val="28"/>
      <w:szCs w:val="28"/>
    </w:rPr>
  </w:style>
  <w:style w:type="paragraph" w:styleId="Kop2">
    <w:name w:val="heading 2"/>
    <w:aliases w:val="_kop 2"/>
    <w:basedOn w:val="Standaard"/>
    <w:next w:val="Standaard"/>
    <w:link w:val="Kop2Char"/>
    <w:uiPriority w:val="4"/>
    <w:qFormat/>
    <w:rsid w:val="00340EF3"/>
    <w:pPr>
      <w:keepNext/>
      <w:keepLines/>
      <w:spacing w:before="68" w:after="57" w:line="240" w:lineRule="auto"/>
      <w:outlineLvl w:val="1"/>
    </w:pPr>
    <w:rPr>
      <w:rFonts w:eastAsiaTheme="majorEastAsia" w:cstheme="majorBidi"/>
      <w:b/>
      <w:bCs/>
      <w:caps/>
      <w:color w:val="006D86" w:themeColor="accent1"/>
      <w:spacing w:val="6"/>
      <w:sz w:val="24"/>
      <w:szCs w:val="26"/>
    </w:rPr>
  </w:style>
  <w:style w:type="paragraph" w:styleId="Kop3">
    <w:name w:val="heading 3"/>
    <w:aliases w:val="_kop 3"/>
    <w:basedOn w:val="Standaard"/>
    <w:next w:val="Standaard"/>
    <w:link w:val="Kop3Char"/>
    <w:uiPriority w:val="4"/>
    <w:qFormat/>
    <w:rsid w:val="008603C1"/>
    <w:pPr>
      <w:keepNext/>
      <w:keepLines/>
      <w:spacing w:after="28" w:line="240" w:lineRule="auto"/>
      <w:outlineLvl w:val="2"/>
    </w:pPr>
    <w:rPr>
      <w:rFonts w:eastAsiaTheme="majorEastAsia" w:cstheme="majorBidi"/>
      <w:b/>
      <w:bCs/>
      <w:color w:val="8B2039" w:themeColor="text2"/>
      <w:sz w:val="23"/>
      <w:szCs w:val="2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323D39"/>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6091"/>
    <w:rPr>
      <w:rFonts w:ascii="Tahoma" w:hAnsi="Tahoma" w:cs="Tahoma"/>
      <w:sz w:val="16"/>
      <w:szCs w:val="16"/>
    </w:rPr>
  </w:style>
  <w:style w:type="paragraph" w:customStyle="1" w:styleId="lijstopsom1">
    <w:name w:val="_lijst opsom.1"/>
    <w:basedOn w:val="Standaard"/>
    <w:uiPriority w:val="1"/>
    <w:qFormat/>
    <w:rsid w:val="003F1F73"/>
    <w:pPr>
      <w:numPr>
        <w:numId w:val="1"/>
      </w:numPr>
      <w:spacing w:before="40"/>
    </w:pPr>
  </w:style>
  <w:style w:type="paragraph" w:customStyle="1" w:styleId="lijstopsom2">
    <w:name w:val="_lijst opsom.2"/>
    <w:basedOn w:val="lijstopsom1"/>
    <w:uiPriority w:val="1"/>
    <w:qFormat/>
    <w:rsid w:val="00047BC7"/>
    <w:pPr>
      <w:numPr>
        <w:ilvl w:val="1"/>
      </w:numPr>
    </w:pPr>
  </w:style>
  <w:style w:type="paragraph" w:customStyle="1" w:styleId="lijstopsom3">
    <w:name w:val="_lijst opsom.3"/>
    <w:basedOn w:val="lijstopsom2"/>
    <w:uiPriority w:val="1"/>
    <w:qFormat/>
    <w:rsid w:val="00047BC7"/>
    <w:pPr>
      <w:numPr>
        <w:ilvl w:val="2"/>
      </w:numPr>
    </w:pPr>
  </w:style>
  <w:style w:type="numbering" w:customStyle="1" w:styleId="SOOPSOM">
    <w:name w:val="_SO_OPSOM"/>
    <w:rsid w:val="003F1F73"/>
    <w:pPr>
      <w:numPr>
        <w:numId w:val="1"/>
      </w:numPr>
    </w:pPr>
  </w:style>
  <w:style w:type="paragraph" w:customStyle="1" w:styleId="lijstnum1">
    <w:name w:val="_lijst num.1"/>
    <w:basedOn w:val="Standaard"/>
    <w:uiPriority w:val="2"/>
    <w:qFormat/>
    <w:rsid w:val="003F1F73"/>
    <w:pPr>
      <w:numPr>
        <w:numId w:val="23"/>
      </w:numPr>
      <w:spacing w:before="40"/>
    </w:pPr>
  </w:style>
  <w:style w:type="paragraph" w:customStyle="1" w:styleId="lijstnum2">
    <w:name w:val="_lijst num.2"/>
    <w:basedOn w:val="Standaard"/>
    <w:uiPriority w:val="2"/>
    <w:qFormat/>
    <w:rsid w:val="003F1F73"/>
    <w:pPr>
      <w:numPr>
        <w:ilvl w:val="1"/>
        <w:numId w:val="23"/>
      </w:numPr>
      <w:spacing w:before="40"/>
    </w:pPr>
  </w:style>
  <w:style w:type="paragraph" w:customStyle="1" w:styleId="lijstnum3">
    <w:name w:val="_lijst num.3"/>
    <w:basedOn w:val="Standaard"/>
    <w:uiPriority w:val="2"/>
    <w:qFormat/>
    <w:rsid w:val="003F1F73"/>
    <w:pPr>
      <w:numPr>
        <w:ilvl w:val="2"/>
        <w:numId w:val="23"/>
      </w:numPr>
      <w:spacing w:before="40"/>
    </w:pPr>
  </w:style>
  <w:style w:type="numbering" w:customStyle="1" w:styleId="SONUM">
    <w:name w:val="_SO_NUM"/>
    <w:rsid w:val="003F1F73"/>
    <w:pPr>
      <w:numPr>
        <w:numId w:val="2"/>
      </w:numPr>
    </w:pPr>
  </w:style>
  <w:style w:type="paragraph" w:customStyle="1" w:styleId="notasubtitel">
    <w:name w:val="_nota_subtitel"/>
    <w:basedOn w:val="Standaard"/>
    <w:link w:val="notasubtitelChar"/>
    <w:uiPriority w:val="31"/>
    <w:qFormat/>
    <w:rsid w:val="00C60EA0"/>
    <w:pPr>
      <w:numPr>
        <w:ilvl w:val="1"/>
      </w:numPr>
      <w:spacing w:before="80" w:line="233" w:lineRule="auto"/>
      <w:ind w:right="1644"/>
      <w:contextualSpacing/>
    </w:pPr>
    <w:rPr>
      <w:rFonts w:eastAsiaTheme="majorEastAsia" w:cstheme="majorBidi"/>
      <w:b/>
      <w:iCs/>
      <w:color w:val="8B2039" w:themeColor="text2"/>
      <w:spacing w:val="3"/>
      <w:sz w:val="24"/>
      <w:szCs w:val="24"/>
    </w:rPr>
  </w:style>
  <w:style w:type="paragraph" w:customStyle="1" w:styleId="notadatum">
    <w:name w:val="_nota_datum"/>
    <w:basedOn w:val="Standaard"/>
    <w:uiPriority w:val="32"/>
    <w:qFormat/>
    <w:rsid w:val="00C60EA0"/>
    <w:pPr>
      <w:spacing w:before="20" w:after="1000"/>
    </w:pPr>
    <w:rPr>
      <w:b/>
      <w:sz w:val="21"/>
    </w:rPr>
  </w:style>
  <w:style w:type="character" w:styleId="Tekstvantijdelijkeaanduiding">
    <w:name w:val="Placeholder Text"/>
    <w:basedOn w:val="Standaardalinea-lettertype"/>
    <w:uiPriority w:val="99"/>
    <w:rsid w:val="003A5D8E"/>
    <w:rPr>
      <w:color w:val="auto"/>
    </w:rPr>
  </w:style>
  <w:style w:type="paragraph" w:styleId="Koptekst">
    <w:name w:val="header"/>
    <w:basedOn w:val="Standaard"/>
    <w:link w:val="KoptekstChar"/>
    <w:uiPriority w:val="99"/>
    <w:semiHidden/>
    <w:rsid w:val="0098171A"/>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9C6091"/>
    <w:rPr>
      <w:rFonts w:ascii="Calibri" w:hAnsi="Calibri"/>
      <w:sz w:val="19"/>
    </w:rPr>
  </w:style>
  <w:style w:type="paragraph" w:styleId="Voettekst">
    <w:name w:val="footer"/>
    <w:aliases w:val="_voettekst"/>
    <w:basedOn w:val="Standaard"/>
    <w:link w:val="VoettekstChar"/>
    <w:uiPriority w:val="34"/>
    <w:unhideWhenUsed/>
    <w:rsid w:val="00F85EA2"/>
    <w:pPr>
      <w:spacing w:line="240" w:lineRule="auto"/>
      <w:ind w:right="567"/>
    </w:pPr>
    <w:rPr>
      <w:b/>
      <w:color w:val="006D86" w:themeColor="accent1"/>
      <w:sz w:val="18"/>
    </w:rPr>
  </w:style>
  <w:style w:type="character" w:customStyle="1" w:styleId="VoettekstChar">
    <w:name w:val="Voettekst Char"/>
    <w:aliases w:val="_voettekst Char"/>
    <w:basedOn w:val="Standaardalinea-lettertype"/>
    <w:link w:val="Voettekst"/>
    <w:uiPriority w:val="34"/>
    <w:rsid w:val="00F85EA2"/>
    <w:rPr>
      <w:rFonts w:ascii="Calibri" w:hAnsi="Calibri"/>
      <w:b/>
      <w:color w:val="006D86" w:themeColor="accent1"/>
      <w:sz w:val="18"/>
    </w:rPr>
  </w:style>
  <w:style w:type="character" w:customStyle="1" w:styleId="Kop1Char">
    <w:name w:val="Kop 1 Char"/>
    <w:aliases w:val="_kop 1 Char"/>
    <w:basedOn w:val="Standaardalinea-lettertype"/>
    <w:link w:val="Kop1"/>
    <w:uiPriority w:val="4"/>
    <w:rsid w:val="00F27877"/>
    <w:rPr>
      <w:rFonts w:ascii="Calibri" w:eastAsiaTheme="majorEastAsia" w:hAnsi="Calibri" w:cstheme="majorBidi"/>
      <w:b/>
      <w:bCs/>
      <w:caps/>
      <w:color w:val="8B2039" w:themeColor="text2"/>
      <w:spacing w:val="6"/>
      <w:sz w:val="28"/>
      <w:szCs w:val="28"/>
    </w:rPr>
  </w:style>
  <w:style w:type="character" w:customStyle="1" w:styleId="Kop2Char">
    <w:name w:val="Kop 2 Char"/>
    <w:aliases w:val="_kop 2 Char"/>
    <w:basedOn w:val="Standaardalinea-lettertype"/>
    <w:link w:val="Kop2"/>
    <w:uiPriority w:val="4"/>
    <w:rsid w:val="00F81568"/>
    <w:rPr>
      <w:rFonts w:ascii="Calibri" w:eastAsiaTheme="majorEastAsia" w:hAnsi="Calibri" w:cstheme="majorBidi"/>
      <w:b/>
      <w:bCs/>
      <w:caps/>
      <w:color w:val="006D86" w:themeColor="accent1"/>
      <w:spacing w:val="6"/>
      <w:sz w:val="24"/>
      <w:szCs w:val="26"/>
    </w:rPr>
  </w:style>
  <w:style w:type="character" w:customStyle="1" w:styleId="Kop3Char">
    <w:name w:val="Kop 3 Char"/>
    <w:aliases w:val="_kop 3 Char"/>
    <w:basedOn w:val="Standaardalinea-lettertype"/>
    <w:link w:val="Kop3"/>
    <w:uiPriority w:val="4"/>
    <w:rsid w:val="00F81568"/>
    <w:rPr>
      <w:rFonts w:ascii="Calibri" w:eastAsiaTheme="majorEastAsia" w:hAnsi="Calibri" w:cstheme="majorBidi"/>
      <w:b/>
      <w:bCs/>
      <w:color w:val="8B2039" w:themeColor="text2"/>
      <w:sz w:val="23"/>
      <w:szCs w:val="23"/>
    </w:rPr>
  </w:style>
  <w:style w:type="paragraph" w:customStyle="1" w:styleId="kop1nummer">
    <w:name w:val="_kop 1_nummer"/>
    <w:basedOn w:val="Kop1"/>
    <w:next w:val="Standaard"/>
    <w:uiPriority w:val="5"/>
    <w:qFormat/>
    <w:rsid w:val="00340EF3"/>
    <w:pPr>
      <w:numPr>
        <w:numId w:val="6"/>
      </w:numPr>
    </w:pPr>
  </w:style>
  <w:style w:type="paragraph" w:customStyle="1" w:styleId="kop2nummer">
    <w:name w:val="_kop 2_nummer"/>
    <w:basedOn w:val="Kop2"/>
    <w:next w:val="Standaard"/>
    <w:uiPriority w:val="5"/>
    <w:qFormat/>
    <w:rsid w:val="00340EF3"/>
    <w:pPr>
      <w:numPr>
        <w:ilvl w:val="1"/>
        <w:numId w:val="6"/>
      </w:numPr>
    </w:pPr>
  </w:style>
  <w:style w:type="paragraph" w:customStyle="1" w:styleId="kop3nummer">
    <w:name w:val="_kop 3_nummer"/>
    <w:basedOn w:val="Kop3"/>
    <w:next w:val="Standaard"/>
    <w:uiPriority w:val="5"/>
    <w:qFormat/>
    <w:rsid w:val="00340EF3"/>
    <w:pPr>
      <w:numPr>
        <w:ilvl w:val="2"/>
        <w:numId w:val="6"/>
      </w:numPr>
    </w:pPr>
  </w:style>
  <w:style w:type="numbering" w:customStyle="1" w:styleId="SOKOPPEN">
    <w:name w:val="_SO_KOPPEN"/>
    <w:uiPriority w:val="99"/>
    <w:rsid w:val="00340EF3"/>
    <w:pPr>
      <w:numPr>
        <w:numId w:val="4"/>
      </w:numPr>
    </w:pPr>
  </w:style>
  <w:style w:type="character" w:styleId="GevolgdeHyperlink">
    <w:name w:val="FollowedHyperlink"/>
    <w:basedOn w:val="Standaardalinea-lettertype"/>
    <w:uiPriority w:val="43"/>
    <w:semiHidden/>
    <w:rsid w:val="008F61E0"/>
    <w:rPr>
      <w:color w:val="000000" w:themeColor="followedHyperlink"/>
      <w:u w:val="single"/>
    </w:rPr>
  </w:style>
  <w:style w:type="character" w:styleId="Hyperlink">
    <w:name w:val="Hyperlink"/>
    <w:basedOn w:val="Standaardalinea-lettertype"/>
    <w:uiPriority w:val="43"/>
    <w:semiHidden/>
    <w:rsid w:val="008F61E0"/>
    <w:rPr>
      <w:color w:val="000000" w:themeColor="hyperlink"/>
      <w:u w:val="single"/>
    </w:rPr>
  </w:style>
  <w:style w:type="character" w:customStyle="1" w:styleId="accentbordeaux">
    <w:name w:val="_accent_bordeaux"/>
    <w:basedOn w:val="Standaardalinea-lettertype"/>
    <w:uiPriority w:val="3"/>
    <w:qFormat/>
    <w:rsid w:val="00F27877"/>
    <w:rPr>
      <w:b/>
      <w:color w:val="8B2039" w:themeColor="text2"/>
      <w:lang w:val="nl-BE"/>
    </w:rPr>
  </w:style>
  <w:style w:type="character" w:customStyle="1" w:styleId="accentpetroleum">
    <w:name w:val="_accent_petroleum"/>
    <w:basedOn w:val="Standaardalinea-lettertype"/>
    <w:uiPriority w:val="3"/>
    <w:qFormat/>
    <w:rsid w:val="00F27877"/>
    <w:rPr>
      <w:b/>
      <w:color w:val="006D86" w:themeColor="accent1"/>
      <w:lang w:val="nl-BE"/>
    </w:rPr>
  </w:style>
  <w:style w:type="paragraph" w:customStyle="1" w:styleId="citaat">
    <w:name w:val="_citaat"/>
    <w:basedOn w:val="Standaard"/>
    <w:link w:val="citaatChar"/>
    <w:uiPriority w:val="10"/>
    <w:qFormat/>
    <w:rsid w:val="00703BF1"/>
    <w:pPr>
      <w:ind w:left="567" w:right="567"/>
    </w:pPr>
    <w:rPr>
      <w:i/>
      <w:color w:val="006D86" w:themeColor="accent1"/>
    </w:rPr>
  </w:style>
  <w:style w:type="numbering" w:customStyle="1" w:styleId="SOCITAATOPSOM">
    <w:name w:val="_SO_CITAAT_OPSOM"/>
    <w:uiPriority w:val="99"/>
    <w:rsid w:val="0032241F"/>
    <w:pPr>
      <w:numPr>
        <w:numId w:val="8"/>
      </w:numPr>
    </w:pPr>
  </w:style>
  <w:style w:type="character" w:customStyle="1" w:styleId="citaatChar">
    <w:name w:val="_citaat Char"/>
    <w:basedOn w:val="Standaardalinea-lettertype"/>
    <w:link w:val="citaat"/>
    <w:uiPriority w:val="10"/>
    <w:rsid w:val="00703BF1"/>
    <w:rPr>
      <w:rFonts w:ascii="Calibri" w:hAnsi="Calibri"/>
      <w:i/>
      <w:color w:val="006D86" w:themeColor="accent1"/>
      <w:sz w:val="19"/>
    </w:rPr>
  </w:style>
  <w:style w:type="paragraph" w:customStyle="1" w:styleId="citaatlijstopsom1">
    <w:name w:val="_citaat_lijst opsom.1"/>
    <w:basedOn w:val="citaat"/>
    <w:uiPriority w:val="10"/>
    <w:qFormat/>
    <w:rsid w:val="0032241F"/>
    <w:pPr>
      <w:numPr>
        <w:numId w:val="16"/>
      </w:numPr>
      <w:spacing w:before="40" w:after="40"/>
    </w:pPr>
  </w:style>
  <w:style w:type="paragraph" w:customStyle="1" w:styleId="citaatlijstopsom2">
    <w:name w:val="_citaat_lijst opsom.2"/>
    <w:basedOn w:val="citaatlijstopsom1"/>
    <w:uiPriority w:val="10"/>
    <w:qFormat/>
    <w:rsid w:val="0032241F"/>
    <w:pPr>
      <w:numPr>
        <w:ilvl w:val="1"/>
      </w:numPr>
    </w:pPr>
  </w:style>
  <w:style w:type="paragraph" w:customStyle="1" w:styleId="citaatlijstnum1">
    <w:name w:val="_citaat_lijst num.1"/>
    <w:basedOn w:val="citaat"/>
    <w:uiPriority w:val="11"/>
    <w:qFormat/>
    <w:rsid w:val="0032241F"/>
    <w:pPr>
      <w:numPr>
        <w:numId w:val="17"/>
      </w:numPr>
      <w:spacing w:before="40" w:after="40"/>
    </w:pPr>
  </w:style>
  <w:style w:type="paragraph" w:customStyle="1" w:styleId="citaatlijstnum2">
    <w:name w:val="_citaat_lijst num.2"/>
    <w:basedOn w:val="citaatlijstnum1"/>
    <w:uiPriority w:val="11"/>
    <w:qFormat/>
    <w:rsid w:val="0032241F"/>
    <w:pPr>
      <w:numPr>
        <w:ilvl w:val="1"/>
      </w:numPr>
    </w:pPr>
  </w:style>
  <w:style w:type="numbering" w:customStyle="1" w:styleId="SOCITAATNUM">
    <w:name w:val="_SO_CITAAT_NUM"/>
    <w:uiPriority w:val="99"/>
    <w:rsid w:val="0032241F"/>
    <w:pPr>
      <w:numPr>
        <w:numId w:val="9"/>
      </w:numPr>
    </w:pPr>
  </w:style>
  <w:style w:type="character" w:customStyle="1" w:styleId="voettekstdatum">
    <w:name w:val="_voettekst_datum"/>
    <w:basedOn w:val="Standaardalinea-lettertype"/>
    <w:uiPriority w:val="34"/>
    <w:qFormat/>
    <w:rsid w:val="00402454"/>
    <w:rPr>
      <w:b/>
      <w:color w:val="000000" w:themeColor="text1"/>
      <w:lang w:val="nl-BE"/>
    </w:rPr>
  </w:style>
  <w:style w:type="table" w:styleId="Tabelraster">
    <w:name w:val="Table Grid"/>
    <w:basedOn w:val="Standaardtabel"/>
    <w:uiPriority w:val="59"/>
    <w:rsid w:val="004C03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inanummer">
    <w:name w:val="page number"/>
    <w:aliases w:val="_paginanummer"/>
    <w:basedOn w:val="Standaardalinea-lettertype"/>
    <w:uiPriority w:val="34"/>
    <w:rsid w:val="00402454"/>
    <w:rPr>
      <w:b/>
      <w:noProof/>
      <w:color w:val="006D86" w:themeColor="accent1"/>
      <w:sz w:val="18"/>
      <w:szCs w:val="18"/>
      <w:lang w:val="nl-BE"/>
    </w:rPr>
  </w:style>
  <w:style w:type="paragraph" w:styleId="Voetnoottekst">
    <w:name w:val="footnote text"/>
    <w:aliases w:val="_voetnoottekst"/>
    <w:basedOn w:val="Standaard"/>
    <w:link w:val="VoetnoottekstChar"/>
    <w:uiPriority w:val="33"/>
    <w:rsid w:val="00E524E0"/>
    <w:pPr>
      <w:spacing w:before="40"/>
    </w:pPr>
    <w:rPr>
      <w:i/>
      <w:sz w:val="14"/>
      <w:szCs w:val="20"/>
    </w:rPr>
  </w:style>
  <w:style w:type="character" w:customStyle="1" w:styleId="VoetnoottekstChar">
    <w:name w:val="Voetnoottekst Char"/>
    <w:aliases w:val="_voetnoottekst Char"/>
    <w:basedOn w:val="Standaardalinea-lettertype"/>
    <w:link w:val="Voetnoottekst"/>
    <w:uiPriority w:val="33"/>
    <w:rsid w:val="00F81568"/>
    <w:rPr>
      <w:rFonts w:ascii="Calibri" w:hAnsi="Calibri"/>
      <w:i/>
      <w:sz w:val="14"/>
      <w:szCs w:val="20"/>
    </w:rPr>
  </w:style>
  <w:style w:type="character" w:styleId="Voetnootmarkering">
    <w:name w:val="footnote reference"/>
    <w:aliases w:val="_voetnootmarkering"/>
    <w:basedOn w:val="Standaardalinea-lettertype"/>
    <w:uiPriority w:val="33"/>
    <w:rsid w:val="00402454"/>
    <w:rPr>
      <w:b/>
      <w:color w:val="8B2039" w:themeColor="text2"/>
      <w:vertAlign w:val="superscript"/>
      <w:lang w:val="nl-BE"/>
    </w:rPr>
  </w:style>
  <w:style w:type="table" w:customStyle="1" w:styleId="Samenlevingtabel">
    <w:name w:val="_Samenleving_tabel"/>
    <w:basedOn w:val="Standaardtabel"/>
    <w:uiPriority w:val="99"/>
    <w:qFormat/>
    <w:rsid w:val="00234B45"/>
    <w:pPr>
      <w:spacing w:line="240" w:lineRule="auto"/>
      <w:jc w:val="left"/>
    </w:pPr>
    <w:rPr>
      <w:rFonts w:ascii="Calibri" w:hAnsi="Calibri"/>
      <w:sz w:val="19"/>
    </w:rPr>
    <w:tblPr>
      <w:tblInd w:w="0" w:type="dxa"/>
      <w:tblBorders>
        <w:top w:val="single" w:sz="2" w:space="0" w:color="auto"/>
        <w:bottom w:val="single" w:sz="2" w:space="0" w:color="auto"/>
        <w:insideH w:val="single" w:sz="2" w:space="0" w:color="auto"/>
        <w:insideV w:val="single" w:sz="48" w:space="0" w:color="FFFFFF" w:themeColor="background1"/>
      </w:tblBorders>
      <w:tblCellMar>
        <w:top w:w="40" w:type="dxa"/>
        <w:left w:w="0" w:type="dxa"/>
        <w:bottom w:w="85" w:type="dxa"/>
        <w:right w:w="0" w:type="dxa"/>
      </w:tblCellMar>
    </w:tblPr>
    <w:tblStylePr w:type="firstRow">
      <w:rPr>
        <w:rFonts w:ascii="Calibri" w:hAnsi="Calibri"/>
        <w:b/>
        <w:color w:val="8B2039" w:themeColor="text2"/>
      </w:rPr>
    </w:tblStylePr>
    <w:tblStylePr w:type="lastRow">
      <w:rPr>
        <w:rFonts w:ascii="Calibri" w:hAnsi="Calibri"/>
        <w:b/>
        <w:color w:val="8B2039" w:themeColor="text2"/>
      </w:rPr>
    </w:tblStylePr>
    <w:tblStylePr w:type="firstCol">
      <w:rPr>
        <w:rFonts w:ascii="Calibri" w:hAnsi="Calibri"/>
        <w:b/>
        <w:color w:val="006D86" w:themeColor="accent1"/>
      </w:rPr>
    </w:tblStylePr>
    <w:tblStylePr w:type="lastCol">
      <w:rPr>
        <w:rFonts w:ascii="Calibri" w:hAnsi="Calibri"/>
        <w:b/>
        <w:color w:val="006D86" w:themeColor="accent1"/>
      </w:rPr>
    </w:tblStylePr>
  </w:style>
  <w:style w:type="paragraph" w:customStyle="1" w:styleId="tabeltekst">
    <w:name w:val="_tabel_tekst"/>
    <w:basedOn w:val="Standaard"/>
    <w:uiPriority w:val="7"/>
    <w:qFormat/>
    <w:rsid w:val="00234B45"/>
    <w:pPr>
      <w:spacing w:before="60"/>
    </w:pPr>
  </w:style>
  <w:style w:type="paragraph" w:customStyle="1" w:styleId="tabellijstopsom1">
    <w:name w:val="_tabel_lijst opsom.1"/>
    <w:basedOn w:val="tabeltekst"/>
    <w:uiPriority w:val="8"/>
    <w:qFormat/>
    <w:rsid w:val="000416B7"/>
    <w:pPr>
      <w:numPr>
        <w:numId w:val="13"/>
      </w:numPr>
    </w:pPr>
  </w:style>
  <w:style w:type="paragraph" w:customStyle="1" w:styleId="tabellijstopsom2">
    <w:name w:val="_tabel_lijst opsom.2"/>
    <w:basedOn w:val="tabellijstopsom1"/>
    <w:uiPriority w:val="8"/>
    <w:qFormat/>
    <w:rsid w:val="000416B7"/>
    <w:pPr>
      <w:numPr>
        <w:ilvl w:val="1"/>
      </w:numPr>
    </w:pPr>
  </w:style>
  <w:style w:type="paragraph" w:customStyle="1" w:styleId="tabellijstopsom3">
    <w:name w:val="_tabel_lijst opsom.3"/>
    <w:basedOn w:val="tabellijstopsom2"/>
    <w:uiPriority w:val="8"/>
    <w:qFormat/>
    <w:rsid w:val="000416B7"/>
    <w:pPr>
      <w:numPr>
        <w:ilvl w:val="2"/>
      </w:numPr>
    </w:pPr>
  </w:style>
  <w:style w:type="numbering" w:customStyle="1" w:styleId="SOTABELOPSOM">
    <w:name w:val="_SO_TABEL_OPSOM"/>
    <w:uiPriority w:val="99"/>
    <w:rsid w:val="000416B7"/>
    <w:pPr>
      <w:numPr>
        <w:numId w:val="13"/>
      </w:numPr>
    </w:pPr>
  </w:style>
  <w:style w:type="paragraph" w:customStyle="1" w:styleId="tabellijstnum1">
    <w:name w:val="_tabel_lijst num.1"/>
    <w:basedOn w:val="tabeltekst"/>
    <w:uiPriority w:val="9"/>
    <w:qFormat/>
    <w:rsid w:val="000416B7"/>
    <w:pPr>
      <w:numPr>
        <w:numId w:val="12"/>
      </w:numPr>
    </w:pPr>
  </w:style>
  <w:style w:type="paragraph" w:customStyle="1" w:styleId="tabellijstnum2">
    <w:name w:val="_tabel_lijst num.2"/>
    <w:basedOn w:val="tabellijstnum1"/>
    <w:uiPriority w:val="9"/>
    <w:qFormat/>
    <w:rsid w:val="000416B7"/>
    <w:pPr>
      <w:numPr>
        <w:ilvl w:val="1"/>
      </w:numPr>
    </w:pPr>
  </w:style>
  <w:style w:type="paragraph" w:customStyle="1" w:styleId="tabellijstnum3">
    <w:name w:val="_tabel_lijst num.3"/>
    <w:basedOn w:val="tabellijstnum2"/>
    <w:uiPriority w:val="9"/>
    <w:qFormat/>
    <w:rsid w:val="000416B7"/>
    <w:pPr>
      <w:numPr>
        <w:ilvl w:val="2"/>
      </w:numPr>
    </w:pPr>
  </w:style>
  <w:style w:type="numbering" w:customStyle="1" w:styleId="SOTABELNUM">
    <w:name w:val="_SO_TABEL_NUM"/>
    <w:uiPriority w:val="99"/>
    <w:rsid w:val="000416B7"/>
    <w:pPr>
      <w:numPr>
        <w:numId w:val="10"/>
      </w:numPr>
    </w:pPr>
  </w:style>
  <w:style w:type="paragraph" w:customStyle="1" w:styleId="tabeltitel">
    <w:name w:val="_tabel_titel"/>
    <w:basedOn w:val="Standaard"/>
    <w:uiPriority w:val="6"/>
    <w:qFormat/>
    <w:rsid w:val="00D97F73"/>
    <w:pPr>
      <w:numPr>
        <w:numId w:val="15"/>
      </w:numPr>
      <w:spacing w:after="80"/>
    </w:pPr>
    <w:rPr>
      <w:b/>
      <w:sz w:val="18"/>
      <w:szCs w:val="18"/>
    </w:rPr>
  </w:style>
  <w:style w:type="numbering" w:customStyle="1" w:styleId="SOTABETITEL">
    <w:name w:val="_SO_TABE_TITEL"/>
    <w:uiPriority w:val="99"/>
    <w:rsid w:val="00D97F73"/>
    <w:pPr>
      <w:numPr>
        <w:numId w:val="14"/>
      </w:numPr>
    </w:pPr>
  </w:style>
  <w:style w:type="paragraph" w:customStyle="1" w:styleId="signatuurpersoon">
    <w:name w:val="_signatuur_persoon"/>
    <w:basedOn w:val="Standaard"/>
    <w:uiPriority w:val="27"/>
    <w:qFormat/>
    <w:rsid w:val="00C60EA0"/>
    <w:pPr>
      <w:spacing w:before="256" w:line="240" w:lineRule="auto"/>
      <w:contextualSpacing/>
    </w:pPr>
    <w:rPr>
      <w:sz w:val="19"/>
    </w:rPr>
  </w:style>
  <w:style w:type="paragraph" w:customStyle="1" w:styleId="signatuurinstituut">
    <w:name w:val="_signatuur_instituut"/>
    <w:basedOn w:val="Standaard"/>
    <w:uiPriority w:val="28"/>
    <w:qFormat/>
    <w:rsid w:val="00C60EA0"/>
    <w:pPr>
      <w:spacing w:line="240" w:lineRule="auto"/>
    </w:pPr>
    <w:rPr>
      <w:color w:val="8B2039" w:themeColor="text2"/>
      <w:sz w:val="19"/>
    </w:rPr>
  </w:style>
  <w:style w:type="paragraph" w:customStyle="1" w:styleId="signatuurwerkadres">
    <w:name w:val="_signatuur_werkadres"/>
    <w:basedOn w:val="Standaard"/>
    <w:uiPriority w:val="29"/>
    <w:qFormat/>
    <w:rsid w:val="00C60EA0"/>
    <w:pPr>
      <w:spacing w:line="240" w:lineRule="auto"/>
    </w:pPr>
    <w:rPr>
      <w:color w:val="006D86" w:themeColor="accent1"/>
      <w:sz w:val="19"/>
    </w:rPr>
  </w:style>
  <w:style w:type="paragraph" w:customStyle="1" w:styleId="secundairestijlen">
    <w:name w:val="===secundaire stijlen==========="/>
    <w:basedOn w:val="Standaard"/>
    <w:uiPriority w:val="26"/>
    <w:qFormat/>
    <w:rsid w:val="00F81568"/>
  </w:style>
  <w:style w:type="paragraph" w:customStyle="1" w:styleId="eindestijlenSamenlevingsopbouw">
    <w:name w:val="===einde stijlen Samenlevingsopbouw==="/>
    <w:basedOn w:val="Standaard"/>
    <w:uiPriority w:val="44"/>
    <w:qFormat/>
    <w:rsid w:val="00F81568"/>
  </w:style>
  <w:style w:type="paragraph" w:customStyle="1" w:styleId="notatitel">
    <w:name w:val="_nota_titel"/>
    <w:basedOn w:val="Standaard"/>
    <w:link w:val="notatitelChar"/>
    <w:uiPriority w:val="30"/>
    <w:qFormat/>
    <w:rsid w:val="00D60CCE"/>
    <w:pPr>
      <w:spacing w:before="420" w:line="221" w:lineRule="auto"/>
      <w:contextualSpacing/>
    </w:pPr>
    <w:rPr>
      <w:rFonts w:eastAsiaTheme="majorEastAsia" w:cstheme="majorBidi"/>
      <w:b/>
      <w:color w:val="006D86" w:themeColor="accent1"/>
      <w:spacing w:val="5"/>
      <w:kern w:val="28"/>
      <w:sz w:val="42"/>
      <w:szCs w:val="52"/>
    </w:rPr>
  </w:style>
  <w:style w:type="character" w:customStyle="1" w:styleId="notasubtitelChar">
    <w:name w:val="_nota_subtitel Char"/>
    <w:basedOn w:val="Standaardalinea-lettertype"/>
    <w:link w:val="notasubtitel"/>
    <w:uiPriority w:val="31"/>
    <w:rsid w:val="00C60EA0"/>
    <w:rPr>
      <w:rFonts w:ascii="Calibri" w:eastAsiaTheme="majorEastAsia" w:hAnsi="Calibri" w:cstheme="majorBidi"/>
      <w:b/>
      <w:iCs/>
      <w:color w:val="8B2039" w:themeColor="text2"/>
      <w:spacing w:val="3"/>
      <w:sz w:val="24"/>
      <w:szCs w:val="24"/>
    </w:rPr>
  </w:style>
  <w:style w:type="character" w:customStyle="1" w:styleId="notatitelChar">
    <w:name w:val="_nota_titel Char"/>
    <w:basedOn w:val="Standaardalinea-lettertype"/>
    <w:link w:val="notatitel"/>
    <w:uiPriority w:val="30"/>
    <w:rsid w:val="00D60CCE"/>
    <w:rPr>
      <w:rFonts w:ascii="Calibri" w:eastAsiaTheme="majorEastAsia" w:hAnsi="Calibri" w:cstheme="majorBidi"/>
      <w:b/>
      <w:color w:val="006D86" w:themeColor="accent1"/>
      <w:spacing w:val="5"/>
      <w:kern w:val="28"/>
      <w:sz w:val="42"/>
      <w:szCs w:val="52"/>
    </w:rPr>
  </w:style>
  <w:style w:type="paragraph" w:styleId="Lijstalinea">
    <w:name w:val="List Paragraph"/>
    <w:basedOn w:val="Standaard"/>
    <w:uiPriority w:val="55"/>
    <w:qFormat/>
    <w:rsid w:val="00A95F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Univers LT Std 55" w:eastAsiaTheme="minorHAnsi" w:hAnsi="Univers LT Std 55" w:cstheme="minorBidi"/>
        <w:sz w:val="21"/>
        <w:szCs w:val="21"/>
        <w:lang w:val="nl-BE" w:eastAsia="en-US" w:bidi="ar-SA"/>
      </w:rPr>
    </w:rPrDefault>
    <w:pPrDefault>
      <w:pPr>
        <w:spacing w:line="252" w:lineRule="auto"/>
        <w:jc w:val="center"/>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45"/>
    <w:lsdException w:name="heading 5" w:uiPriority="45" w:qFormat="1"/>
    <w:lsdException w:name="heading 6" w:uiPriority="45" w:qFormat="1"/>
    <w:lsdException w:name="heading 7" w:uiPriority="45" w:qFormat="1"/>
    <w:lsdException w:name="heading 8" w:uiPriority="45" w:qFormat="1"/>
    <w:lsdException w:name="heading 9" w:uiPriority="45" w:qFormat="1"/>
    <w:lsdException w:name="toc 1" w:uiPriority="58"/>
    <w:lsdException w:name="toc 2" w:uiPriority="58"/>
    <w:lsdException w:name="toc 3" w:uiPriority="58"/>
    <w:lsdException w:name="toc 4" w:uiPriority="58"/>
    <w:lsdException w:name="toc 5" w:uiPriority="58"/>
    <w:lsdException w:name="toc 6" w:uiPriority="58"/>
    <w:lsdException w:name="toc 7" w:uiPriority="58"/>
    <w:lsdException w:name="toc 8" w:uiPriority="58"/>
    <w:lsdException w:name="toc 9" w:uiPriority="58"/>
    <w:lsdException w:name="footnote text" w:uiPriority="0" w:unhideWhenUsed="1"/>
    <w:lsdException w:name="header" w:unhideWhenUsed="1"/>
    <w:lsdException w:name="footer" w:uiPriority="0" w:unhideWhenUsed="1"/>
    <w:lsdException w:name="caption" w:uiPriority="56" w:qFormat="1"/>
    <w:lsdException w:name="footnote reference" w:uiPriority="0" w:unhideWhenUsed="1"/>
    <w:lsdException w:name="page number" w:uiPriority="0" w:unhideWhenUsed="1"/>
    <w:lsdException w:name="Title" w:semiHidden="0" w:uiPriority="10" w:qFormat="1"/>
    <w:lsdException w:name="Default Paragraph Font" w:uiPriority="1" w:unhideWhenUsed="1"/>
    <w:lsdException w:name="Subtitle" w:semiHidden="0" w:uiPriority="11" w:qFormat="1"/>
    <w:lsdException w:name="Hyperlink" w:semiHidden="0" w:uiPriority="0"/>
    <w:lsdException w:name="FollowedHyperlink" w:semiHidden="0" w:uiPriority="0"/>
    <w:lsdException w:name="Strong" w:uiPriority="49" w:qFormat="1"/>
    <w:lsdException w:name="Emphasis" w:uiPriority="4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45"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55" w:qFormat="1"/>
    <w:lsdException w:name="Quote" w:uiPriority="50" w:qFormat="1"/>
    <w:lsdException w:name="Intense Quote" w:uiPriority="51"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46" w:qFormat="1"/>
    <w:lsdException w:name="Intense Emphasis" w:uiPriority="48" w:qFormat="1"/>
    <w:lsdException w:name="Subtle Reference" w:uiPriority="52" w:qFormat="1"/>
    <w:lsdException w:name="Intense Reference" w:uiPriority="53" w:qFormat="1"/>
    <w:lsdException w:name="Book Title" w:uiPriority="54" w:qFormat="1"/>
    <w:lsdException w:name="Bibliography" w:uiPriority="57"/>
    <w:lsdException w:name="TOC Heading" w:uiPriority="58" w:qFormat="1"/>
  </w:latentStyles>
  <w:style w:type="paragraph" w:default="1" w:styleId="Standaard">
    <w:name w:val="Normal"/>
    <w:aliases w:val="_standaard"/>
    <w:qFormat/>
    <w:rsid w:val="00C60EA0"/>
    <w:pPr>
      <w:spacing w:line="264" w:lineRule="auto"/>
      <w:jc w:val="left"/>
    </w:pPr>
    <w:rPr>
      <w:rFonts w:ascii="Calibri" w:hAnsi="Calibri"/>
      <w:sz w:val="20"/>
    </w:rPr>
  </w:style>
  <w:style w:type="paragraph" w:styleId="Kop1">
    <w:name w:val="heading 1"/>
    <w:aliases w:val="_kop 1"/>
    <w:basedOn w:val="Standaard"/>
    <w:next w:val="Standaard"/>
    <w:link w:val="Kop1Char"/>
    <w:uiPriority w:val="4"/>
    <w:qFormat/>
    <w:rsid w:val="00F27877"/>
    <w:pPr>
      <w:keepNext/>
      <w:keepLines/>
      <w:spacing w:before="196" w:after="113" w:line="240" w:lineRule="auto"/>
      <w:outlineLvl w:val="0"/>
    </w:pPr>
    <w:rPr>
      <w:rFonts w:eastAsiaTheme="majorEastAsia" w:cstheme="majorBidi"/>
      <w:b/>
      <w:bCs/>
      <w:caps/>
      <w:color w:val="8B2039" w:themeColor="text2"/>
      <w:spacing w:val="6"/>
      <w:sz w:val="28"/>
      <w:szCs w:val="28"/>
    </w:rPr>
  </w:style>
  <w:style w:type="paragraph" w:styleId="Kop2">
    <w:name w:val="heading 2"/>
    <w:aliases w:val="_kop 2"/>
    <w:basedOn w:val="Standaard"/>
    <w:next w:val="Standaard"/>
    <w:link w:val="Kop2Char"/>
    <w:uiPriority w:val="4"/>
    <w:qFormat/>
    <w:rsid w:val="00340EF3"/>
    <w:pPr>
      <w:keepNext/>
      <w:keepLines/>
      <w:spacing w:before="68" w:after="57" w:line="240" w:lineRule="auto"/>
      <w:outlineLvl w:val="1"/>
    </w:pPr>
    <w:rPr>
      <w:rFonts w:eastAsiaTheme="majorEastAsia" w:cstheme="majorBidi"/>
      <w:b/>
      <w:bCs/>
      <w:caps/>
      <w:color w:val="006D86" w:themeColor="accent1"/>
      <w:spacing w:val="6"/>
      <w:sz w:val="24"/>
      <w:szCs w:val="26"/>
    </w:rPr>
  </w:style>
  <w:style w:type="paragraph" w:styleId="Kop3">
    <w:name w:val="heading 3"/>
    <w:aliases w:val="_kop 3"/>
    <w:basedOn w:val="Standaard"/>
    <w:next w:val="Standaard"/>
    <w:link w:val="Kop3Char"/>
    <w:uiPriority w:val="4"/>
    <w:qFormat/>
    <w:rsid w:val="008603C1"/>
    <w:pPr>
      <w:keepNext/>
      <w:keepLines/>
      <w:spacing w:after="28" w:line="240" w:lineRule="auto"/>
      <w:outlineLvl w:val="2"/>
    </w:pPr>
    <w:rPr>
      <w:rFonts w:eastAsiaTheme="majorEastAsia" w:cstheme="majorBidi"/>
      <w:b/>
      <w:bCs/>
      <w:color w:val="8B2039" w:themeColor="text2"/>
      <w:sz w:val="23"/>
      <w:szCs w:val="2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323D39"/>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6091"/>
    <w:rPr>
      <w:rFonts w:ascii="Tahoma" w:hAnsi="Tahoma" w:cs="Tahoma"/>
      <w:sz w:val="16"/>
      <w:szCs w:val="16"/>
    </w:rPr>
  </w:style>
  <w:style w:type="paragraph" w:customStyle="1" w:styleId="lijstopsom1">
    <w:name w:val="_lijst opsom.1"/>
    <w:basedOn w:val="Standaard"/>
    <w:uiPriority w:val="1"/>
    <w:qFormat/>
    <w:rsid w:val="003F1F73"/>
    <w:pPr>
      <w:numPr>
        <w:numId w:val="1"/>
      </w:numPr>
      <w:spacing w:before="40"/>
    </w:pPr>
  </w:style>
  <w:style w:type="paragraph" w:customStyle="1" w:styleId="lijstopsom2">
    <w:name w:val="_lijst opsom.2"/>
    <w:basedOn w:val="lijstopsom1"/>
    <w:uiPriority w:val="1"/>
    <w:qFormat/>
    <w:rsid w:val="00047BC7"/>
    <w:pPr>
      <w:numPr>
        <w:ilvl w:val="1"/>
      </w:numPr>
    </w:pPr>
  </w:style>
  <w:style w:type="paragraph" w:customStyle="1" w:styleId="lijstopsom3">
    <w:name w:val="_lijst opsom.3"/>
    <w:basedOn w:val="lijstopsom2"/>
    <w:uiPriority w:val="1"/>
    <w:qFormat/>
    <w:rsid w:val="00047BC7"/>
    <w:pPr>
      <w:numPr>
        <w:ilvl w:val="2"/>
      </w:numPr>
    </w:pPr>
  </w:style>
  <w:style w:type="numbering" w:customStyle="1" w:styleId="SOOPSOM">
    <w:name w:val="_SO_OPSOM"/>
    <w:rsid w:val="003F1F73"/>
    <w:pPr>
      <w:numPr>
        <w:numId w:val="1"/>
      </w:numPr>
    </w:pPr>
  </w:style>
  <w:style w:type="paragraph" w:customStyle="1" w:styleId="lijstnum1">
    <w:name w:val="_lijst num.1"/>
    <w:basedOn w:val="Standaard"/>
    <w:uiPriority w:val="2"/>
    <w:qFormat/>
    <w:rsid w:val="003F1F73"/>
    <w:pPr>
      <w:numPr>
        <w:numId w:val="23"/>
      </w:numPr>
      <w:spacing w:before="40"/>
    </w:pPr>
  </w:style>
  <w:style w:type="paragraph" w:customStyle="1" w:styleId="lijstnum2">
    <w:name w:val="_lijst num.2"/>
    <w:basedOn w:val="Standaard"/>
    <w:uiPriority w:val="2"/>
    <w:qFormat/>
    <w:rsid w:val="003F1F73"/>
    <w:pPr>
      <w:numPr>
        <w:ilvl w:val="1"/>
        <w:numId w:val="23"/>
      </w:numPr>
      <w:spacing w:before="40"/>
    </w:pPr>
  </w:style>
  <w:style w:type="paragraph" w:customStyle="1" w:styleId="lijstnum3">
    <w:name w:val="_lijst num.3"/>
    <w:basedOn w:val="Standaard"/>
    <w:uiPriority w:val="2"/>
    <w:qFormat/>
    <w:rsid w:val="003F1F73"/>
    <w:pPr>
      <w:numPr>
        <w:ilvl w:val="2"/>
        <w:numId w:val="23"/>
      </w:numPr>
      <w:spacing w:before="40"/>
    </w:pPr>
  </w:style>
  <w:style w:type="numbering" w:customStyle="1" w:styleId="SONUM">
    <w:name w:val="_SO_NUM"/>
    <w:rsid w:val="003F1F73"/>
    <w:pPr>
      <w:numPr>
        <w:numId w:val="2"/>
      </w:numPr>
    </w:pPr>
  </w:style>
  <w:style w:type="paragraph" w:customStyle="1" w:styleId="notasubtitel">
    <w:name w:val="_nota_subtitel"/>
    <w:basedOn w:val="Standaard"/>
    <w:link w:val="notasubtitelChar"/>
    <w:uiPriority w:val="31"/>
    <w:qFormat/>
    <w:rsid w:val="00C60EA0"/>
    <w:pPr>
      <w:numPr>
        <w:ilvl w:val="1"/>
      </w:numPr>
      <w:spacing w:before="80" w:line="233" w:lineRule="auto"/>
      <w:ind w:right="1644"/>
      <w:contextualSpacing/>
    </w:pPr>
    <w:rPr>
      <w:rFonts w:eastAsiaTheme="majorEastAsia" w:cstheme="majorBidi"/>
      <w:b/>
      <w:iCs/>
      <w:color w:val="8B2039" w:themeColor="text2"/>
      <w:spacing w:val="3"/>
      <w:sz w:val="24"/>
      <w:szCs w:val="24"/>
    </w:rPr>
  </w:style>
  <w:style w:type="paragraph" w:customStyle="1" w:styleId="notadatum">
    <w:name w:val="_nota_datum"/>
    <w:basedOn w:val="Standaard"/>
    <w:uiPriority w:val="32"/>
    <w:qFormat/>
    <w:rsid w:val="00C60EA0"/>
    <w:pPr>
      <w:spacing w:before="20" w:after="1000"/>
    </w:pPr>
    <w:rPr>
      <w:b/>
      <w:sz w:val="21"/>
    </w:rPr>
  </w:style>
  <w:style w:type="character" w:styleId="Tekstvantijdelijkeaanduiding">
    <w:name w:val="Placeholder Text"/>
    <w:basedOn w:val="Standaardalinea-lettertype"/>
    <w:uiPriority w:val="99"/>
    <w:rsid w:val="003A5D8E"/>
    <w:rPr>
      <w:color w:val="auto"/>
    </w:rPr>
  </w:style>
  <w:style w:type="paragraph" w:styleId="Koptekst">
    <w:name w:val="header"/>
    <w:basedOn w:val="Standaard"/>
    <w:link w:val="KoptekstChar"/>
    <w:uiPriority w:val="99"/>
    <w:semiHidden/>
    <w:rsid w:val="0098171A"/>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9C6091"/>
    <w:rPr>
      <w:rFonts w:ascii="Calibri" w:hAnsi="Calibri"/>
      <w:sz w:val="19"/>
    </w:rPr>
  </w:style>
  <w:style w:type="paragraph" w:styleId="Voettekst">
    <w:name w:val="footer"/>
    <w:aliases w:val="_voettekst"/>
    <w:basedOn w:val="Standaard"/>
    <w:link w:val="VoettekstChar"/>
    <w:uiPriority w:val="34"/>
    <w:unhideWhenUsed/>
    <w:rsid w:val="00F85EA2"/>
    <w:pPr>
      <w:spacing w:line="240" w:lineRule="auto"/>
      <w:ind w:right="567"/>
    </w:pPr>
    <w:rPr>
      <w:b/>
      <w:color w:val="006D86" w:themeColor="accent1"/>
      <w:sz w:val="18"/>
    </w:rPr>
  </w:style>
  <w:style w:type="character" w:customStyle="1" w:styleId="VoettekstChar">
    <w:name w:val="Voettekst Char"/>
    <w:aliases w:val="_voettekst Char"/>
    <w:basedOn w:val="Standaardalinea-lettertype"/>
    <w:link w:val="Voettekst"/>
    <w:uiPriority w:val="34"/>
    <w:rsid w:val="00F85EA2"/>
    <w:rPr>
      <w:rFonts w:ascii="Calibri" w:hAnsi="Calibri"/>
      <w:b/>
      <w:color w:val="006D86" w:themeColor="accent1"/>
      <w:sz w:val="18"/>
    </w:rPr>
  </w:style>
  <w:style w:type="character" w:customStyle="1" w:styleId="Kop1Char">
    <w:name w:val="Kop 1 Char"/>
    <w:aliases w:val="_kop 1 Char"/>
    <w:basedOn w:val="Standaardalinea-lettertype"/>
    <w:link w:val="Kop1"/>
    <w:uiPriority w:val="4"/>
    <w:rsid w:val="00F27877"/>
    <w:rPr>
      <w:rFonts w:ascii="Calibri" w:eastAsiaTheme="majorEastAsia" w:hAnsi="Calibri" w:cstheme="majorBidi"/>
      <w:b/>
      <w:bCs/>
      <w:caps/>
      <w:color w:val="8B2039" w:themeColor="text2"/>
      <w:spacing w:val="6"/>
      <w:sz w:val="28"/>
      <w:szCs w:val="28"/>
    </w:rPr>
  </w:style>
  <w:style w:type="character" w:customStyle="1" w:styleId="Kop2Char">
    <w:name w:val="Kop 2 Char"/>
    <w:aliases w:val="_kop 2 Char"/>
    <w:basedOn w:val="Standaardalinea-lettertype"/>
    <w:link w:val="Kop2"/>
    <w:uiPriority w:val="4"/>
    <w:rsid w:val="00F81568"/>
    <w:rPr>
      <w:rFonts w:ascii="Calibri" w:eastAsiaTheme="majorEastAsia" w:hAnsi="Calibri" w:cstheme="majorBidi"/>
      <w:b/>
      <w:bCs/>
      <w:caps/>
      <w:color w:val="006D86" w:themeColor="accent1"/>
      <w:spacing w:val="6"/>
      <w:sz w:val="24"/>
      <w:szCs w:val="26"/>
    </w:rPr>
  </w:style>
  <w:style w:type="character" w:customStyle="1" w:styleId="Kop3Char">
    <w:name w:val="Kop 3 Char"/>
    <w:aliases w:val="_kop 3 Char"/>
    <w:basedOn w:val="Standaardalinea-lettertype"/>
    <w:link w:val="Kop3"/>
    <w:uiPriority w:val="4"/>
    <w:rsid w:val="00F81568"/>
    <w:rPr>
      <w:rFonts w:ascii="Calibri" w:eastAsiaTheme="majorEastAsia" w:hAnsi="Calibri" w:cstheme="majorBidi"/>
      <w:b/>
      <w:bCs/>
      <w:color w:val="8B2039" w:themeColor="text2"/>
      <w:sz w:val="23"/>
      <w:szCs w:val="23"/>
    </w:rPr>
  </w:style>
  <w:style w:type="paragraph" w:customStyle="1" w:styleId="kop1nummer">
    <w:name w:val="_kop 1_nummer"/>
    <w:basedOn w:val="Kop1"/>
    <w:next w:val="Standaard"/>
    <w:uiPriority w:val="5"/>
    <w:qFormat/>
    <w:rsid w:val="00340EF3"/>
    <w:pPr>
      <w:numPr>
        <w:numId w:val="6"/>
      </w:numPr>
    </w:pPr>
  </w:style>
  <w:style w:type="paragraph" w:customStyle="1" w:styleId="kop2nummer">
    <w:name w:val="_kop 2_nummer"/>
    <w:basedOn w:val="Kop2"/>
    <w:next w:val="Standaard"/>
    <w:uiPriority w:val="5"/>
    <w:qFormat/>
    <w:rsid w:val="00340EF3"/>
    <w:pPr>
      <w:numPr>
        <w:ilvl w:val="1"/>
        <w:numId w:val="6"/>
      </w:numPr>
    </w:pPr>
  </w:style>
  <w:style w:type="paragraph" w:customStyle="1" w:styleId="kop3nummer">
    <w:name w:val="_kop 3_nummer"/>
    <w:basedOn w:val="Kop3"/>
    <w:next w:val="Standaard"/>
    <w:uiPriority w:val="5"/>
    <w:qFormat/>
    <w:rsid w:val="00340EF3"/>
    <w:pPr>
      <w:numPr>
        <w:ilvl w:val="2"/>
        <w:numId w:val="6"/>
      </w:numPr>
    </w:pPr>
  </w:style>
  <w:style w:type="numbering" w:customStyle="1" w:styleId="SOKOPPEN">
    <w:name w:val="_SO_KOPPEN"/>
    <w:uiPriority w:val="99"/>
    <w:rsid w:val="00340EF3"/>
    <w:pPr>
      <w:numPr>
        <w:numId w:val="4"/>
      </w:numPr>
    </w:pPr>
  </w:style>
  <w:style w:type="character" w:styleId="GevolgdeHyperlink">
    <w:name w:val="FollowedHyperlink"/>
    <w:basedOn w:val="Standaardalinea-lettertype"/>
    <w:uiPriority w:val="43"/>
    <w:semiHidden/>
    <w:rsid w:val="008F61E0"/>
    <w:rPr>
      <w:color w:val="000000" w:themeColor="followedHyperlink"/>
      <w:u w:val="single"/>
    </w:rPr>
  </w:style>
  <w:style w:type="character" w:styleId="Hyperlink">
    <w:name w:val="Hyperlink"/>
    <w:basedOn w:val="Standaardalinea-lettertype"/>
    <w:uiPriority w:val="43"/>
    <w:semiHidden/>
    <w:rsid w:val="008F61E0"/>
    <w:rPr>
      <w:color w:val="000000" w:themeColor="hyperlink"/>
      <w:u w:val="single"/>
    </w:rPr>
  </w:style>
  <w:style w:type="character" w:customStyle="1" w:styleId="accentbordeaux">
    <w:name w:val="_accent_bordeaux"/>
    <w:basedOn w:val="Standaardalinea-lettertype"/>
    <w:uiPriority w:val="3"/>
    <w:qFormat/>
    <w:rsid w:val="00F27877"/>
    <w:rPr>
      <w:b/>
      <w:color w:val="8B2039" w:themeColor="text2"/>
      <w:lang w:val="nl-BE"/>
    </w:rPr>
  </w:style>
  <w:style w:type="character" w:customStyle="1" w:styleId="accentpetroleum">
    <w:name w:val="_accent_petroleum"/>
    <w:basedOn w:val="Standaardalinea-lettertype"/>
    <w:uiPriority w:val="3"/>
    <w:qFormat/>
    <w:rsid w:val="00F27877"/>
    <w:rPr>
      <w:b/>
      <w:color w:val="006D86" w:themeColor="accent1"/>
      <w:lang w:val="nl-BE"/>
    </w:rPr>
  </w:style>
  <w:style w:type="paragraph" w:customStyle="1" w:styleId="citaat">
    <w:name w:val="_citaat"/>
    <w:basedOn w:val="Standaard"/>
    <w:link w:val="citaatChar"/>
    <w:uiPriority w:val="10"/>
    <w:qFormat/>
    <w:rsid w:val="00703BF1"/>
    <w:pPr>
      <w:ind w:left="567" w:right="567"/>
    </w:pPr>
    <w:rPr>
      <w:i/>
      <w:color w:val="006D86" w:themeColor="accent1"/>
    </w:rPr>
  </w:style>
  <w:style w:type="numbering" w:customStyle="1" w:styleId="SOCITAATOPSOM">
    <w:name w:val="_SO_CITAAT_OPSOM"/>
    <w:uiPriority w:val="99"/>
    <w:rsid w:val="0032241F"/>
    <w:pPr>
      <w:numPr>
        <w:numId w:val="8"/>
      </w:numPr>
    </w:pPr>
  </w:style>
  <w:style w:type="character" w:customStyle="1" w:styleId="citaatChar">
    <w:name w:val="_citaat Char"/>
    <w:basedOn w:val="Standaardalinea-lettertype"/>
    <w:link w:val="citaat"/>
    <w:uiPriority w:val="10"/>
    <w:rsid w:val="00703BF1"/>
    <w:rPr>
      <w:rFonts w:ascii="Calibri" w:hAnsi="Calibri"/>
      <w:i/>
      <w:color w:val="006D86" w:themeColor="accent1"/>
      <w:sz w:val="19"/>
    </w:rPr>
  </w:style>
  <w:style w:type="paragraph" w:customStyle="1" w:styleId="citaatlijstopsom1">
    <w:name w:val="_citaat_lijst opsom.1"/>
    <w:basedOn w:val="citaat"/>
    <w:uiPriority w:val="10"/>
    <w:qFormat/>
    <w:rsid w:val="0032241F"/>
    <w:pPr>
      <w:numPr>
        <w:numId w:val="16"/>
      </w:numPr>
      <w:spacing w:before="40" w:after="40"/>
    </w:pPr>
  </w:style>
  <w:style w:type="paragraph" w:customStyle="1" w:styleId="citaatlijstopsom2">
    <w:name w:val="_citaat_lijst opsom.2"/>
    <w:basedOn w:val="citaatlijstopsom1"/>
    <w:uiPriority w:val="10"/>
    <w:qFormat/>
    <w:rsid w:val="0032241F"/>
    <w:pPr>
      <w:numPr>
        <w:ilvl w:val="1"/>
      </w:numPr>
    </w:pPr>
  </w:style>
  <w:style w:type="paragraph" w:customStyle="1" w:styleId="citaatlijstnum1">
    <w:name w:val="_citaat_lijst num.1"/>
    <w:basedOn w:val="citaat"/>
    <w:uiPriority w:val="11"/>
    <w:qFormat/>
    <w:rsid w:val="0032241F"/>
    <w:pPr>
      <w:numPr>
        <w:numId w:val="17"/>
      </w:numPr>
      <w:spacing w:before="40" w:after="40"/>
    </w:pPr>
  </w:style>
  <w:style w:type="paragraph" w:customStyle="1" w:styleId="citaatlijstnum2">
    <w:name w:val="_citaat_lijst num.2"/>
    <w:basedOn w:val="citaatlijstnum1"/>
    <w:uiPriority w:val="11"/>
    <w:qFormat/>
    <w:rsid w:val="0032241F"/>
    <w:pPr>
      <w:numPr>
        <w:ilvl w:val="1"/>
      </w:numPr>
    </w:pPr>
  </w:style>
  <w:style w:type="numbering" w:customStyle="1" w:styleId="SOCITAATNUM">
    <w:name w:val="_SO_CITAAT_NUM"/>
    <w:uiPriority w:val="99"/>
    <w:rsid w:val="0032241F"/>
    <w:pPr>
      <w:numPr>
        <w:numId w:val="9"/>
      </w:numPr>
    </w:pPr>
  </w:style>
  <w:style w:type="character" w:customStyle="1" w:styleId="voettekstdatum">
    <w:name w:val="_voettekst_datum"/>
    <w:basedOn w:val="Standaardalinea-lettertype"/>
    <w:uiPriority w:val="34"/>
    <w:qFormat/>
    <w:rsid w:val="00402454"/>
    <w:rPr>
      <w:b/>
      <w:color w:val="000000" w:themeColor="text1"/>
      <w:lang w:val="nl-BE"/>
    </w:rPr>
  </w:style>
  <w:style w:type="table" w:styleId="Tabelraster">
    <w:name w:val="Table Grid"/>
    <w:basedOn w:val="Standaardtabel"/>
    <w:uiPriority w:val="59"/>
    <w:rsid w:val="004C03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inanummer">
    <w:name w:val="page number"/>
    <w:aliases w:val="_paginanummer"/>
    <w:basedOn w:val="Standaardalinea-lettertype"/>
    <w:uiPriority w:val="34"/>
    <w:rsid w:val="00402454"/>
    <w:rPr>
      <w:b/>
      <w:noProof/>
      <w:color w:val="006D86" w:themeColor="accent1"/>
      <w:sz w:val="18"/>
      <w:szCs w:val="18"/>
      <w:lang w:val="nl-BE"/>
    </w:rPr>
  </w:style>
  <w:style w:type="paragraph" w:styleId="Voetnoottekst">
    <w:name w:val="footnote text"/>
    <w:aliases w:val="_voetnoottekst"/>
    <w:basedOn w:val="Standaard"/>
    <w:link w:val="VoetnoottekstChar"/>
    <w:uiPriority w:val="33"/>
    <w:rsid w:val="00E524E0"/>
    <w:pPr>
      <w:spacing w:before="40"/>
    </w:pPr>
    <w:rPr>
      <w:i/>
      <w:sz w:val="14"/>
      <w:szCs w:val="20"/>
    </w:rPr>
  </w:style>
  <w:style w:type="character" w:customStyle="1" w:styleId="VoetnoottekstChar">
    <w:name w:val="Voetnoottekst Char"/>
    <w:aliases w:val="_voetnoottekst Char"/>
    <w:basedOn w:val="Standaardalinea-lettertype"/>
    <w:link w:val="Voetnoottekst"/>
    <w:uiPriority w:val="33"/>
    <w:rsid w:val="00F81568"/>
    <w:rPr>
      <w:rFonts w:ascii="Calibri" w:hAnsi="Calibri"/>
      <w:i/>
      <w:sz w:val="14"/>
      <w:szCs w:val="20"/>
    </w:rPr>
  </w:style>
  <w:style w:type="character" w:styleId="Voetnootmarkering">
    <w:name w:val="footnote reference"/>
    <w:aliases w:val="_voetnootmarkering"/>
    <w:basedOn w:val="Standaardalinea-lettertype"/>
    <w:uiPriority w:val="33"/>
    <w:rsid w:val="00402454"/>
    <w:rPr>
      <w:b/>
      <w:color w:val="8B2039" w:themeColor="text2"/>
      <w:vertAlign w:val="superscript"/>
      <w:lang w:val="nl-BE"/>
    </w:rPr>
  </w:style>
  <w:style w:type="table" w:customStyle="1" w:styleId="Samenlevingtabel">
    <w:name w:val="_Samenleving_tabel"/>
    <w:basedOn w:val="Standaardtabel"/>
    <w:uiPriority w:val="99"/>
    <w:qFormat/>
    <w:rsid w:val="00234B45"/>
    <w:pPr>
      <w:spacing w:line="240" w:lineRule="auto"/>
      <w:jc w:val="left"/>
    </w:pPr>
    <w:rPr>
      <w:rFonts w:ascii="Calibri" w:hAnsi="Calibri"/>
      <w:sz w:val="19"/>
    </w:rPr>
    <w:tblPr>
      <w:tblInd w:w="0" w:type="dxa"/>
      <w:tblBorders>
        <w:top w:val="single" w:sz="2" w:space="0" w:color="auto"/>
        <w:bottom w:val="single" w:sz="2" w:space="0" w:color="auto"/>
        <w:insideH w:val="single" w:sz="2" w:space="0" w:color="auto"/>
        <w:insideV w:val="single" w:sz="48" w:space="0" w:color="FFFFFF" w:themeColor="background1"/>
      </w:tblBorders>
      <w:tblCellMar>
        <w:top w:w="40" w:type="dxa"/>
        <w:left w:w="0" w:type="dxa"/>
        <w:bottom w:w="85" w:type="dxa"/>
        <w:right w:w="0" w:type="dxa"/>
      </w:tblCellMar>
    </w:tblPr>
    <w:tblStylePr w:type="firstRow">
      <w:rPr>
        <w:rFonts w:ascii="Calibri" w:hAnsi="Calibri"/>
        <w:b/>
        <w:color w:val="8B2039" w:themeColor="text2"/>
      </w:rPr>
    </w:tblStylePr>
    <w:tblStylePr w:type="lastRow">
      <w:rPr>
        <w:rFonts w:ascii="Calibri" w:hAnsi="Calibri"/>
        <w:b/>
        <w:color w:val="8B2039" w:themeColor="text2"/>
      </w:rPr>
    </w:tblStylePr>
    <w:tblStylePr w:type="firstCol">
      <w:rPr>
        <w:rFonts w:ascii="Calibri" w:hAnsi="Calibri"/>
        <w:b/>
        <w:color w:val="006D86" w:themeColor="accent1"/>
      </w:rPr>
    </w:tblStylePr>
    <w:tblStylePr w:type="lastCol">
      <w:rPr>
        <w:rFonts w:ascii="Calibri" w:hAnsi="Calibri"/>
        <w:b/>
        <w:color w:val="006D86" w:themeColor="accent1"/>
      </w:rPr>
    </w:tblStylePr>
  </w:style>
  <w:style w:type="paragraph" w:customStyle="1" w:styleId="tabeltekst">
    <w:name w:val="_tabel_tekst"/>
    <w:basedOn w:val="Standaard"/>
    <w:uiPriority w:val="7"/>
    <w:qFormat/>
    <w:rsid w:val="00234B45"/>
    <w:pPr>
      <w:spacing w:before="60"/>
    </w:pPr>
  </w:style>
  <w:style w:type="paragraph" w:customStyle="1" w:styleId="tabellijstopsom1">
    <w:name w:val="_tabel_lijst opsom.1"/>
    <w:basedOn w:val="tabeltekst"/>
    <w:uiPriority w:val="8"/>
    <w:qFormat/>
    <w:rsid w:val="000416B7"/>
    <w:pPr>
      <w:numPr>
        <w:numId w:val="13"/>
      </w:numPr>
    </w:pPr>
  </w:style>
  <w:style w:type="paragraph" w:customStyle="1" w:styleId="tabellijstopsom2">
    <w:name w:val="_tabel_lijst opsom.2"/>
    <w:basedOn w:val="tabellijstopsom1"/>
    <w:uiPriority w:val="8"/>
    <w:qFormat/>
    <w:rsid w:val="000416B7"/>
    <w:pPr>
      <w:numPr>
        <w:ilvl w:val="1"/>
      </w:numPr>
    </w:pPr>
  </w:style>
  <w:style w:type="paragraph" w:customStyle="1" w:styleId="tabellijstopsom3">
    <w:name w:val="_tabel_lijst opsom.3"/>
    <w:basedOn w:val="tabellijstopsom2"/>
    <w:uiPriority w:val="8"/>
    <w:qFormat/>
    <w:rsid w:val="000416B7"/>
    <w:pPr>
      <w:numPr>
        <w:ilvl w:val="2"/>
      </w:numPr>
    </w:pPr>
  </w:style>
  <w:style w:type="numbering" w:customStyle="1" w:styleId="SOTABELOPSOM">
    <w:name w:val="_SO_TABEL_OPSOM"/>
    <w:uiPriority w:val="99"/>
    <w:rsid w:val="000416B7"/>
    <w:pPr>
      <w:numPr>
        <w:numId w:val="13"/>
      </w:numPr>
    </w:pPr>
  </w:style>
  <w:style w:type="paragraph" w:customStyle="1" w:styleId="tabellijstnum1">
    <w:name w:val="_tabel_lijst num.1"/>
    <w:basedOn w:val="tabeltekst"/>
    <w:uiPriority w:val="9"/>
    <w:qFormat/>
    <w:rsid w:val="000416B7"/>
    <w:pPr>
      <w:numPr>
        <w:numId w:val="12"/>
      </w:numPr>
    </w:pPr>
  </w:style>
  <w:style w:type="paragraph" w:customStyle="1" w:styleId="tabellijstnum2">
    <w:name w:val="_tabel_lijst num.2"/>
    <w:basedOn w:val="tabellijstnum1"/>
    <w:uiPriority w:val="9"/>
    <w:qFormat/>
    <w:rsid w:val="000416B7"/>
    <w:pPr>
      <w:numPr>
        <w:ilvl w:val="1"/>
      </w:numPr>
    </w:pPr>
  </w:style>
  <w:style w:type="paragraph" w:customStyle="1" w:styleId="tabellijstnum3">
    <w:name w:val="_tabel_lijst num.3"/>
    <w:basedOn w:val="tabellijstnum2"/>
    <w:uiPriority w:val="9"/>
    <w:qFormat/>
    <w:rsid w:val="000416B7"/>
    <w:pPr>
      <w:numPr>
        <w:ilvl w:val="2"/>
      </w:numPr>
    </w:pPr>
  </w:style>
  <w:style w:type="numbering" w:customStyle="1" w:styleId="SOTABELNUM">
    <w:name w:val="_SO_TABEL_NUM"/>
    <w:uiPriority w:val="99"/>
    <w:rsid w:val="000416B7"/>
    <w:pPr>
      <w:numPr>
        <w:numId w:val="10"/>
      </w:numPr>
    </w:pPr>
  </w:style>
  <w:style w:type="paragraph" w:customStyle="1" w:styleId="tabeltitel">
    <w:name w:val="_tabel_titel"/>
    <w:basedOn w:val="Standaard"/>
    <w:uiPriority w:val="6"/>
    <w:qFormat/>
    <w:rsid w:val="00D97F73"/>
    <w:pPr>
      <w:numPr>
        <w:numId w:val="15"/>
      </w:numPr>
      <w:spacing w:after="80"/>
    </w:pPr>
    <w:rPr>
      <w:b/>
      <w:sz w:val="18"/>
      <w:szCs w:val="18"/>
    </w:rPr>
  </w:style>
  <w:style w:type="numbering" w:customStyle="1" w:styleId="SOTABETITEL">
    <w:name w:val="_SO_TABE_TITEL"/>
    <w:uiPriority w:val="99"/>
    <w:rsid w:val="00D97F73"/>
    <w:pPr>
      <w:numPr>
        <w:numId w:val="14"/>
      </w:numPr>
    </w:pPr>
  </w:style>
  <w:style w:type="paragraph" w:customStyle="1" w:styleId="signatuurpersoon">
    <w:name w:val="_signatuur_persoon"/>
    <w:basedOn w:val="Standaard"/>
    <w:uiPriority w:val="27"/>
    <w:qFormat/>
    <w:rsid w:val="00C60EA0"/>
    <w:pPr>
      <w:spacing w:before="256" w:line="240" w:lineRule="auto"/>
      <w:contextualSpacing/>
    </w:pPr>
    <w:rPr>
      <w:sz w:val="19"/>
    </w:rPr>
  </w:style>
  <w:style w:type="paragraph" w:customStyle="1" w:styleId="signatuurinstituut">
    <w:name w:val="_signatuur_instituut"/>
    <w:basedOn w:val="Standaard"/>
    <w:uiPriority w:val="28"/>
    <w:qFormat/>
    <w:rsid w:val="00C60EA0"/>
    <w:pPr>
      <w:spacing w:line="240" w:lineRule="auto"/>
    </w:pPr>
    <w:rPr>
      <w:color w:val="8B2039" w:themeColor="text2"/>
      <w:sz w:val="19"/>
    </w:rPr>
  </w:style>
  <w:style w:type="paragraph" w:customStyle="1" w:styleId="signatuurwerkadres">
    <w:name w:val="_signatuur_werkadres"/>
    <w:basedOn w:val="Standaard"/>
    <w:uiPriority w:val="29"/>
    <w:qFormat/>
    <w:rsid w:val="00C60EA0"/>
    <w:pPr>
      <w:spacing w:line="240" w:lineRule="auto"/>
    </w:pPr>
    <w:rPr>
      <w:color w:val="006D86" w:themeColor="accent1"/>
      <w:sz w:val="19"/>
    </w:rPr>
  </w:style>
  <w:style w:type="paragraph" w:customStyle="1" w:styleId="secundairestijlen">
    <w:name w:val="===secundaire stijlen==========="/>
    <w:basedOn w:val="Standaard"/>
    <w:uiPriority w:val="26"/>
    <w:qFormat/>
    <w:rsid w:val="00F81568"/>
  </w:style>
  <w:style w:type="paragraph" w:customStyle="1" w:styleId="eindestijlenSamenlevingsopbouw">
    <w:name w:val="===einde stijlen Samenlevingsopbouw==="/>
    <w:basedOn w:val="Standaard"/>
    <w:uiPriority w:val="44"/>
    <w:qFormat/>
    <w:rsid w:val="00F81568"/>
  </w:style>
  <w:style w:type="paragraph" w:customStyle="1" w:styleId="notatitel">
    <w:name w:val="_nota_titel"/>
    <w:basedOn w:val="Standaard"/>
    <w:link w:val="notatitelChar"/>
    <w:uiPriority w:val="30"/>
    <w:qFormat/>
    <w:rsid w:val="00D60CCE"/>
    <w:pPr>
      <w:spacing w:before="420" w:line="221" w:lineRule="auto"/>
      <w:contextualSpacing/>
    </w:pPr>
    <w:rPr>
      <w:rFonts w:eastAsiaTheme="majorEastAsia" w:cstheme="majorBidi"/>
      <w:b/>
      <w:color w:val="006D86" w:themeColor="accent1"/>
      <w:spacing w:val="5"/>
      <w:kern w:val="28"/>
      <w:sz w:val="42"/>
      <w:szCs w:val="52"/>
    </w:rPr>
  </w:style>
  <w:style w:type="character" w:customStyle="1" w:styleId="notasubtitelChar">
    <w:name w:val="_nota_subtitel Char"/>
    <w:basedOn w:val="Standaardalinea-lettertype"/>
    <w:link w:val="notasubtitel"/>
    <w:uiPriority w:val="31"/>
    <w:rsid w:val="00C60EA0"/>
    <w:rPr>
      <w:rFonts w:ascii="Calibri" w:eastAsiaTheme="majorEastAsia" w:hAnsi="Calibri" w:cstheme="majorBidi"/>
      <w:b/>
      <w:iCs/>
      <w:color w:val="8B2039" w:themeColor="text2"/>
      <w:spacing w:val="3"/>
      <w:sz w:val="24"/>
      <w:szCs w:val="24"/>
    </w:rPr>
  </w:style>
  <w:style w:type="character" w:customStyle="1" w:styleId="notatitelChar">
    <w:name w:val="_nota_titel Char"/>
    <w:basedOn w:val="Standaardalinea-lettertype"/>
    <w:link w:val="notatitel"/>
    <w:uiPriority w:val="30"/>
    <w:rsid w:val="00D60CCE"/>
    <w:rPr>
      <w:rFonts w:ascii="Calibri" w:eastAsiaTheme="majorEastAsia" w:hAnsi="Calibri" w:cstheme="majorBidi"/>
      <w:b/>
      <w:color w:val="006D86" w:themeColor="accent1"/>
      <w:spacing w:val="5"/>
      <w:kern w:val="28"/>
      <w:sz w:val="42"/>
      <w:szCs w:val="52"/>
    </w:rPr>
  </w:style>
  <w:style w:type="paragraph" w:styleId="Lijstalinea">
    <w:name w:val="List Paragraph"/>
    <w:basedOn w:val="Standaard"/>
    <w:uiPriority w:val="55"/>
    <w:qFormat/>
    <w:rsid w:val="00A95F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samenlevingsopbouw.be/oost-vlaander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COMMUNICATIE%20&amp;%20PR\Huisstijl\Sjablonen\Sint-Niklaas\NOTA%20-%20Afdeling%20Sint-Niklaas%20-%20Niki%20De%20Bosscher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E34A8BDF2EE40768EC28D082B67C655"/>
        <w:category>
          <w:name w:val="Algemeen"/>
          <w:gallery w:val="placeholder"/>
        </w:category>
        <w:types>
          <w:type w:val="bbPlcHdr"/>
        </w:types>
        <w:behaviors>
          <w:behavior w:val="content"/>
        </w:behaviors>
        <w:guid w:val="{4A9E589D-9645-4BA0-90C4-5BB456B8BA31}"/>
      </w:docPartPr>
      <w:docPartBody>
        <w:p w:rsidR="00970A03" w:rsidRDefault="00970A03">
          <w:pPr>
            <w:pStyle w:val="5E34A8BDF2EE40768EC28D082B67C655"/>
          </w:pPr>
          <w:r w:rsidRPr="00231AD2">
            <w:rPr>
              <w:rStyle w:val="Tekstvantijdelijkeaanduiding"/>
              <w:color w:val="FF0000"/>
            </w:rPr>
            <w:t>[</w:t>
          </w:r>
          <w:r>
            <w:rPr>
              <w:rStyle w:val="Tekstvantijdelijkeaanduiding"/>
            </w:rPr>
            <w:t xml:space="preserve"> klik hier voor de titel van de nota </w:t>
          </w:r>
          <w:r w:rsidRPr="00231AD2">
            <w:rPr>
              <w:rStyle w:val="Tekstvantijdelijkeaanduiding"/>
              <w:color w:val="FF0000"/>
            </w:rPr>
            <w:t>]</w:t>
          </w:r>
        </w:p>
      </w:docPartBody>
    </w:docPart>
    <w:docPart>
      <w:docPartPr>
        <w:name w:val="229B37D8B8AC452CA008EB613B3143DA"/>
        <w:category>
          <w:name w:val="Algemeen"/>
          <w:gallery w:val="placeholder"/>
        </w:category>
        <w:types>
          <w:type w:val="bbPlcHdr"/>
        </w:types>
        <w:behaviors>
          <w:behavior w:val="content"/>
        </w:behaviors>
        <w:guid w:val="{9C5A5095-9557-40D5-B753-B5C5E578F6D0}"/>
      </w:docPartPr>
      <w:docPartBody>
        <w:p w:rsidR="00970A03" w:rsidRDefault="00970A03">
          <w:pPr>
            <w:pStyle w:val="229B37D8B8AC452CA008EB613B3143DA"/>
          </w:pPr>
          <w:r w:rsidRPr="00231AD2">
            <w:rPr>
              <w:rStyle w:val="Tekstvantijdelijkeaanduiding"/>
              <w:color w:val="FF0000"/>
            </w:rPr>
            <w:t>[</w:t>
          </w:r>
          <w:r>
            <w:rPr>
              <w:rStyle w:val="Tekstvantijdelijkeaanduiding"/>
            </w:rPr>
            <w:t xml:space="preserve"> klik hier om de subtitel van de nota in te voegen </w:t>
          </w:r>
          <w:r w:rsidRPr="00231AD2">
            <w:rPr>
              <w:rStyle w:val="Tekstvantijdelijkeaanduiding"/>
              <w:color w:val="FF0000"/>
            </w:rPr>
            <w:t>]</w:t>
          </w:r>
        </w:p>
      </w:docPartBody>
    </w:docPart>
    <w:docPart>
      <w:docPartPr>
        <w:name w:val="D85DF1F90C594029AA76B89632209B39"/>
        <w:category>
          <w:name w:val="Algemeen"/>
          <w:gallery w:val="placeholder"/>
        </w:category>
        <w:types>
          <w:type w:val="bbPlcHdr"/>
        </w:types>
        <w:behaviors>
          <w:behavior w:val="content"/>
        </w:behaviors>
        <w:guid w:val="{C5EC2B75-D47E-4ADA-A470-9A62BA6B49D5}"/>
      </w:docPartPr>
      <w:docPartBody>
        <w:p w:rsidR="00970A03" w:rsidRDefault="00970A03">
          <w:pPr>
            <w:pStyle w:val="D85DF1F90C594029AA76B89632209B39"/>
          </w:pPr>
          <w:r w:rsidRPr="003841A3">
            <w:rPr>
              <w:rStyle w:val="Tekstvantijdelijkeaanduiding"/>
              <w:color w:val="FF0000"/>
            </w:rPr>
            <w:t>[</w:t>
          </w:r>
          <w:r>
            <w:rPr>
              <w:rStyle w:val="Tekstvantijdelijkeaanduiding"/>
            </w:rPr>
            <w:t xml:space="preserve"> klik hier om de publicatiedatum of klassementscode van de nota in te voegen </w:t>
          </w:r>
          <w:r w:rsidRPr="003841A3">
            <w:rPr>
              <w:rStyle w:val="Tekstvantijdelijkeaanduiding"/>
              <w:color w:val="FF0000"/>
            </w:rPr>
            <w:t>]</w:t>
          </w:r>
        </w:p>
      </w:docPartBody>
    </w:docPart>
    <w:docPart>
      <w:docPartPr>
        <w:name w:val="15F42810B4B24783B88357C74F4D9AD2"/>
        <w:category>
          <w:name w:val="Algemeen"/>
          <w:gallery w:val="placeholder"/>
        </w:category>
        <w:types>
          <w:type w:val="bbPlcHdr"/>
        </w:types>
        <w:behaviors>
          <w:behavior w:val="content"/>
        </w:behaviors>
        <w:guid w:val="{B79E7977-BF4A-4698-BA49-0A743E8A3817}"/>
      </w:docPartPr>
      <w:docPartBody>
        <w:p w:rsidR="00970A03" w:rsidRDefault="00970A03">
          <w:pPr>
            <w:pStyle w:val="15F42810B4B24783B88357C74F4D9AD2"/>
          </w:pPr>
          <w:r w:rsidRPr="00D75E1C">
            <w:rPr>
              <w:rStyle w:val="Tekstvantijdelijkeaanduiding"/>
              <w:b/>
              <w:color w:val="FF0000"/>
            </w:rPr>
            <w:t>[</w:t>
          </w:r>
          <w:r>
            <w:rPr>
              <w:rStyle w:val="Tekstvantijdelijkeaanduiding"/>
              <w:b/>
            </w:rPr>
            <w:t xml:space="preserve"> klik hier om de naam van de auteur in te voegen </w:t>
          </w:r>
          <w:r w:rsidRPr="00D75E1C">
            <w:rPr>
              <w:rStyle w:val="Tekstvantijdelijkeaanduiding"/>
              <w:b/>
              <w:color w:val="FF0000"/>
            </w:rPr>
            <w:t>]</w:t>
          </w:r>
        </w:p>
      </w:docPartBody>
    </w:docPart>
    <w:docPart>
      <w:docPartPr>
        <w:name w:val="22FEFDF5522541C5BFB79E52952FEE7B"/>
        <w:category>
          <w:name w:val="Algemeen"/>
          <w:gallery w:val="placeholder"/>
        </w:category>
        <w:types>
          <w:type w:val="bbPlcHdr"/>
        </w:types>
        <w:behaviors>
          <w:behavior w:val="content"/>
        </w:behaviors>
        <w:guid w:val="{FB6E7A17-D4C6-43F1-84F2-BF7DDB22F20D}"/>
      </w:docPartPr>
      <w:docPartBody>
        <w:p w:rsidR="00970A03" w:rsidRDefault="00970A03">
          <w:pPr>
            <w:pStyle w:val="22FEFDF5522541C5BFB79E52952FEE7B"/>
          </w:pPr>
          <w:r w:rsidRPr="00D75E1C">
            <w:rPr>
              <w:rStyle w:val="Tekstvantijdelijkeaanduiding"/>
              <w:b/>
              <w:color w:val="FF0000"/>
            </w:rPr>
            <w:t>[</w:t>
          </w:r>
          <w:r>
            <w:rPr>
              <w:rStyle w:val="Tekstvantijdelijkeaanduiding"/>
            </w:rPr>
            <w:t xml:space="preserve"> klik hier om het e-mailadres van de auteur in te voegen </w:t>
          </w:r>
          <w:r w:rsidRPr="00D75E1C">
            <w:rPr>
              <w:rStyle w:val="Tekstvantijdelijkeaanduiding"/>
              <w:b/>
              <w:color w:val="FF0000"/>
            </w:rPr>
            <w:t>]</w:t>
          </w:r>
        </w:p>
      </w:docPartBody>
    </w:docPart>
    <w:docPart>
      <w:docPartPr>
        <w:name w:val="622E646A36C44F2394477CCBCDF901A1"/>
        <w:category>
          <w:name w:val="Algemeen"/>
          <w:gallery w:val="placeholder"/>
        </w:category>
        <w:types>
          <w:type w:val="bbPlcHdr"/>
        </w:types>
        <w:behaviors>
          <w:behavior w:val="content"/>
        </w:behaviors>
        <w:guid w:val="{B9663F11-9D83-4E72-B63B-67F621C110ED}"/>
      </w:docPartPr>
      <w:docPartBody>
        <w:p w:rsidR="00970A03" w:rsidRDefault="00970A03">
          <w:pPr>
            <w:pStyle w:val="622E646A36C44F2394477CCBCDF901A1"/>
          </w:pPr>
          <w:r w:rsidRPr="00D75E1C">
            <w:rPr>
              <w:rStyle w:val="Tekstvantijdelijkeaanduiding"/>
              <w:b/>
              <w:color w:val="FF0000"/>
            </w:rPr>
            <w:t>[</w:t>
          </w:r>
          <w:r>
            <w:rPr>
              <w:rStyle w:val="Tekstvantijdelijkeaanduiding"/>
            </w:rPr>
            <w:t xml:space="preserve"> voeg hier het telefoonnummer in </w:t>
          </w:r>
          <w:r w:rsidRPr="00D75E1C">
            <w:rPr>
              <w:rStyle w:val="Tekstvantijdelijkeaanduiding"/>
              <w:b/>
              <w:color w:val="FF0000"/>
            </w:rPr>
            <w:t>]</w:t>
          </w:r>
        </w:p>
      </w:docPartBody>
    </w:docPart>
    <w:docPart>
      <w:docPartPr>
        <w:name w:val="4298112AF8D14A87BCA9890BBC0F2ED9"/>
        <w:category>
          <w:name w:val="Algemeen"/>
          <w:gallery w:val="placeholder"/>
        </w:category>
        <w:types>
          <w:type w:val="bbPlcHdr"/>
        </w:types>
        <w:behaviors>
          <w:behavior w:val="content"/>
        </w:behaviors>
        <w:guid w:val="{716DC9E6-BA09-4CE7-8AF4-B04AB24B6EBD}"/>
      </w:docPartPr>
      <w:docPartBody>
        <w:p w:rsidR="00970A03" w:rsidRDefault="00970A03">
          <w:pPr>
            <w:pStyle w:val="4298112AF8D14A87BCA9890BBC0F2ED9"/>
          </w:pPr>
          <w:r w:rsidRPr="00D75E1C">
            <w:rPr>
              <w:rStyle w:val="Tekstvantijdelijkeaanduiding"/>
              <w:b/>
              <w:color w:val="FF0000"/>
            </w:rPr>
            <w:t>[</w:t>
          </w:r>
          <w:r>
            <w:rPr>
              <w:rStyle w:val="Tekstvantijdelijkeaanduiding"/>
            </w:rPr>
            <w:t xml:space="preserve"> voeg hier het gsm-nummer in </w:t>
          </w:r>
          <w:r w:rsidRPr="00D75E1C">
            <w:rPr>
              <w:rStyle w:val="Tekstvantijdelijkeaanduiding"/>
              <w:b/>
              <w:color w:val="FF0000"/>
            </w:rPr>
            <w:t>]</w:t>
          </w:r>
        </w:p>
      </w:docPartBody>
    </w:docPart>
    <w:docPart>
      <w:docPartPr>
        <w:name w:val="80AD3EA5EDE5411596771A851D572CA9"/>
        <w:category>
          <w:name w:val="Algemeen"/>
          <w:gallery w:val="placeholder"/>
        </w:category>
        <w:types>
          <w:type w:val="bbPlcHdr"/>
        </w:types>
        <w:behaviors>
          <w:behavior w:val="content"/>
        </w:behaviors>
        <w:guid w:val="{D98155D9-7113-45B8-8E01-F3EAEA16C7A0}"/>
      </w:docPartPr>
      <w:docPartBody>
        <w:p w:rsidR="00970A03" w:rsidRDefault="00970A03">
          <w:pPr>
            <w:pStyle w:val="80AD3EA5EDE5411596771A851D572CA9"/>
          </w:pPr>
          <w:r w:rsidRPr="00F22C00">
            <w:rPr>
              <w:rStyle w:val="Tekstvantijdelijkeaanduiding"/>
            </w:rPr>
            <w:t>Klik hier als u tekst wilt invoeren.</w:t>
          </w:r>
        </w:p>
      </w:docPartBody>
    </w:docPart>
    <w:docPart>
      <w:docPartPr>
        <w:name w:val="497819ADE51C4A6CB4B165B6ED08E90B"/>
        <w:category>
          <w:name w:val="Algemeen"/>
          <w:gallery w:val="placeholder"/>
        </w:category>
        <w:types>
          <w:type w:val="bbPlcHdr"/>
        </w:types>
        <w:behaviors>
          <w:behavior w:val="content"/>
        </w:behaviors>
        <w:guid w:val="{99940D06-4C99-4B19-BBC6-FB2988D3DB6E}"/>
      </w:docPartPr>
      <w:docPartBody>
        <w:p w:rsidR="00970A03" w:rsidRDefault="00970A03">
          <w:pPr>
            <w:pStyle w:val="497819ADE51C4A6CB4B165B6ED08E90B"/>
          </w:pPr>
          <w:r w:rsidRPr="003E5295">
            <w:rPr>
              <w:rStyle w:val="Tekstvantijdelijkeaanduiding"/>
              <w:b/>
              <w:color w:val="FF0000"/>
            </w:rPr>
            <w:t>[</w:t>
          </w:r>
          <w:r>
            <w:rPr>
              <w:rStyle w:val="Tekstvantijdelijkeaanduiding"/>
              <w:b/>
            </w:rPr>
            <w:t xml:space="preserve"> klik hier om de naam van het werkadres in te voegen </w:t>
          </w:r>
          <w:r w:rsidRPr="003E5295">
            <w:rPr>
              <w:rStyle w:val="Tekstvantijdelijkeaanduiding"/>
              <w:b/>
              <w:color w:val="FF0000"/>
            </w:rPr>
            <w:t>]</w:t>
          </w:r>
        </w:p>
      </w:docPartBody>
    </w:docPart>
    <w:docPart>
      <w:docPartPr>
        <w:name w:val="EB02E824DFC24A549070F2D02AAD492F"/>
        <w:category>
          <w:name w:val="Algemeen"/>
          <w:gallery w:val="placeholder"/>
        </w:category>
        <w:types>
          <w:type w:val="bbPlcHdr"/>
        </w:types>
        <w:behaviors>
          <w:behavior w:val="content"/>
        </w:behaviors>
        <w:guid w:val="{83E6A35B-154D-42A7-8091-57E521DAE726}"/>
      </w:docPartPr>
      <w:docPartBody>
        <w:p w:rsidR="00970A03" w:rsidRDefault="00970A03">
          <w:pPr>
            <w:pStyle w:val="EB02E824DFC24A549070F2D02AAD492F"/>
          </w:pPr>
          <w:r w:rsidRPr="003E5295">
            <w:rPr>
              <w:rStyle w:val="Tekstvantijdelijkeaanduiding"/>
              <w:b/>
              <w:color w:val="FF0000"/>
            </w:rPr>
            <w:t>[</w:t>
          </w:r>
          <w:r>
            <w:rPr>
              <w:rStyle w:val="Tekstvantijdelijkeaanduiding"/>
            </w:rPr>
            <w:t xml:space="preserve"> straat en huisnummer van het werkadres </w:t>
          </w:r>
          <w:r w:rsidRPr="003E5295">
            <w:rPr>
              <w:rStyle w:val="Tekstvantijdelijkeaanduiding"/>
              <w:b/>
              <w:color w:val="FF0000"/>
            </w:rPr>
            <w:t>]</w:t>
          </w:r>
        </w:p>
      </w:docPartBody>
    </w:docPart>
    <w:docPart>
      <w:docPartPr>
        <w:name w:val="994B0220ACF244AA915C7B9BCD47D289"/>
        <w:category>
          <w:name w:val="Algemeen"/>
          <w:gallery w:val="placeholder"/>
        </w:category>
        <w:types>
          <w:type w:val="bbPlcHdr"/>
        </w:types>
        <w:behaviors>
          <w:behavior w:val="content"/>
        </w:behaviors>
        <w:guid w:val="{22094AE6-BC6F-4CF0-A202-5FC5482FD812}"/>
      </w:docPartPr>
      <w:docPartBody>
        <w:p w:rsidR="00970A03" w:rsidRDefault="00970A03">
          <w:pPr>
            <w:pStyle w:val="994B0220ACF244AA915C7B9BCD47D289"/>
          </w:pPr>
          <w:r w:rsidRPr="003E5295">
            <w:rPr>
              <w:b/>
              <w:color w:val="FF0000"/>
            </w:rPr>
            <w:t>[</w:t>
          </w:r>
          <w:r>
            <w:t xml:space="preserve"> </w:t>
          </w:r>
          <w:r>
            <w:rPr>
              <w:rStyle w:val="Tekstvantijdelijkeaanduiding"/>
            </w:rPr>
            <w:t xml:space="preserve">postcode en gemeente van het werkadres </w:t>
          </w:r>
          <w:r w:rsidRPr="003E5295">
            <w:rPr>
              <w:rStyle w:val="Tekstvantijdelijkeaanduiding"/>
              <w:b/>
              <w:color w:val="FF0000"/>
            </w:rPr>
            <w:t>]</w:t>
          </w:r>
        </w:p>
      </w:docPartBody>
    </w:docPart>
    <w:docPart>
      <w:docPartPr>
        <w:name w:val="B98A766236474BC79358A9D0FB2EF93A"/>
        <w:category>
          <w:name w:val="Algemeen"/>
          <w:gallery w:val="placeholder"/>
        </w:category>
        <w:types>
          <w:type w:val="bbPlcHdr"/>
        </w:types>
        <w:behaviors>
          <w:behavior w:val="content"/>
        </w:behaviors>
        <w:guid w:val="{3F16BD78-46B4-43BB-A926-CA4FB3646085}"/>
      </w:docPartPr>
      <w:docPartBody>
        <w:p w:rsidR="00970A03" w:rsidRDefault="00970A03">
          <w:pPr>
            <w:pStyle w:val="B98A766236474BC79358A9D0FB2EF93A"/>
          </w:pPr>
          <w:r w:rsidRPr="003E5295">
            <w:rPr>
              <w:rStyle w:val="Tekstvantijdelijkeaanduiding"/>
              <w:b/>
              <w:color w:val="FF0000"/>
            </w:rPr>
            <w:t>[</w:t>
          </w:r>
          <w:r>
            <w:rPr>
              <w:rStyle w:val="Tekstvantijdelijkeaanduiding"/>
            </w:rPr>
            <w:t xml:space="preserve"> telefoonnummer van het werkadres </w:t>
          </w:r>
          <w:r w:rsidRPr="003E5295">
            <w:rPr>
              <w:rStyle w:val="Tekstvantijdelijkeaanduiding"/>
              <w:b/>
              <w:color w:val="FF0000"/>
            </w:rPr>
            <w:t>]</w:t>
          </w:r>
        </w:p>
      </w:docPartBody>
    </w:docPart>
    <w:docPart>
      <w:docPartPr>
        <w:name w:val="74D877B60D8942F5842751AEB9D3CCBB"/>
        <w:category>
          <w:name w:val="Algemeen"/>
          <w:gallery w:val="placeholder"/>
        </w:category>
        <w:types>
          <w:type w:val="bbPlcHdr"/>
        </w:types>
        <w:behaviors>
          <w:behavior w:val="content"/>
        </w:behaviors>
        <w:guid w:val="{E3B87F82-C8A0-4AC9-8E3D-5DE4B121E461}"/>
      </w:docPartPr>
      <w:docPartBody>
        <w:p w:rsidR="00970A03" w:rsidRDefault="00970A03">
          <w:pPr>
            <w:pStyle w:val="74D877B60D8942F5842751AEB9D3CCBB"/>
          </w:pPr>
          <w:r w:rsidRPr="003E5295">
            <w:rPr>
              <w:rStyle w:val="Tekstvantijdelijkeaanduiding"/>
              <w:b/>
              <w:color w:val="FF0000"/>
            </w:rPr>
            <w:t>[</w:t>
          </w:r>
          <w:r>
            <w:rPr>
              <w:rStyle w:val="Tekstvantijdelijkeaanduiding"/>
            </w:rPr>
            <w:t xml:space="preserve"> faxnummer van het werkadres </w:t>
          </w:r>
          <w:r w:rsidRPr="003E5295">
            <w:rPr>
              <w:rStyle w:val="Tekstvantijdelijkeaanduiding"/>
              <w:b/>
              <w:color w:val="FF000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LT Std 55">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970A03"/>
    <w:rsid w:val="00096C37"/>
    <w:rsid w:val="003E7A3B"/>
    <w:rsid w:val="007F71C3"/>
    <w:rsid w:val="00960933"/>
    <w:rsid w:val="00970A03"/>
    <w:rsid w:val="00A40649"/>
  </w:rsids>
  <m:mathPr>
    <m:mathFont m:val="Cambria Math"/>
    <m:brkBin m:val="before"/>
    <m:brkBinSub m:val="--"/>
    <m:smallFrac/>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F71C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sid w:val="007F71C3"/>
    <w:rPr>
      <w:color w:val="auto"/>
    </w:rPr>
  </w:style>
  <w:style w:type="paragraph" w:customStyle="1" w:styleId="5E34A8BDF2EE40768EC28D082B67C655">
    <w:name w:val="5E34A8BDF2EE40768EC28D082B67C655"/>
    <w:rsid w:val="007F71C3"/>
  </w:style>
  <w:style w:type="paragraph" w:customStyle="1" w:styleId="229B37D8B8AC452CA008EB613B3143DA">
    <w:name w:val="229B37D8B8AC452CA008EB613B3143DA"/>
    <w:rsid w:val="007F71C3"/>
  </w:style>
  <w:style w:type="paragraph" w:customStyle="1" w:styleId="D85DF1F90C594029AA76B89632209B39">
    <w:name w:val="D85DF1F90C594029AA76B89632209B39"/>
    <w:rsid w:val="007F71C3"/>
  </w:style>
  <w:style w:type="paragraph" w:customStyle="1" w:styleId="930A125E5B974188A67B4C7B4AA09925">
    <w:name w:val="930A125E5B974188A67B4C7B4AA09925"/>
    <w:rsid w:val="007F71C3"/>
  </w:style>
  <w:style w:type="paragraph" w:customStyle="1" w:styleId="15F42810B4B24783B88357C74F4D9AD2">
    <w:name w:val="15F42810B4B24783B88357C74F4D9AD2"/>
    <w:rsid w:val="007F71C3"/>
  </w:style>
  <w:style w:type="paragraph" w:customStyle="1" w:styleId="22FEFDF5522541C5BFB79E52952FEE7B">
    <w:name w:val="22FEFDF5522541C5BFB79E52952FEE7B"/>
    <w:rsid w:val="007F71C3"/>
  </w:style>
  <w:style w:type="paragraph" w:customStyle="1" w:styleId="622E646A36C44F2394477CCBCDF901A1">
    <w:name w:val="622E646A36C44F2394477CCBCDF901A1"/>
    <w:rsid w:val="007F71C3"/>
  </w:style>
  <w:style w:type="paragraph" w:customStyle="1" w:styleId="4298112AF8D14A87BCA9890BBC0F2ED9">
    <w:name w:val="4298112AF8D14A87BCA9890BBC0F2ED9"/>
    <w:rsid w:val="007F71C3"/>
  </w:style>
  <w:style w:type="paragraph" w:customStyle="1" w:styleId="80AD3EA5EDE5411596771A851D572CA9">
    <w:name w:val="80AD3EA5EDE5411596771A851D572CA9"/>
    <w:rsid w:val="007F71C3"/>
  </w:style>
  <w:style w:type="paragraph" w:customStyle="1" w:styleId="497819ADE51C4A6CB4B165B6ED08E90B">
    <w:name w:val="497819ADE51C4A6CB4B165B6ED08E90B"/>
    <w:rsid w:val="007F71C3"/>
  </w:style>
  <w:style w:type="paragraph" w:customStyle="1" w:styleId="EB02E824DFC24A549070F2D02AAD492F">
    <w:name w:val="EB02E824DFC24A549070F2D02AAD492F"/>
    <w:rsid w:val="007F71C3"/>
  </w:style>
  <w:style w:type="paragraph" w:customStyle="1" w:styleId="994B0220ACF244AA915C7B9BCD47D289">
    <w:name w:val="994B0220ACF244AA915C7B9BCD47D289"/>
    <w:rsid w:val="007F71C3"/>
  </w:style>
  <w:style w:type="paragraph" w:customStyle="1" w:styleId="B98A766236474BC79358A9D0FB2EF93A">
    <w:name w:val="B98A766236474BC79358A9D0FB2EF93A"/>
    <w:rsid w:val="007F71C3"/>
  </w:style>
  <w:style w:type="paragraph" w:customStyle="1" w:styleId="74D877B60D8942F5842751AEB9D3CCBB">
    <w:name w:val="74D877B60D8942F5842751AEB9D3CCBB"/>
    <w:rsid w:val="007F71C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thema">
  <a:themeElements>
    <a:clrScheme name="_Samenlevingsopbouw">
      <a:dk1>
        <a:sysClr val="windowText" lastClr="000000"/>
      </a:dk1>
      <a:lt1>
        <a:sysClr val="window" lastClr="FFFFFF"/>
      </a:lt1>
      <a:dk2>
        <a:srgbClr val="8B2039"/>
      </a:dk2>
      <a:lt2>
        <a:srgbClr val="EEECE1"/>
      </a:lt2>
      <a:accent1>
        <a:srgbClr val="006D86"/>
      </a:accent1>
      <a:accent2>
        <a:srgbClr val="C30045"/>
      </a:accent2>
      <a:accent3>
        <a:srgbClr val="169EBB"/>
      </a:accent3>
      <a:accent4>
        <a:srgbClr val="9DCCDA"/>
      </a:accent4>
      <a:accent5>
        <a:srgbClr val="D1E6E9"/>
      </a:accent5>
      <a:accent6>
        <a:srgbClr val="69A840"/>
      </a:accent6>
      <a:hlink>
        <a:srgbClr val="000000"/>
      </a:hlink>
      <a:folHlink>
        <a:srgbClr val="00000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titel>Personeelsvergadering H. Hart</titel>
  <datum>12-12-2013</datum>
</root>
</file>

<file path=customXml/item2.xml><?xml version="1.0" encoding="utf-8"?>
<b:Sources xmlns:b="http://schemas.openxmlformats.org/officeDocument/2006/bibliography" xmlns="http://schemas.openxmlformats.org/officeDocument/2006/bibliography" SelectedStyle="\APA.XSL" StyleName="APA Fifth Edition">
</b:Sources>
</file>

<file path=customXml/itemProps1.xml><?xml version="1.0" encoding="utf-8"?>
<ds:datastoreItem xmlns:ds="http://schemas.openxmlformats.org/officeDocument/2006/customXml" ds:itemID="{F19125C0-07EC-4B24-A92A-408E61F2C014}">
  <ds:schemaRefs/>
</ds:datastoreItem>
</file>

<file path=customXml/itemProps2.xml><?xml version="1.0" encoding="utf-8"?>
<ds:datastoreItem xmlns:ds="http://schemas.openxmlformats.org/officeDocument/2006/customXml" ds:itemID="{01051F76-5BBF-4848-863E-0F1916D63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 - Afdeling Sint-Niklaas - Niki De Bosschere</Template>
  <TotalTime>130</TotalTime>
  <Pages>6</Pages>
  <Words>1484</Words>
  <Characters>8163</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nota</vt:lpstr>
    </vt:vector>
  </TitlesOfParts>
  <Company>Samenlevingsopbouw Oost-Vlaanderen</Company>
  <LinksUpToDate>false</LinksUpToDate>
  <CharactersWithSpaces>9628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dc:title>
  <dc:creator>Niki De Bosschere</dc:creator>
  <cp:lastModifiedBy>Niki De Bosschere</cp:lastModifiedBy>
  <cp:revision>14</cp:revision>
  <cp:lastPrinted>2013-12-03T08:42:00Z</cp:lastPrinted>
  <dcterms:created xsi:type="dcterms:W3CDTF">2013-12-12T14:22:00Z</dcterms:created>
  <dcterms:modified xsi:type="dcterms:W3CDTF">2014-04-10T07:39:00Z</dcterms:modified>
</cp:coreProperties>
</file>